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C59A38" w14:textId="71B9748A" w:rsidR="00C40707" w:rsidRPr="000E567F" w:rsidRDefault="00C40707" w:rsidP="00C40707">
      <w:pPr>
        <w:pStyle w:val="Nagwek1"/>
        <w:numPr>
          <w:ilvl w:val="0"/>
          <w:numId w:val="0"/>
        </w:numPr>
        <w:spacing w:before="120" w:after="120" w:line="23" w:lineRule="atLeast"/>
        <w:ind w:left="100"/>
        <w:jc w:val="right"/>
        <w:rPr>
          <w:rFonts w:ascii="Trebuchet MS" w:hAnsi="Trebuchet MS"/>
          <w:b/>
          <w:color w:val="auto"/>
          <w:sz w:val="20"/>
          <w:szCs w:val="20"/>
        </w:rPr>
      </w:pPr>
      <w:r w:rsidRPr="000E567F">
        <w:rPr>
          <w:rFonts w:ascii="Trebuchet MS" w:hAnsi="Trebuchet MS"/>
          <w:b/>
          <w:color w:val="auto"/>
          <w:sz w:val="20"/>
          <w:szCs w:val="20"/>
        </w:rPr>
        <w:t xml:space="preserve">Załącznik nr 1A </w:t>
      </w:r>
      <w:r w:rsidR="00855B9D" w:rsidRPr="000E567F">
        <w:rPr>
          <w:rFonts w:ascii="Trebuchet MS" w:hAnsi="Trebuchet MS"/>
          <w:b/>
          <w:color w:val="auto"/>
          <w:sz w:val="20"/>
          <w:szCs w:val="20"/>
        </w:rPr>
        <w:t>- Arkusz kalkulacyjn</w:t>
      </w:r>
      <w:r w:rsidR="002B6F70">
        <w:rPr>
          <w:rFonts w:ascii="Trebuchet MS" w:hAnsi="Trebuchet MS"/>
          <w:b/>
          <w:color w:val="auto"/>
          <w:sz w:val="20"/>
          <w:szCs w:val="20"/>
        </w:rPr>
        <w:t>y</w:t>
      </w:r>
      <w:r w:rsidR="00855B9D" w:rsidRPr="000E567F">
        <w:rPr>
          <w:rFonts w:ascii="Trebuchet MS" w:hAnsi="Trebuchet MS"/>
          <w:b/>
          <w:color w:val="auto"/>
          <w:sz w:val="20"/>
          <w:szCs w:val="20"/>
        </w:rPr>
        <w:t xml:space="preserve"> ceny oferty</w:t>
      </w:r>
      <w:r w:rsidR="005E3BA3">
        <w:rPr>
          <w:rFonts w:ascii="Trebuchet MS" w:hAnsi="Trebuchet MS"/>
          <w:b/>
          <w:color w:val="auto"/>
          <w:sz w:val="20"/>
          <w:szCs w:val="20"/>
        </w:rPr>
        <w:t xml:space="preserve"> CZĘŚCI A</w:t>
      </w:r>
    </w:p>
    <w:p w14:paraId="7273CF08" w14:textId="77777777" w:rsidR="00C40707" w:rsidRPr="007F6FE7" w:rsidRDefault="00C40707" w:rsidP="00C40707">
      <w:pPr>
        <w:spacing w:line="276" w:lineRule="auto"/>
        <w:jc w:val="center"/>
        <w:rPr>
          <w:rFonts w:ascii="Trebuchet MS" w:hAnsi="Trebuchet MS" w:cs="Tahoma"/>
          <w:b/>
          <w:sz w:val="22"/>
          <w:szCs w:val="22"/>
        </w:rPr>
      </w:pPr>
    </w:p>
    <w:p w14:paraId="5FDA6CDA" w14:textId="3A0CB8C5" w:rsidR="00C40707" w:rsidRPr="002B6F70" w:rsidRDefault="00C40707" w:rsidP="00C40707">
      <w:pPr>
        <w:spacing w:line="276" w:lineRule="auto"/>
        <w:jc w:val="center"/>
        <w:rPr>
          <w:rFonts w:ascii="Trebuchet MS" w:hAnsi="Trebuchet MS" w:cs="Tahoma"/>
          <w:sz w:val="20"/>
          <w:szCs w:val="22"/>
        </w:rPr>
      </w:pPr>
      <w:r w:rsidRPr="002B6F70">
        <w:rPr>
          <w:rFonts w:ascii="Trebuchet MS" w:hAnsi="Trebuchet MS" w:cs="Tahoma"/>
          <w:sz w:val="20"/>
          <w:szCs w:val="22"/>
        </w:rPr>
        <w:t xml:space="preserve">FORMULARZ KALKULACYJNY CENY OFERTY DLA </w:t>
      </w:r>
      <w:r w:rsidRPr="002B6F70">
        <w:rPr>
          <w:rFonts w:ascii="Trebuchet MS" w:hAnsi="Trebuchet MS" w:cs="Tahoma"/>
          <w:b/>
          <w:sz w:val="20"/>
          <w:szCs w:val="22"/>
        </w:rPr>
        <w:t>CZĘŚCI A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5"/>
        <w:gridCol w:w="5781"/>
        <w:gridCol w:w="1986"/>
        <w:gridCol w:w="1560"/>
        <w:gridCol w:w="3687"/>
      </w:tblGrid>
      <w:tr w:rsidR="002C70BC" w14:paraId="7514EA15" w14:textId="77777777" w:rsidTr="00182271">
        <w:trPr>
          <w:trHeight w:val="2016"/>
        </w:trPr>
        <w:tc>
          <w:tcPr>
            <w:tcW w:w="1015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1ADF24E2" w14:textId="77777777" w:rsidR="002C70BC" w:rsidRPr="002C70BC" w:rsidRDefault="002C70BC" w:rsidP="002C70BC">
            <w:pPr>
              <w:jc w:val="center"/>
              <w:rPr>
                <w:rFonts w:ascii="Trebuchet MS" w:hAnsi="Trebuchet MS" w:cs="Calibri"/>
                <w:bCs/>
                <w:color w:val="000000"/>
                <w:sz w:val="20"/>
                <w:szCs w:val="20"/>
              </w:rPr>
            </w:pPr>
            <w:r w:rsidRPr="002C70BC">
              <w:rPr>
                <w:rFonts w:ascii="Trebuchet MS" w:hAnsi="Trebuchet MS" w:cs="Calibri"/>
                <w:bCs/>
                <w:color w:val="000000"/>
                <w:sz w:val="20"/>
                <w:szCs w:val="20"/>
              </w:rPr>
              <w:t>Numer wiersza</w:t>
            </w:r>
            <w:r>
              <w:rPr>
                <w:rFonts w:ascii="Trebuchet MS" w:hAnsi="Trebuchet MS" w:cs="Calibri"/>
                <w:bCs/>
                <w:color w:val="000000"/>
                <w:sz w:val="20"/>
                <w:szCs w:val="20"/>
              </w:rPr>
              <w:t>/</w:t>
            </w:r>
          </w:p>
          <w:p w14:paraId="7D96BE86" w14:textId="77777777" w:rsidR="002C70BC" w:rsidRPr="002C70BC" w:rsidRDefault="002C70BC" w:rsidP="002C70BC">
            <w:pPr>
              <w:jc w:val="center"/>
              <w:rPr>
                <w:rFonts w:ascii="Trebuchet MS" w:hAnsi="Trebuchet MS" w:cs="Calibri"/>
                <w:bCs/>
                <w:color w:val="000000"/>
                <w:sz w:val="20"/>
                <w:szCs w:val="20"/>
              </w:rPr>
            </w:pPr>
            <w:r w:rsidRPr="002C70BC">
              <w:rPr>
                <w:rFonts w:ascii="Trebuchet MS" w:hAnsi="Trebuchet MS" w:cs="Calibri"/>
                <w:bCs/>
                <w:color w:val="000000"/>
                <w:sz w:val="20"/>
                <w:szCs w:val="20"/>
              </w:rPr>
              <w:t>kolumny</w:t>
            </w:r>
          </w:p>
          <w:p w14:paraId="6A2B1440" w14:textId="7D630042" w:rsidR="002C70BC" w:rsidRDefault="002C70BC" w:rsidP="002C70BC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5781" w:type="dxa"/>
            <w:shd w:val="clear" w:color="auto" w:fill="F2F2F2" w:themeFill="background1" w:themeFillShade="F2"/>
            <w:vAlign w:val="center"/>
            <w:hideMark/>
          </w:tcPr>
          <w:p w14:paraId="11B4C02E" w14:textId="1B182560" w:rsidR="002C70BC" w:rsidRDefault="002C70BC" w:rsidP="002C70BC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Nazwa przeglądu</w:t>
            </w:r>
          </w:p>
        </w:tc>
        <w:tc>
          <w:tcPr>
            <w:tcW w:w="1986" w:type="dxa"/>
            <w:shd w:val="clear" w:color="auto" w:fill="F2F2F2" w:themeFill="background1" w:themeFillShade="F2"/>
            <w:vAlign w:val="center"/>
            <w:hideMark/>
          </w:tcPr>
          <w:p w14:paraId="5E3D71E3" w14:textId="725661B5" w:rsidR="002C70BC" w:rsidRDefault="002C70BC" w:rsidP="002B6F70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 xml:space="preserve">Cena netto PLN </w:t>
            </w: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br/>
            </w:r>
            <w:r w:rsidR="002B6F70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jednego</w:t>
            </w: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 xml:space="preserve"> przeglądu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  <w:hideMark/>
          </w:tcPr>
          <w:p w14:paraId="7646EEBF" w14:textId="2EBD4AE2" w:rsidR="002C70BC" w:rsidRDefault="002C70BC" w:rsidP="002C70BC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Ilość przeglądów w czasie realizacji zamówienia</w:t>
            </w:r>
          </w:p>
        </w:tc>
        <w:tc>
          <w:tcPr>
            <w:tcW w:w="3687" w:type="dxa"/>
            <w:shd w:val="clear" w:color="auto" w:fill="F2F2F2" w:themeFill="background1" w:themeFillShade="F2"/>
            <w:vAlign w:val="center"/>
            <w:hideMark/>
          </w:tcPr>
          <w:p w14:paraId="1A421B10" w14:textId="7D77E6C6" w:rsidR="002C70BC" w:rsidRDefault="002C70BC" w:rsidP="002C70BC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 xml:space="preserve">Łączna wartość netto </w:t>
            </w:r>
            <w:r w:rsidR="00DD32D1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(</w:t>
            </w: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PLN</w:t>
            </w:r>
            <w:r w:rsidR="00DD32D1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)</w:t>
            </w: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2C70BC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w czasie realizacji</w:t>
            </w: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 xml:space="preserve"> przedmiotu zamówienia</w:t>
            </w:r>
          </w:p>
        </w:tc>
      </w:tr>
      <w:tr w:rsidR="002C70BC" w14:paraId="66354718" w14:textId="77777777" w:rsidTr="00F3558F">
        <w:trPr>
          <w:trHeight w:val="164"/>
        </w:trPr>
        <w:tc>
          <w:tcPr>
            <w:tcW w:w="1015" w:type="dxa"/>
            <w:vMerge/>
            <w:shd w:val="clear" w:color="auto" w:fill="F2F2F2" w:themeFill="background1" w:themeFillShade="F2"/>
            <w:vAlign w:val="center"/>
            <w:hideMark/>
          </w:tcPr>
          <w:p w14:paraId="019ACD73" w14:textId="65A5839F" w:rsidR="002C70BC" w:rsidRDefault="002C70BC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5781" w:type="dxa"/>
            <w:shd w:val="clear" w:color="000000" w:fill="F2F2F2"/>
            <w:vAlign w:val="center"/>
            <w:hideMark/>
          </w:tcPr>
          <w:p w14:paraId="2AC8566C" w14:textId="77777777" w:rsidR="002C70BC" w:rsidRPr="00DD32D1" w:rsidRDefault="002C70BC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16"/>
                <w:szCs w:val="20"/>
              </w:rPr>
            </w:pPr>
            <w:r w:rsidRPr="00DD32D1">
              <w:rPr>
                <w:rFonts w:ascii="Trebuchet MS" w:hAnsi="Trebuchet MS" w:cs="Calibri"/>
                <w:i/>
                <w:iCs/>
                <w:color w:val="000000"/>
                <w:sz w:val="16"/>
                <w:szCs w:val="20"/>
              </w:rPr>
              <w:t>1</w:t>
            </w:r>
          </w:p>
        </w:tc>
        <w:tc>
          <w:tcPr>
            <w:tcW w:w="1986" w:type="dxa"/>
            <w:shd w:val="clear" w:color="000000" w:fill="F2F2F2"/>
            <w:vAlign w:val="center"/>
            <w:hideMark/>
          </w:tcPr>
          <w:p w14:paraId="62A83610" w14:textId="77777777" w:rsidR="002C70BC" w:rsidRPr="00DD32D1" w:rsidRDefault="002C70BC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16"/>
                <w:szCs w:val="20"/>
              </w:rPr>
            </w:pPr>
            <w:r w:rsidRPr="00DD32D1">
              <w:rPr>
                <w:rFonts w:ascii="Trebuchet MS" w:hAnsi="Trebuchet MS" w:cs="Calibri"/>
                <w:i/>
                <w:iCs/>
                <w:color w:val="000000"/>
                <w:sz w:val="16"/>
                <w:szCs w:val="20"/>
              </w:rPr>
              <w:t>2</w:t>
            </w:r>
          </w:p>
        </w:tc>
        <w:tc>
          <w:tcPr>
            <w:tcW w:w="1560" w:type="dxa"/>
            <w:shd w:val="clear" w:color="000000" w:fill="F2F2F2"/>
            <w:vAlign w:val="center"/>
            <w:hideMark/>
          </w:tcPr>
          <w:p w14:paraId="6A2EFE6E" w14:textId="77777777" w:rsidR="002C70BC" w:rsidRPr="00DD32D1" w:rsidRDefault="002C70BC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16"/>
                <w:szCs w:val="20"/>
              </w:rPr>
            </w:pPr>
            <w:r w:rsidRPr="00DD32D1">
              <w:rPr>
                <w:rFonts w:ascii="Trebuchet MS" w:hAnsi="Trebuchet MS" w:cs="Calibri"/>
                <w:i/>
                <w:iCs/>
                <w:color w:val="000000"/>
                <w:sz w:val="16"/>
                <w:szCs w:val="20"/>
              </w:rPr>
              <w:t>3</w:t>
            </w:r>
          </w:p>
        </w:tc>
        <w:tc>
          <w:tcPr>
            <w:tcW w:w="3687" w:type="dxa"/>
            <w:shd w:val="clear" w:color="000000" w:fill="F2F2F2"/>
            <w:vAlign w:val="center"/>
            <w:hideMark/>
          </w:tcPr>
          <w:p w14:paraId="27E3B8CD" w14:textId="77777777" w:rsidR="002C70BC" w:rsidRPr="00DD32D1" w:rsidRDefault="002C70BC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16"/>
                <w:szCs w:val="20"/>
              </w:rPr>
            </w:pPr>
            <w:r w:rsidRPr="00DD32D1">
              <w:rPr>
                <w:rFonts w:ascii="Trebuchet MS" w:hAnsi="Trebuchet MS" w:cs="Calibri"/>
                <w:i/>
                <w:iCs/>
                <w:color w:val="000000"/>
                <w:sz w:val="16"/>
                <w:szCs w:val="20"/>
              </w:rPr>
              <w:t>4 = 2 x 3</w:t>
            </w:r>
          </w:p>
        </w:tc>
      </w:tr>
      <w:tr w:rsidR="00C40707" w14:paraId="71ABAD12" w14:textId="77777777" w:rsidTr="00F3558F">
        <w:trPr>
          <w:trHeight w:val="552"/>
        </w:trPr>
        <w:tc>
          <w:tcPr>
            <w:tcW w:w="14029" w:type="dxa"/>
            <w:gridSpan w:val="5"/>
            <w:shd w:val="clear" w:color="auto" w:fill="F2F2F2" w:themeFill="background1" w:themeFillShade="F2"/>
            <w:vAlign w:val="center"/>
            <w:hideMark/>
          </w:tcPr>
          <w:p w14:paraId="24F54D85" w14:textId="77777777" w:rsidR="00C40707" w:rsidRDefault="00C40707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 xml:space="preserve">System alarmu pożarowego (SAP) – budynki Muzeum Śląskiego w Katowicach MSGG, MSTG, MSCH, MS15, MS8, MS46 - ul. T. Dobrowolskiego 1 </w:t>
            </w:r>
          </w:p>
        </w:tc>
      </w:tr>
      <w:tr w:rsidR="00C40707" w14:paraId="3FD9EA7F" w14:textId="77777777" w:rsidTr="00F3558F">
        <w:trPr>
          <w:trHeight w:val="510"/>
        </w:trPr>
        <w:tc>
          <w:tcPr>
            <w:tcW w:w="1015" w:type="dxa"/>
            <w:shd w:val="clear" w:color="auto" w:fill="F2F2F2" w:themeFill="background1" w:themeFillShade="F2"/>
            <w:vAlign w:val="center"/>
            <w:hideMark/>
          </w:tcPr>
          <w:p w14:paraId="621B8FDC" w14:textId="77777777" w:rsidR="00C40707" w:rsidRPr="002C70BC" w:rsidRDefault="00C40707">
            <w:pPr>
              <w:jc w:val="center"/>
              <w:rPr>
                <w:rFonts w:ascii="Trebuchet MS" w:hAnsi="Trebuchet MS" w:cs="Calibri"/>
                <w:iCs/>
                <w:color w:val="000000"/>
                <w:sz w:val="20"/>
                <w:szCs w:val="20"/>
              </w:rPr>
            </w:pPr>
            <w:r w:rsidRPr="002C70BC">
              <w:rPr>
                <w:rFonts w:ascii="Trebuchet MS" w:hAnsi="Trebuchet MS" w:cs="Calibri"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781" w:type="dxa"/>
            <w:shd w:val="clear" w:color="auto" w:fill="auto"/>
            <w:vAlign w:val="center"/>
            <w:hideMark/>
          </w:tcPr>
          <w:p w14:paraId="566AE2BB" w14:textId="77777777" w:rsidR="00C40707" w:rsidRDefault="00C40707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Przegląd miesięczny</w:t>
            </w:r>
          </w:p>
        </w:tc>
        <w:tc>
          <w:tcPr>
            <w:tcW w:w="1986" w:type="dxa"/>
            <w:shd w:val="clear" w:color="auto" w:fill="auto"/>
            <w:vAlign w:val="center"/>
          </w:tcPr>
          <w:p w14:paraId="5D890AC8" w14:textId="2ADD6B91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D6F753E" w14:textId="77777777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67F1BC83" w14:textId="0AE1C8AF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C40707" w14:paraId="20362A6D" w14:textId="77777777" w:rsidTr="00F3558F">
        <w:trPr>
          <w:trHeight w:val="510"/>
        </w:trPr>
        <w:tc>
          <w:tcPr>
            <w:tcW w:w="1015" w:type="dxa"/>
            <w:shd w:val="clear" w:color="auto" w:fill="F2F2F2" w:themeFill="background1" w:themeFillShade="F2"/>
            <w:vAlign w:val="center"/>
            <w:hideMark/>
          </w:tcPr>
          <w:p w14:paraId="2605DC1C" w14:textId="77777777" w:rsidR="00C40707" w:rsidRDefault="00C40707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781" w:type="dxa"/>
            <w:shd w:val="clear" w:color="auto" w:fill="auto"/>
            <w:vAlign w:val="center"/>
            <w:hideMark/>
          </w:tcPr>
          <w:p w14:paraId="49D9ED12" w14:textId="77777777" w:rsidR="00C40707" w:rsidRDefault="00C40707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Przegląd kwartalny</w:t>
            </w:r>
          </w:p>
        </w:tc>
        <w:tc>
          <w:tcPr>
            <w:tcW w:w="1986" w:type="dxa"/>
            <w:shd w:val="clear" w:color="auto" w:fill="auto"/>
            <w:vAlign w:val="center"/>
          </w:tcPr>
          <w:p w14:paraId="4868AFA5" w14:textId="0B745FAA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3271A31" w14:textId="77777777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3E24AE0E" w14:textId="12DC9401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C40707" w14:paraId="0F1D9A7C" w14:textId="77777777" w:rsidTr="00F3558F">
        <w:trPr>
          <w:trHeight w:val="510"/>
        </w:trPr>
        <w:tc>
          <w:tcPr>
            <w:tcW w:w="1015" w:type="dxa"/>
            <w:shd w:val="clear" w:color="auto" w:fill="F2F2F2" w:themeFill="background1" w:themeFillShade="F2"/>
            <w:vAlign w:val="center"/>
            <w:hideMark/>
          </w:tcPr>
          <w:p w14:paraId="59065B2F" w14:textId="77777777" w:rsidR="00C40707" w:rsidRDefault="00C40707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781" w:type="dxa"/>
            <w:shd w:val="clear" w:color="auto" w:fill="auto"/>
            <w:vAlign w:val="center"/>
            <w:hideMark/>
          </w:tcPr>
          <w:p w14:paraId="63E4EDC4" w14:textId="77777777" w:rsidR="00C40707" w:rsidRDefault="00C40707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Przegląd roczny</w:t>
            </w:r>
          </w:p>
        </w:tc>
        <w:tc>
          <w:tcPr>
            <w:tcW w:w="1986" w:type="dxa"/>
            <w:shd w:val="clear" w:color="auto" w:fill="auto"/>
            <w:vAlign w:val="center"/>
          </w:tcPr>
          <w:p w14:paraId="60827448" w14:textId="0A86A2E6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7B3E692" w14:textId="77777777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1BA11E8C" w14:textId="3326A735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C40707" w14:paraId="37496D6F" w14:textId="77777777" w:rsidTr="00F3558F">
        <w:trPr>
          <w:trHeight w:val="510"/>
        </w:trPr>
        <w:tc>
          <w:tcPr>
            <w:tcW w:w="14029" w:type="dxa"/>
            <w:gridSpan w:val="5"/>
            <w:shd w:val="clear" w:color="auto" w:fill="F2F2F2" w:themeFill="background1" w:themeFillShade="F2"/>
            <w:vAlign w:val="center"/>
            <w:hideMark/>
          </w:tcPr>
          <w:p w14:paraId="7DBC2E4E" w14:textId="4B40FFC8" w:rsidR="00C40707" w:rsidRDefault="00C40707" w:rsidP="00DD32D1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System alarmu pożarowego (SAP) – budynek S</w:t>
            </w:r>
            <w:r w:rsidR="00DD32D1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tolarni</w:t>
            </w: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 xml:space="preserve"> Muzeum Śląskiego w Katowicach - ul. T. Dobrowolskiego 1</w:t>
            </w:r>
          </w:p>
        </w:tc>
      </w:tr>
      <w:tr w:rsidR="00C40707" w14:paraId="76DB7CD6" w14:textId="77777777" w:rsidTr="00F3558F">
        <w:trPr>
          <w:trHeight w:val="510"/>
        </w:trPr>
        <w:tc>
          <w:tcPr>
            <w:tcW w:w="1015" w:type="dxa"/>
            <w:shd w:val="clear" w:color="auto" w:fill="F2F2F2" w:themeFill="background1" w:themeFillShade="F2"/>
            <w:vAlign w:val="center"/>
            <w:hideMark/>
          </w:tcPr>
          <w:p w14:paraId="16F801FC" w14:textId="77777777" w:rsidR="00C40707" w:rsidRDefault="00C40707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781" w:type="dxa"/>
            <w:shd w:val="clear" w:color="auto" w:fill="auto"/>
            <w:vAlign w:val="center"/>
            <w:hideMark/>
          </w:tcPr>
          <w:p w14:paraId="4370DF0A" w14:textId="77777777" w:rsidR="00C40707" w:rsidRDefault="00C40707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Przegląd półroczny</w:t>
            </w:r>
          </w:p>
        </w:tc>
        <w:tc>
          <w:tcPr>
            <w:tcW w:w="1986" w:type="dxa"/>
            <w:shd w:val="clear" w:color="auto" w:fill="auto"/>
            <w:vAlign w:val="center"/>
          </w:tcPr>
          <w:p w14:paraId="5C2948D7" w14:textId="6A24167D" w:rsidR="00C40707" w:rsidRDefault="00C40707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6DC4183" w14:textId="77777777" w:rsidR="00C40707" w:rsidRDefault="00C40707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3ACA1D86" w14:textId="6CE9629C" w:rsidR="00C40707" w:rsidRDefault="00C40707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40707" w14:paraId="55D8E691" w14:textId="77777777" w:rsidTr="00F3558F">
        <w:trPr>
          <w:trHeight w:val="510"/>
        </w:trPr>
        <w:tc>
          <w:tcPr>
            <w:tcW w:w="1015" w:type="dxa"/>
            <w:shd w:val="clear" w:color="auto" w:fill="F2F2F2" w:themeFill="background1" w:themeFillShade="F2"/>
            <w:vAlign w:val="center"/>
            <w:hideMark/>
          </w:tcPr>
          <w:p w14:paraId="5D5111CE" w14:textId="77777777" w:rsidR="00C40707" w:rsidRDefault="00C40707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781" w:type="dxa"/>
            <w:shd w:val="clear" w:color="auto" w:fill="auto"/>
            <w:vAlign w:val="center"/>
            <w:hideMark/>
          </w:tcPr>
          <w:p w14:paraId="0A24F39D" w14:textId="77777777" w:rsidR="00C40707" w:rsidRDefault="00C40707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Przegląd roczny</w:t>
            </w:r>
          </w:p>
        </w:tc>
        <w:tc>
          <w:tcPr>
            <w:tcW w:w="1986" w:type="dxa"/>
            <w:shd w:val="clear" w:color="auto" w:fill="auto"/>
            <w:vAlign w:val="center"/>
          </w:tcPr>
          <w:p w14:paraId="46A29777" w14:textId="057F9773" w:rsidR="00C40707" w:rsidRDefault="00C40707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6998A5E" w14:textId="77777777" w:rsidR="00C40707" w:rsidRDefault="00C40707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2B5E25B2" w14:textId="5078EA04" w:rsidR="00C40707" w:rsidRDefault="00C40707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40707" w14:paraId="3FFEA2DF" w14:textId="77777777" w:rsidTr="00F3558F">
        <w:trPr>
          <w:trHeight w:val="510"/>
        </w:trPr>
        <w:tc>
          <w:tcPr>
            <w:tcW w:w="14029" w:type="dxa"/>
            <w:gridSpan w:val="5"/>
            <w:shd w:val="clear" w:color="auto" w:fill="F2F2F2" w:themeFill="background1" w:themeFillShade="F2"/>
            <w:vAlign w:val="center"/>
            <w:hideMark/>
          </w:tcPr>
          <w:p w14:paraId="7D123EC2" w14:textId="12F94831" w:rsidR="00C40707" w:rsidRDefault="00C40707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System alarmu pożarowego (SAP) –</w:t>
            </w:r>
            <w:r w:rsidR="00ED0732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budynek Łaźni Muzeum Śląskiego w Katowicach - ul. T. Dobrowolskiego 1</w:t>
            </w:r>
          </w:p>
        </w:tc>
      </w:tr>
      <w:tr w:rsidR="00C40707" w14:paraId="5BD6130A" w14:textId="77777777" w:rsidTr="00F3558F">
        <w:trPr>
          <w:trHeight w:val="510"/>
        </w:trPr>
        <w:tc>
          <w:tcPr>
            <w:tcW w:w="1015" w:type="dxa"/>
            <w:shd w:val="clear" w:color="auto" w:fill="F2F2F2" w:themeFill="background1" w:themeFillShade="F2"/>
            <w:vAlign w:val="center"/>
            <w:hideMark/>
          </w:tcPr>
          <w:p w14:paraId="26BB0B5F" w14:textId="77777777" w:rsidR="00C40707" w:rsidRDefault="00C40707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781" w:type="dxa"/>
            <w:shd w:val="clear" w:color="auto" w:fill="auto"/>
            <w:vAlign w:val="center"/>
            <w:hideMark/>
          </w:tcPr>
          <w:p w14:paraId="70B0047D" w14:textId="77777777" w:rsidR="00C40707" w:rsidRDefault="00C40707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Przegląd półroczny</w:t>
            </w:r>
          </w:p>
        </w:tc>
        <w:tc>
          <w:tcPr>
            <w:tcW w:w="1986" w:type="dxa"/>
            <w:shd w:val="clear" w:color="auto" w:fill="auto"/>
            <w:vAlign w:val="center"/>
          </w:tcPr>
          <w:p w14:paraId="2BA92C78" w14:textId="49B6724B" w:rsidR="00C40707" w:rsidRDefault="00C40707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41BB137" w14:textId="77777777" w:rsidR="00C40707" w:rsidRDefault="00C40707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056A589C" w14:textId="29A37823" w:rsidR="00C40707" w:rsidRDefault="00C40707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40707" w14:paraId="60CC262A" w14:textId="77777777" w:rsidTr="00F3558F">
        <w:trPr>
          <w:trHeight w:val="510"/>
        </w:trPr>
        <w:tc>
          <w:tcPr>
            <w:tcW w:w="1015" w:type="dxa"/>
            <w:shd w:val="clear" w:color="auto" w:fill="F2F2F2" w:themeFill="background1" w:themeFillShade="F2"/>
            <w:vAlign w:val="center"/>
            <w:hideMark/>
          </w:tcPr>
          <w:p w14:paraId="3EA55394" w14:textId="77777777" w:rsidR="00C40707" w:rsidRDefault="00C40707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781" w:type="dxa"/>
            <w:shd w:val="clear" w:color="auto" w:fill="auto"/>
            <w:vAlign w:val="center"/>
            <w:hideMark/>
          </w:tcPr>
          <w:p w14:paraId="678432A6" w14:textId="77777777" w:rsidR="00C40707" w:rsidRDefault="00C40707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Przegląd roczny</w:t>
            </w:r>
          </w:p>
        </w:tc>
        <w:tc>
          <w:tcPr>
            <w:tcW w:w="1986" w:type="dxa"/>
            <w:shd w:val="clear" w:color="auto" w:fill="auto"/>
            <w:vAlign w:val="center"/>
          </w:tcPr>
          <w:p w14:paraId="5597FAFF" w14:textId="774B9517" w:rsidR="00C40707" w:rsidRDefault="00C40707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284E9AB" w14:textId="77777777" w:rsidR="00C40707" w:rsidRDefault="00C40707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00052795" w14:textId="7F449607" w:rsidR="00C40707" w:rsidRDefault="00C40707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2EF6CB41" w14:textId="77777777" w:rsidR="001A6B04" w:rsidRDefault="001A6B04">
      <w:r>
        <w:br w:type="page"/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5"/>
        <w:gridCol w:w="5781"/>
        <w:gridCol w:w="1986"/>
        <w:gridCol w:w="1560"/>
        <w:gridCol w:w="3687"/>
      </w:tblGrid>
      <w:tr w:rsidR="00C40707" w14:paraId="5E811B95" w14:textId="77777777" w:rsidTr="001A6B04">
        <w:trPr>
          <w:trHeight w:val="510"/>
        </w:trPr>
        <w:tc>
          <w:tcPr>
            <w:tcW w:w="14029" w:type="dxa"/>
            <w:gridSpan w:val="5"/>
            <w:shd w:val="clear" w:color="000000" w:fill="E7E6E6"/>
            <w:vAlign w:val="center"/>
            <w:hideMark/>
          </w:tcPr>
          <w:p w14:paraId="12E10B74" w14:textId="3AC4E7A0" w:rsidR="00C40707" w:rsidRDefault="00C40707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lastRenderedPageBreak/>
              <w:t>System alarmu pożarowego (SAP) – budynek Muzeum Śląskiego w Katowicach - al. W. Korfantego 3</w:t>
            </w:r>
          </w:p>
        </w:tc>
      </w:tr>
      <w:tr w:rsidR="00C40707" w14:paraId="1BCE3A0B" w14:textId="77777777" w:rsidTr="00F3558F">
        <w:trPr>
          <w:trHeight w:val="510"/>
        </w:trPr>
        <w:tc>
          <w:tcPr>
            <w:tcW w:w="1015" w:type="dxa"/>
            <w:shd w:val="clear" w:color="auto" w:fill="F2F2F2" w:themeFill="background1" w:themeFillShade="F2"/>
            <w:vAlign w:val="center"/>
            <w:hideMark/>
          </w:tcPr>
          <w:p w14:paraId="1A0C170C" w14:textId="77777777" w:rsidR="00C40707" w:rsidRDefault="00C40707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781" w:type="dxa"/>
            <w:shd w:val="clear" w:color="auto" w:fill="auto"/>
            <w:vAlign w:val="center"/>
            <w:hideMark/>
          </w:tcPr>
          <w:p w14:paraId="5CDCDAC2" w14:textId="77777777" w:rsidR="00C40707" w:rsidRDefault="00C40707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Przegląd półroczny</w:t>
            </w:r>
          </w:p>
        </w:tc>
        <w:tc>
          <w:tcPr>
            <w:tcW w:w="1986" w:type="dxa"/>
            <w:shd w:val="clear" w:color="auto" w:fill="auto"/>
            <w:vAlign w:val="center"/>
          </w:tcPr>
          <w:p w14:paraId="1FC1358C" w14:textId="053C770B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22FF301" w14:textId="77777777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148A6194" w14:textId="19F6B699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C40707" w14:paraId="47153F7F" w14:textId="77777777" w:rsidTr="00F3558F">
        <w:trPr>
          <w:trHeight w:val="510"/>
        </w:trPr>
        <w:tc>
          <w:tcPr>
            <w:tcW w:w="1015" w:type="dxa"/>
            <w:shd w:val="clear" w:color="auto" w:fill="F2F2F2" w:themeFill="background1" w:themeFillShade="F2"/>
            <w:vAlign w:val="center"/>
            <w:hideMark/>
          </w:tcPr>
          <w:p w14:paraId="51957237" w14:textId="77777777" w:rsidR="00C40707" w:rsidRDefault="00C40707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781" w:type="dxa"/>
            <w:shd w:val="clear" w:color="auto" w:fill="auto"/>
            <w:vAlign w:val="center"/>
            <w:hideMark/>
          </w:tcPr>
          <w:p w14:paraId="6D4B86FD" w14:textId="77777777" w:rsidR="00C40707" w:rsidRDefault="00C40707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Przegląd roczny</w:t>
            </w:r>
          </w:p>
        </w:tc>
        <w:tc>
          <w:tcPr>
            <w:tcW w:w="1986" w:type="dxa"/>
            <w:shd w:val="clear" w:color="auto" w:fill="auto"/>
            <w:vAlign w:val="center"/>
          </w:tcPr>
          <w:p w14:paraId="05867E0B" w14:textId="7BAF9511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39E0F4A" w14:textId="77777777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31BD5291" w14:textId="28C7C428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C40707" w14:paraId="2EFFF7C8" w14:textId="77777777" w:rsidTr="001A6B04">
        <w:trPr>
          <w:trHeight w:val="510"/>
        </w:trPr>
        <w:tc>
          <w:tcPr>
            <w:tcW w:w="14029" w:type="dxa"/>
            <w:gridSpan w:val="5"/>
            <w:shd w:val="clear" w:color="000000" w:fill="E7E6E6"/>
            <w:vAlign w:val="center"/>
            <w:hideMark/>
          </w:tcPr>
          <w:p w14:paraId="1531B52B" w14:textId="17A1769F" w:rsidR="00C40707" w:rsidRDefault="00C40707" w:rsidP="00DD32D1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Dźwiękowy system ostrzegawczy (DSO) - budynki Muzeum Śląskiego w Katowicach MSGG, MSTG, MSCH, MS15, MS8 - ul. T. Dobrowolskiego 1</w:t>
            </w:r>
          </w:p>
        </w:tc>
      </w:tr>
      <w:tr w:rsidR="00C40707" w14:paraId="1BE2F524" w14:textId="77777777" w:rsidTr="00F3558F">
        <w:trPr>
          <w:trHeight w:val="510"/>
        </w:trPr>
        <w:tc>
          <w:tcPr>
            <w:tcW w:w="1015" w:type="dxa"/>
            <w:shd w:val="clear" w:color="auto" w:fill="F2F2F2" w:themeFill="background1" w:themeFillShade="F2"/>
            <w:vAlign w:val="center"/>
            <w:hideMark/>
          </w:tcPr>
          <w:p w14:paraId="2CD1803C" w14:textId="77777777" w:rsidR="00C40707" w:rsidRDefault="00C40707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781" w:type="dxa"/>
            <w:shd w:val="clear" w:color="auto" w:fill="auto"/>
            <w:vAlign w:val="center"/>
            <w:hideMark/>
          </w:tcPr>
          <w:p w14:paraId="7C3149B2" w14:textId="77777777" w:rsidR="00C40707" w:rsidRDefault="00C40707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Przegląd kwartalny</w:t>
            </w:r>
          </w:p>
        </w:tc>
        <w:tc>
          <w:tcPr>
            <w:tcW w:w="1986" w:type="dxa"/>
            <w:shd w:val="clear" w:color="auto" w:fill="auto"/>
            <w:vAlign w:val="center"/>
          </w:tcPr>
          <w:p w14:paraId="09E531F2" w14:textId="12BCEB54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8B9C331" w14:textId="77777777" w:rsidR="00C40707" w:rsidRDefault="00C40707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>3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49820412" w14:textId="3CF9FCAF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C40707" w14:paraId="38D59AC1" w14:textId="77777777" w:rsidTr="00F3558F">
        <w:trPr>
          <w:trHeight w:val="510"/>
        </w:trPr>
        <w:tc>
          <w:tcPr>
            <w:tcW w:w="1015" w:type="dxa"/>
            <w:shd w:val="clear" w:color="auto" w:fill="F2F2F2" w:themeFill="background1" w:themeFillShade="F2"/>
            <w:vAlign w:val="center"/>
            <w:hideMark/>
          </w:tcPr>
          <w:p w14:paraId="6CE32E4E" w14:textId="77777777" w:rsidR="00C40707" w:rsidRDefault="00C40707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781" w:type="dxa"/>
            <w:shd w:val="clear" w:color="auto" w:fill="auto"/>
            <w:vAlign w:val="center"/>
            <w:hideMark/>
          </w:tcPr>
          <w:p w14:paraId="62746A6F" w14:textId="77777777" w:rsidR="00C40707" w:rsidRDefault="00C40707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Przegląd roczny</w:t>
            </w:r>
          </w:p>
        </w:tc>
        <w:tc>
          <w:tcPr>
            <w:tcW w:w="1986" w:type="dxa"/>
            <w:shd w:val="clear" w:color="auto" w:fill="auto"/>
            <w:vAlign w:val="center"/>
          </w:tcPr>
          <w:p w14:paraId="27240728" w14:textId="749CC337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C335369" w14:textId="77777777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4813C0BB" w14:textId="5D5F8809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C40707" w14:paraId="62D076A9" w14:textId="77777777" w:rsidTr="001A6B04">
        <w:trPr>
          <w:trHeight w:val="510"/>
        </w:trPr>
        <w:tc>
          <w:tcPr>
            <w:tcW w:w="14029" w:type="dxa"/>
            <w:gridSpan w:val="5"/>
            <w:shd w:val="clear" w:color="000000" w:fill="E7E6E6"/>
            <w:vAlign w:val="center"/>
            <w:hideMark/>
          </w:tcPr>
          <w:p w14:paraId="759EA943" w14:textId="77777777" w:rsidR="00C40707" w:rsidRDefault="00C40707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System wczesnej detekcji dymu (VESDA) – budynek MSGG Muzeum Śląskie w Katowicach - ul. T. Dobrowolskiego 1</w:t>
            </w:r>
          </w:p>
        </w:tc>
      </w:tr>
      <w:tr w:rsidR="00C40707" w14:paraId="281E51B7" w14:textId="77777777" w:rsidTr="00F3558F">
        <w:trPr>
          <w:trHeight w:val="510"/>
        </w:trPr>
        <w:tc>
          <w:tcPr>
            <w:tcW w:w="1015" w:type="dxa"/>
            <w:shd w:val="clear" w:color="auto" w:fill="F2F2F2" w:themeFill="background1" w:themeFillShade="F2"/>
            <w:vAlign w:val="center"/>
            <w:hideMark/>
          </w:tcPr>
          <w:p w14:paraId="72650D07" w14:textId="77777777" w:rsidR="00C40707" w:rsidRDefault="00C40707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781" w:type="dxa"/>
            <w:shd w:val="clear" w:color="auto" w:fill="auto"/>
            <w:vAlign w:val="center"/>
            <w:hideMark/>
          </w:tcPr>
          <w:p w14:paraId="29B1CB5E" w14:textId="77777777" w:rsidR="00C40707" w:rsidRDefault="00C40707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Przegląd miesięczny</w:t>
            </w:r>
          </w:p>
        </w:tc>
        <w:tc>
          <w:tcPr>
            <w:tcW w:w="1986" w:type="dxa"/>
            <w:shd w:val="clear" w:color="auto" w:fill="auto"/>
            <w:vAlign w:val="center"/>
          </w:tcPr>
          <w:p w14:paraId="24D39883" w14:textId="34F29F88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48E9861" w14:textId="77777777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4D78A352" w14:textId="34F26969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C40707" w14:paraId="6B6C5F96" w14:textId="77777777" w:rsidTr="00F3558F">
        <w:trPr>
          <w:trHeight w:val="510"/>
        </w:trPr>
        <w:tc>
          <w:tcPr>
            <w:tcW w:w="1015" w:type="dxa"/>
            <w:shd w:val="clear" w:color="auto" w:fill="F2F2F2" w:themeFill="background1" w:themeFillShade="F2"/>
            <w:vAlign w:val="center"/>
            <w:hideMark/>
          </w:tcPr>
          <w:p w14:paraId="2E31938D" w14:textId="77777777" w:rsidR="00C40707" w:rsidRDefault="00C40707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781" w:type="dxa"/>
            <w:shd w:val="clear" w:color="auto" w:fill="auto"/>
            <w:vAlign w:val="center"/>
            <w:hideMark/>
          </w:tcPr>
          <w:p w14:paraId="3EF6594C" w14:textId="77777777" w:rsidR="00C40707" w:rsidRDefault="00C40707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Przegląd półroczny</w:t>
            </w:r>
          </w:p>
        </w:tc>
        <w:tc>
          <w:tcPr>
            <w:tcW w:w="1986" w:type="dxa"/>
            <w:shd w:val="clear" w:color="auto" w:fill="auto"/>
            <w:vAlign w:val="center"/>
          </w:tcPr>
          <w:p w14:paraId="0BCC809E" w14:textId="5ADEEB36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F6EF63B" w14:textId="77777777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1EE8FE31" w14:textId="52C29F1C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C40707" w14:paraId="7363C9CF" w14:textId="77777777" w:rsidTr="001A6B04">
        <w:trPr>
          <w:trHeight w:val="510"/>
        </w:trPr>
        <w:tc>
          <w:tcPr>
            <w:tcW w:w="14029" w:type="dxa"/>
            <w:gridSpan w:val="5"/>
            <w:shd w:val="clear" w:color="000000" w:fill="E7E6E6"/>
            <w:vAlign w:val="center"/>
            <w:hideMark/>
          </w:tcPr>
          <w:p w14:paraId="379BE9C4" w14:textId="77777777" w:rsidR="00C40707" w:rsidRDefault="00C40707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System detekcji CO i LPG – budynek MSTG Muzeum Śląskie w Katowicach - ul. T. Dobrowolskiego 1</w:t>
            </w:r>
          </w:p>
        </w:tc>
      </w:tr>
      <w:tr w:rsidR="00C40707" w14:paraId="64D0FD9D" w14:textId="77777777" w:rsidTr="00F3558F">
        <w:trPr>
          <w:trHeight w:val="510"/>
        </w:trPr>
        <w:tc>
          <w:tcPr>
            <w:tcW w:w="1015" w:type="dxa"/>
            <w:shd w:val="clear" w:color="auto" w:fill="F2F2F2" w:themeFill="background1" w:themeFillShade="F2"/>
            <w:vAlign w:val="center"/>
            <w:hideMark/>
          </w:tcPr>
          <w:p w14:paraId="56420096" w14:textId="77777777" w:rsidR="00C40707" w:rsidRDefault="00C40707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781" w:type="dxa"/>
            <w:shd w:val="clear" w:color="auto" w:fill="auto"/>
            <w:vAlign w:val="center"/>
            <w:hideMark/>
          </w:tcPr>
          <w:p w14:paraId="3D1D5408" w14:textId="77777777" w:rsidR="00C40707" w:rsidRDefault="00C40707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Przegląd kwartalny</w:t>
            </w:r>
          </w:p>
        </w:tc>
        <w:tc>
          <w:tcPr>
            <w:tcW w:w="1986" w:type="dxa"/>
            <w:shd w:val="clear" w:color="auto" w:fill="auto"/>
            <w:vAlign w:val="center"/>
            <w:hideMark/>
          </w:tcPr>
          <w:p w14:paraId="292D9312" w14:textId="0F5ED755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46FDD0C" w14:textId="77777777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62800873" w14:textId="44778968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C40707" w14:paraId="180B53EE" w14:textId="77777777" w:rsidTr="001A6B04">
        <w:trPr>
          <w:trHeight w:val="510"/>
        </w:trPr>
        <w:tc>
          <w:tcPr>
            <w:tcW w:w="14029" w:type="dxa"/>
            <w:gridSpan w:val="5"/>
            <w:shd w:val="clear" w:color="000000" w:fill="E7E6E6"/>
            <w:vAlign w:val="center"/>
            <w:hideMark/>
          </w:tcPr>
          <w:p w14:paraId="409E6812" w14:textId="3239C4F3" w:rsidR="00C40707" w:rsidRDefault="00C40707">
            <w:pPr>
              <w:jc w:val="center"/>
              <w:rPr>
                <w:rFonts w:ascii="Trebuchet MS" w:hAnsi="Trebuchet MS" w:cs="Calibr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sz w:val="20"/>
                <w:szCs w:val="20"/>
              </w:rPr>
              <w:t>Wentylacja oddymiająca i pożarowa oraz instalacja ochrony przed zadymianiem – budynek MSGG, MSTG, MSCH, b</w:t>
            </w:r>
            <w:r w:rsidR="00DD32D1">
              <w:rPr>
                <w:rFonts w:ascii="Trebuchet MS" w:hAnsi="Trebuchet MS" w:cs="Calibri"/>
                <w:b/>
                <w:bCs/>
                <w:sz w:val="20"/>
                <w:szCs w:val="20"/>
              </w:rPr>
              <w:t>udynek Łaźni Muzeum Śląskiego w </w:t>
            </w:r>
            <w:r>
              <w:rPr>
                <w:rFonts w:ascii="Trebuchet MS" w:hAnsi="Trebuchet MS" w:cs="Calibri"/>
                <w:b/>
                <w:bCs/>
                <w:sz w:val="20"/>
                <w:szCs w:val="20"/>
              </w:rPr>
              <w:t>Katowicach - ul. T. Dobrowolskiego 1</w:t>
            </w:r>
          </w:p>
        </w:tc>
      </w:tr>
      <w:tr w:rsidR="00C40707" w14:paraId="796594CA" w14:textId="77777777" w:rsidTr="00F3558F">
        <w:trPr>
          <w:trHeight w:val="510"/>
        </w:trPr>
        <w:tc>
          <w:tcPr>
            <w:tcW w:w="1015" w:type="dxa"/>
            <w:shd w:val="clear" w:color="auto" w:fill="F2F2F2" w:themeFill="background1" w:themeFillShade="F2"/>
            <w:vAlign w:val="center"/>
            <w:hideMark/>
          </w:tcPr>
          <w:p w14:paraId="059F9FB1" w14:textId="77777777" w:rsidR="00C40707" w:rsidRDefault="00C40707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5781" w:type="dxa"/>
            <w:shd w:val="clear" w:color="auto" w:fill="auto"/>
            <w:vAlign w:val="center"/>
            <w:hideMark/>
          </w:tcPr>
          <w:p w14:paraId="57BDEEB0" w14:textId="77777777" w:rsidR="00C40707" w:rsidRDefault="00C40707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Przegląd miesięczny (próbny rozruch wentylatorów)</w:t>
            </w:r>
          </w:p>
        </w:tc>
        <w:tc>
          <w:tcPr>
            <w:tcW w:w="1986" w:type="dxa"/>
            <w:shd w:val="clear" w:color="auto" w:fill="auto"/>
            <w:vAlign w:val="center"/>
          </w:tcPr>
          <w:p w14:paraId="2C7AC848" w14:textId="38DF3718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D622CAC" w14:textId="77777777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3A58BD5E" w14:textId="5BA2E71B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C40707" w14:paraId="4B352F0A" w14:textId="77777777" w:rsidTr="00F3558F">
        <w:trPr>
          <w:trHeight w:val="510"/>
        </w:trPr>
        <w:tc>
          <w:tcPr>
            <w:tcW w:w="1015" w:type="dxa"/>
            <w:shd w:val="clear" w:color="auto" w:fill="F2F2F2" w:themeFill="background1" w:themeFillShade="F2"/>
            <w:vAlign w:val="center"/>
            <w:hideMark/>
          </w:tcPr>
          <w:p w14:paraId="4909FAD3" w14:textId="77777777" w:rsidR="00C40707" w:rsidRDefault="00C40707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5781" w:type="dxa"/>
            <w:shd w:val="clear" w:color="auto" w:fill="auto"/>
            <w:vAlign w:val="center"/>
            <w:hideMark/>
          </w:tcPr>
          <w:p w14:paraId="1EE84ACB" w14:textId="77777777" w:rsidR="00C40707" w:rsidRDefault="00C40707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Przegląd kwartalny </w:t>
            </w:r>
          </w:p>
        </w:tc>
        <w:tc>
          <w:tcPr>
            <w:tcW w:w="1986" w:type="dxa"/>
            <w:shd w:val="clear" w:color="auto" w:fill="auto"/>
            <w:vAlign w:val="center"/>
          </w:tcPr>
          <w:p w14:paraId="508A14ED" w14:textId="6651652A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C51B75D" w14:textId="77777777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45F460DF" w14:textId="1388D166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C40707" w14:paraId="74D1AF2A" w14:textId="77777777" w:rsidTr="001A6B04">
        <w:trPr>
          <w:trHeight w:val="510"/>
        </w:trPr>
        <w:tc>
          <w:tcPr>
            <w:tcW w:w="14029" w:type="dxa"/>
            <w:gridSpan w:val="5"/>
            <w:shd w:val="clear" w:color="000000" w:fill="E7E6E6"/>
            <w:vAlign w:val="center"/>
            <w:hideMark/>
          </w:tcPr>
          <w:p w14:paraId="525A7F47" w14:textId="77777777" w:rsidR="00C40707" w:rsidRDefault="00C40707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System oddymiania (SO) – budynek Muzeum Śląskiego w Katowicach - al. W. Korfantego 3</w:t>
            </w:r>
          </w:p>
        </w:tc>
      </w:tr>
      <w:tr w:rsidR="00C40707" w14:paraId="38B2F608" w14:textId="77777777" w:rsidTr="00F3558F">
        <w:trPr>
          <w:trHeight w:val="510"/>
        </w:trPr>
        <w:tc>
          <w:tcPr>
            <w:tcW w:w="1015" w:type="dxa"/>
            <w:shd w:val="clear" w:color="auto" w:fill="F2F2F2" w:themeFill="background1" w:themeFillShade="F2"/>
            <w:vAlign w:val="center"/>
            <w:hideMark/>
          </w:tcPr>
          <w:p w14:paraId="2B39DF70" w14:textId="77777777" w:rsidR="00C40707" w:rsidRDefault="00C40707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5781" w:type="dxa"/>
            <w:shd w:val="clear" w:color="auto" w:fill="auto"/>
            <w:vAlign w:val="center"/>
            <w:hideMark/>
          </w:tcPr>
          <w:p w14:paraId="663D84DB" w14:textId="77777777" w:rsidR="00C40707" w:rsidRDefault="00C40707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Przegląd półroczny</w:t>
            </w:r>
          </w:p>
        </w:tc>
        <w:tc>
          <w:tcPr>
            <w:tcW w:w="1986" w:type="dxa"/>
            <w:shd w:val="clear" w:color="auto" w:fill="auto"/>
            <w:vAlign w:val="center"/>
            <w:hideMark/>
          </w:tcPr>
          <w:p w14:paraId="611EB619" w14:textId="02D600B0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23CD68A" w14:textId="77777777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22FF56D5" w14:textId="66E5101D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C40707" w14:paraId="32219F16" w14:textId="77777777" w:rsidTr="001A6B04">
        <w:trPr>
          <w:trHeight w:val="510"/>
        </w:trPr>
        <w:tc>
          <w:tcPr>
            <w:tcW w:w="14029" w:type="dxa"/>
            <w:gridSpan w:val="5"/>
            <w:shd w:val="clear" w:color="000000" w:fill="E7E6E6"/>
            <w:vAlign w:val="center"/>
            <w:hideMark/>
          </w:tcPr>
          <w:p w14:paraId="449563C7" w14:textId="77777777" w:rsidR="00C40707" w:rsidRDefault="00C40707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Sterowanie FCP- budynki MSGG, MS8, MS15, MSTG, MSCH Muzeum Śląskiego w Katowicach - ul. T. Dobrowolskiego 1</w:t>
            </w:r>
          </w:p>
        </w:tc>
      </w:tr>
      <w:tr w:rsidR="00C40707" w14:paraId="47F3EE19" w14:textId="77777777" w:rsidTr="00F3558F">
        <w:trPr>
          <w:trHeight w:val="510"/>
        </w:trPr>
        <w:tc>
          <w:tcPr>
            <w:tcW w:w="1015" w:type="dxa"/>
            <w:shd w:val="clear" w:color="auto" w:fill="F2F2F2" w:themeFill="background1" w:themeFillShade="F2"/>
            <w:vAlign w:val="center"/>
            <w:hideMark/>
          </w:tcPr>
          <w:p w14:paraId="4EE0E802" w14:textId="77777777" w:rsidR="00C40707" w:rsidRDefault="00C40707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5781" w:type="dxa"/>
            <w:shd w:val="clear" w:color="auto" w:fill="auto"/>
            <w:vAlign w:val="center"/>
            <w:hideMark/>
          </w:tcPr>
          <w:p w14:paraId="2531667A" w14:textId="531D4B96" w:rsidR="00C40707" w:rsidRDefault="00C40707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Przegląd półroczny </w:t>
            </w:r>
          </w:p>
        </w:tc>
        <w:tc>
          <w:tcPr>
            <w:tcW w:w="1986" w:type="dxa"/>
            <w:shd w:val="clear" w:color="auto" w:fill="auto"/>
            <w:vAlign w:val="center"/>
            <w:hideMark/>
          </w:tcPr>
          <w:p w14:paraId="73351050" w14:textId="7CA820DE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5BFBD87" w14:textId="77777777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37D6D69C" w14:textId="5901F0EA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</w:tbl>
    <w:p w14:paraId="52F1ADE0" w14:textId="77777777" w:rsidR="001A6B04" w:rsidRDefault="001A6B04">
      <w:r>
        <w:br w:type="page"/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5"/>
        <w:gridCol w:w="5781"/>
        <w:gridCol w:w="1986"/>
        <w:gridCol w:w="1560"/>
        <w:gridCol w:w="3687"/>
      </w:tblGrid>
      <w:tr w:rsidR="00C40707" w14:paraId="0B5CE3EE" w14:textId="77777777" w:rsidTr="001A6B04">
        <w:trPr>
          <w:trHeight w:val="510"/>
        </w:trPr>
        <w:tc>
          <w:tcPr>
            <w:tcW w:w="14029" w:type="dxa"/>
            <w:gridSpan w:val="5"/>
            <w:shd w:val="clear" w:color="000000" w:fill="E7E6E6"/>
            <w:vAlign w:val="center"/>
            <w:hideMark/>
          </w:tcPr>
          <w:p w14:paraId="7401FD3C" w14:textId="4CE04631" w:rsidR="00C40707" w:rsidRDefault="00C40707" w:rsidP="00DD32D1">
            <w:pPr>
              <w:jc w:val="center"/>
              <w:rPr>
                <w:rFonts w:ascii="Trebuchet MS" w:hAnsi="Trebuchet MS" w:cs="Calibr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sz w:val="20"/>
                <w:szCs w:val="20"/>
              </w:rPr>
              <w:lastRenderedPageBreak/>
              <w:t>Kurtyny dymowe i bramy pożarowe – budynki MSGG, MSCH, MSTG Muzeum Śląskiego w Katowicach - ul. T. Dobrowolskiego 1</w:t>
            </w:r>
          </w:p>
        </w:tc>
      </w:tr>
      <w:tr w:rsidR="00C40707" w14:paraId="210F56BA" w14:textId="77777777" w:rsidTr="00F3558F">
        <w:trPr>
          <w:trHeight w:val="510"/>
        </w:trPr>
        <w:tc>
          <w:tcPr>
            <w:tcW w:w="1015" w:type="dxa"/>
            <w:shd w:val="clear" w:color="auto" w:fill="F2F2F2" w:themeFill="background1" w:themeFillShade="F2"/>
            <w:vAlign w:val="center"/>
            <w:hideMark/>
          </w:tcPr>
          <w:p w14:paraId="05A0E221" w14:textId="77777777" w:rsidR="00C40707" w:rsidRDefault="00C40707">
            <w:pPr>
              <w:jc w:val="center"/>
              <w:rPr>
                <w:rFonts w:ascii="Trebuchet MS" w:hAnsi="Trebuchet MS" w:cs="Calibri"/>
                <w:i/>
                <w:iCs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sz w:val="20"/>
                <w:szCs w:val="20"/>
              </w:rPr>
              <w:t>19</w:t>
            </w:r>
          </w:p>
        </w:tc>
        <w:tc>
          <w:tcPr>
            <w:tcW w:w="5781" w:type="dxa"/>
            <w:shd w:val="clear" w:color="auto" w:fill="auto"/>
            <w:vAlign w:val="center"/>
            <w:hideMark/>
          </w:tcPr>
          <w:p w14:paraId="080FB61A" w14:textId="77777777" w:rsidR="00C40707" w:rsidRDefault="00C40707">
            <w:pPr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>Przegląd kwartalny</w:t>
            </w:r>
          </w:p>
        </w:tc>
        <w:tc>
          <w:tcPr>
            <w:tcW w:w="1986" w:type="dxa"/>
            <w:shd w:val="clear" w:color="auto" w:fill="auto"/>
            <w:vAlign w:val="center"/>
          </w:tcPr>
          <w:p w14:paraId="5DC9BA11" w14:textId="3A841C0C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EF407FA" w14:textId="77777777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12E2C795" w14:textId="78AD7480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C40707" w14:paraId="27B2D2C6" w14:textId="77777777" w:rsidTr="00F3558F">
        <w:trPr>
          <w:trHeight w:val="510"/>
        </w:trPr>
        <w:tc>
          <w:tcPr>
            <w:tcW w:w="1015" w:type="dxa"/>
            <w:shd w:val="clear" w:color="auto" w:fill="F2F2F2" w:themeFill="background1" w:themeFillShade="F2"/>
            <w:vAlign w:val="center"/>
            <w:hideMark/>
          </w:tcPr>
          <w:p w14:paraId="647EEEDE" w14:textId="77777777" w:rsidR="00C40707" w:rsidRDefault="00C40707">
            <w:pPr>
              <w:jc w:val="center"/>
              <w:rPr>
                <w:rFonts w:ascii="Trebuchet MS" w:hAnsi="Trebuchet MS" w:cs="Calibri"/>
                <w:i/>
                <w:iCs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sz w:val="20"/>
                <w:szCs w:val="20"/>
              </w:rPr>
              <w:t>20</w:t>
            </w:r>
          </w:p>
        </w:tc>
        <w:tc>
          <w:tcPr>
            <w:tcW w:w="5781" w:type="dxa"/>
            <w:shd w:val="clear" w:color="auto" w:fill="auto"/>
            <w:vAlign w:val="center"/>
            <w:hideMark/>
          </w:tcPr>
          <w:p w14:paraId="749E978E" w14:textId="77777777" w:rsidR="00C40707" w:rsidRDefault="00C40707">
            <w:pPr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>Przegląd półroczny</w:t>
            </w:r>
          </w:p>
        </w:tc>
        <w:tc>
          <w:tcPr>
            <w:tcW w:w="1986" w:type="dxa"/>
            <w:shd w:val="clear" w:color="auto" w:fill="auto"/>
            <w:vAlign w:val="center"/>
          </w:tcPr>
          <w:p w14:paraId="03292BC9" w14:textId="7934C66E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D81619C" w14:textId="77777777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478A823A" w14:textId="315B4D29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C40707" w14:paraId="244AB297" w14:textId="77777777" w:rsidTr="001A6B04">
        <w:trPr>
          <w:trHeight w:val="510"/>
        </w:trPr>
        <w:tc>
          <w:tcPr>
            <w:tcW w:w="14029" w:type="dxa"/>
            <w:gridSpan w:val="5"/>
            <w:shd w:val="clear" w:color="000000" w:fill="E7E6E6"/>
            <w:vAlign w:val="center"/>
            <w:hideMark/>
          </w:tcPr>
          <w:p w14:paraId="124CB865" w14:textId="77777777" w:rsidR="00C40707" w:rsidRDefault="00C40707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Drzwi pożarowe w budynkach MSGG, MSCH, MSTG, MS8, MS15, MS46, Łaźnia, Stolarnia Muzeum Śląskiego w Katowicach - ul. T. Dobrowolskiego 1</w:t>
            </w:r>
          </w:p>
        </w:tc>
      </w:tr>
      <w:tr w:rsidR="00F3558F" w14:paraId="02C04390" w14:textId="77777777" w:rsidTr="00F3558F">
        <w:trPr>
          <w:trHeight w:val="510"/>
        </w:trPr>
        <w:tc>
          <w:tcPr>
            <w:tcW w:w="1015" w:type="dxa"/>
            <w:shd w:val="clear" w:color="auto" w:fill="F2F2F2" w:themeFill="background1" w:themeFillShade="F2"/>
            <w:vAlign w:val="center"/>
            <w:hideMark/>
          </w:tcPr>
          <w:p w14:paraId="60B211A9" w14:textId="77777777" w:rsidR="00F3558F" w:rsidRDefault="00F3558F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781" w:type="dxa"/>
            <w:shd w:val="clear" w:color="auto" w:fill="auto"/>
            <w:vAlign w:val="center"/>
            <w:hideMark/>
          </w:tcPr>
          <w:p w14:paraId="2A5C7330" w14:textId="77777777" w:rsidR="00F3558F" w:rsidRDefault="00F3558F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Przegląd półroczny</w:t>
            </w:r>
          </w:p>
        </w:tc>
        <w:tc>
          <w:tcPr>
            <w:tcW w:w="1986" w:type="dxa"/>
            <w:shd w:val="clear" w:color="auto" w:fill="auto"/>
            <w:vAlign w:val="center"/>
            <w:hideMark/>
          </w:tcPr>
          <w:p w14:paraId="37BBB667" w14:textId="16ABDEB6" w:rsidR="00F3558F" w:rsidRDefault="00F3558F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7516F93" w14:textId="77777777" w:rsidR="00F3558F" w:rsidRDefault="00F3558F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4A32324B" w14:textId="5A8BA42A" w:rsidR="00F3558F" w:rsidRDefault="00F3558F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DD32D1" w14:paraId="280B09F2" w14:textId="77777777" w:rsidTr="00F355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7"/>
        </w:trPr>
        <w:tc>
          <w:tcPr>
            <w:tcW w:w="101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8B2DF08" w14:textId="7BDD4520" w:rsidR="00DD32D1" w:rsidRDefault="00DD32D1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578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122FEBD" w14:textId="0ECEA732" w:rsidR="00DD32D1" w:rsidRDefault="00DD32D1" w:rsidP="00DD32D1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Praca Przedstawiciela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693616A" w14:textId="77777777" w:rsidR="00DD32D1" w:rsidRDefault="00DD32D1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 xml:space="preserve">Cena netto 1 R-G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F0D07A8" w14:textId="00058FDF" w:rsidR="00DD32D1" w:rsidRDefault="00D35098" w:rsidP="001A6B04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Ilość R-G w </w:t>
            </w:r>
            <w:r w:rsidR="00DD32D1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czasie realizacji zamówienia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1EBA44D" w14:textId="76744F28" w:rsidR="00DD32D1" w:rsidRDefault="00DD32D1" w:rsidP="001A6B04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 xml:space="preserve">Łączna wartość netto PLN w czasie realizacji zamówienia </w:t>
            </w:r>
          </w:p>
        </w:tc>
      </w:tr>
      <w:tr w:rsidR="00DD32D1" w14:paraId="56EBE0F0" w14:textId="77777777" w:rsidTr="00F355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"/>
        </w:trPr>
        <w:tc>
          <w:tcPr>
            <w:tcW w:w="1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A8958F0" w14:textId="77777777" w:rsidR="00DD32D1" w:rsidRDefault="00DD32D1">
            <w:pP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781" w:type="dxa"/>
            <w:vMerge/>
            <w:tcBorders>
              <w:left w:val="nil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225C8BB" w14:textId="3D4FA33B" w:rsidR="00DD32D1" w:rsidRDefault="00DD32D1" w:rsidP="00E92F8F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E9263BB" w14:textId="77777777" w:rsidR="00DD32D1" w:rsidRPr="00DD32D1" w:rsidRDefault="00DD32D1">
            <w:pPr>
              <w:jc w:val="center"/>
              <w:rPr>
                <w:rFonts w:ascii="Trebuchet MS" w:hAnsi="Trebuchet MS" w:cs="Calibri"/>
                <w:b/>
                <w:bCs/>
                <w:i/>
                <w:color w:val="000000"/>
                <w:sz w:val="16"/>
                <w:szCs w:val="20"/>
              </w:rPr>
            </w:pPr>
            <w:r w:rsidRPr="00DD32D1">
              <w:rPr>
                <w:rFonts w:ascii="Trebuchet MS" w:hAnsi="Trebuchet MS" w:cs="Calibri"/>
                <w:b/>
                <w:bCs/>
                <w:i/>
                <w:color w:val="000000"/>
                <w:sz w:val="16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108E6CE" w14:textId="77777777" w:rsidR="00DD32D1" w:rsidRPr="00DD32D1" w:rsidRDefault="00DD32D1">
            <w:pPr>
              <w:jc w:val="center"/>
              <w:rPr>
                <w:rFonts w:ascii="Trebuchet MS" w:hAnsi="Trebuchet MS" w:cs="Calibri"/>
                <w:b/>
                <w:bCs/>
                <w:i/>
                <w:color w:val="000000"/>
                <w:sz w:val="16"/>
                <w:szCs w:val="20"/>
              </w:rPr>
            </w:pPr>
            <w:r w:rsidRPr="00DD32D1">
              <w:rPr>
                <w:rFonts w:ascii="Trebuchet MS" w:hAnsi="Trebuchet MS" w:cs="Calibri"/>
                <w:b/>
                <w:bCs/>
                <w:i/>
                <w:color w:val="000000"/>
                <w:sz w:val="16"/>
                <w:szCs w:val="20"/>
              </w:rPr>
              <w:t>2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D8B5FED" w14:textId="509836E8" w:rsidR="00DD32D1" w:rsidRPr="00DD32D1" w:rsidRDefault="00DD32D1">
            <w:pPr>
              <w:jc w:val="center"/>
              <w:rPr>
                <w:rFonts w:ascii="Trebuchet MS" w:hAnsi="Trebuchet MS" w:cs="Calibri"/>
                <w:b/>
                <w:bCs/>
                <w:i/>
                <w:color w:val="000000"/>
                <w:sz w:val="16"/>
                <w:szCs w:val="20"/>
              </w:rPr>
            </w:pPr>
            <w:r w:rsidRPr="00DD32D1">
              <w:rPr>
                <w:rFonts w:ascii="Trebuchet MS" w:hAnsi="Trebuchet MS" w:cs="Calibri"/>
                <w:b/>
                <w:bCs/>
                <w:i/>
                <w:color w:val="000000"/>
                <w:sz w:val="16"/>
                <w:szCs w:val="20"/>
              </w:rPr>
              <w:t>3= 1x 2</w:t>
            </w:r>
          </w:p>
        </w:tc>
      </w:tr>
      <w:tr w:rsidR="00DD32D1" w14:paraId="6C51DF8D" w14:textId="77777777" w:rsidTr="00F355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7"/>
        </w:trPr>
        <w:tc>
          <w:tcPr>
            <w:tcW w:w="1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2128DC" w14:textId="77777777" w:rsidR="00DD32D1" w:rsidRDefault="00DD32D1">
            <w:pP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78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D295950" w14:textId="0FDE7559" w:rsidR="00DD32D1" w:rsidRDefault="00DD32D1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42049" w14:textId="3A25B401" w:rsidR="00DD32D1" w:rsidRDefault="00DD32D1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782A3" w14:textId="77777777" w:rsidR="00DD32D1" w:rsidRDefault="00DD32D1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473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B7344" w14:textId="53774E8C" w:rsidR="00DD32D1" w:rsidRDefault="00DD32D1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2C70BC" w14:paraId="4A11BA13" w14:textId="77777777" w:rsidTr="00F355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6"/>
        </w:trPr>
        <w:tc>
          <w:tcPr>
            <w:tcW w:w="1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FA1AFD" w14:textId="77777777" w:rsidR="00C40707" w:rsidRDefault="00C40707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57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4EA0BA3" w14:textId="5C456777" w:rsidR="00C40707" w:rsidRDefault="00C40707" w:rsidP="008C75BC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 xml:space="preserve">Praca </w:t>
            </w:r>
            <w:r w:rsidR="008C75BC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 xml:space="preserve">Koordynatorów technicznych 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1CD611B" w14:textId="41E29A25" w:rsidR="00C40707" w:rsidRDefault="00D35098" w:rsidP="002C70BC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 xml:space="preserve">Cena netto </w:t>
            </w:r>
            <w:r w:rsidR="00C40707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 xml:space="preserve">1 R-G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5E5"/>
            <w:vAlign w:val="center"/>
            <w:hideMark/>
          </w:tcPr>
          <w:p w14:paraId="3F130A12" w14:textId="20B277B4" w:rsidR="00C40707" w:rsidRDefault="00D35098" w:rsidP="001A6B04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Ilość R-G w </w:t>
            </w:r>
            <w:r w:rsidR="00C40707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czasie realizacji zamówienia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5E5"/>
            <w:vAlign w:val="center"/>
            <w:hideMark/>
          </w:tcPr>
          <w:p w14:paraId="58763666" w14:textId="5F00E4A1" w:rsidR="00C40707" w:rsidRDefault="00C40707" w:rsidP="001A6B04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Łączna wartość netto PLN</w:t>
            </w:r>
            <w:r w:rsidR="001A6B04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 xml:space="preserve"> w czasie realizacji zamówienia</w:t>
            </w:r>
          </w:p>
        </w:tc>
      </w:tr>
      <w:tr w:rsidR="002C70BC" w14:paraId="46E1A08E" w14:textId="77777777" w:rsidTr="00F355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"/>
        </w:trPr>
        <w:tc>
          <w:tcPr>
            <w:tcW w:w="1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1C4EA2" w14:textId="77777777" w:rsidR="00C40707" w:rsidRDefault="00C40707">
            <w:pP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7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016DA0" w14:textId="77777777" w:rsidR="00C40707" w:rsidRDefault="00C40707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3D7659F" w14:textId="77777777" w:rsidR="00C40707" w:rsidRPr="00DD32D1" w:rsidRDefault="00C40707">
            <w:pPr>
              <w:jc w:val="center"/>
              <w:rPr>
                <w:rFonts w:ascii="Trebuchet MS" w:hAnsi="Trebuchet MS" w:cs="Calibri"/>
                <w:b/>
                <w:bCs/>
                <w:i/>
                <w:color w:val="000000"/>
                <w:sz w:val="16"/>
                <w:szCs w:val="20"/>
              </w:rPr>
            </w:pPr>
            <w:r w:rsidRPr="00DD32D1">
              <w:rPr>
                <w:rFonts w:ascii="Trebuchet MS" w:hAnsi="Trebuchet MS" w:cs="Calibri"/>
                <w:b/>
                <w:bCs/>
                <w:i/>
                <w:color w:val="000000"/>
                <w:sz w:val="16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9625E13" w14:textId="77777777" w:rsidR="00C40707" w:rsidRPr="00DD32D1" w:rsidRDefault="00C40707">
            <w:pPr>
              <w:jc w:val="center"/>
              <w:rPr>
                <w:rFonts w:ascii="Trebuchet MS" w:hAnsi="Trebuchet MS" w:cs="Calibri"/>
                <w:b/>
                <w:bCs/>
                <w:i/>
                <w:color w:val="000000"/>
                <w:sz w:val="16"/>
                <w:szCs w:val="20"/>
              </w:rPr>
            </w:pPr>
            <w:r w:rsidRPr="00DD32D1">
              <w:rPr>
                <w:rFonts w:ascii="Trebuchet MS" w:hAnsi="Trebuchet MS" w:cs="Calibri"/>
                <w:b/>
                <w:bCs/>
                <w:i/>
                <w:color w:val="000000"/>
                <w:sz w:val="16"/>
                <w:szCs w:val="20"/>
              </w:rPr>
              <w:t>2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DBFEC85" w14:textId="7282DE51" w:rsidR="00C40707" w:rsidRPr="00DD32D1" w:rsidRDefault="00C40707">
            <w:pPr>
              <w:jc w:val="center"/>
              <w:rPr>
                <w:rFonts w:ascii="Trebuchet MS" w:hAnsi="Trebuchet MS" w:cs="Calibri"/>
                <w:b/>
                <w:bCs/>
                <w:i/>
                <w:color w:val="000000"/>
                <w:sz w:val="16"/>
                <w:szCs w:val="20"/>
              </w:rPr>
            </w:pPr>
            <w:r w:rsidRPr="00DD32D1">
              <w:rPr>
                <w:rFonts w:ascii="Trebuchet MS" w:hAnsi="Trebuchet MS" w:cs="Calibri"/>
                <w:b/>
                <w:bCs/>
                <w:i/>
                <w:color w:val="000000"/>
                <w:sz w:val="16"/>
                <w:szCs w:val="20"/>
              </w:rPr>
              <w:t>3=</w:t>
            </w:r>
            <w:r w:rsidR="00DD32D1" w:rsidRPr="00DD32D1">
              <w:rPr>
                <w:rFonts w:ascii="Trebuchet MS" w:hAnsi="Trebuchet MS" w:cs="Calibri"/>
                <w:b/>
                <w:bCs/>
                <w:i/>
                <w:color w:val="000000"/>
                <w:sz w:val="16"/>
                <w:szCs w:val="20"/>
              </w:rPr>
              <w:t xml:space="preserve"> </w:t>
            </w:r>
            <w:r w:rsidRPr="00DD32D1">
              <w:rPr>
                <w:rFonts w:ascii="Trebuchet MS" w:hAnsi="Trebuchet MS" w:cs="Calibri"/>
                <w:b/>
                <w:bCs/>
                <w:i/>
                <w:color w:val="000000"/>
                <w:sz w:val="16"/>
                <w:szCs w:val="20"/>
              </w:rPr>
              <w:t>1</w:t>
            </w:r>
            <w:r w:rsidR="00DD32D1" w:rsidRPr="00DD32D1">
              <w:rPr>
                <w:rFonts w:ascii="Trebuchet MS" w:hAnsi="Trebuchet MS" w:cs="Calibri"/>
                <w:b/>
                <w:bCs/>
                <w:i/>
                <w:color w:val="000000"/>
                <w:sz w:val="16"/>
                <w:szCs w:val="20"/>
              </w:rPr>
              <w:t xml:space="preserve"> </w:t>
            </w:r>
            <w:r w:rsidRPr="00DD32D1">
              <w:rPr>
                <w:rFonts w:ascii="Trebuchet MS" w:hAnsi="Trebuchet MS" w:cs="Calibri"/>
                <w:b/>
                <w:bCs/>
                <w:i/>
                <w:color w:val="000000"/>
                <w:sz w:val="16"/>
                <w:szCs w:val="20"/>
              </w:rPr>
              <w:t>x</w:t>
            </w:r>
            <w:r w:rsidR="00DD32D1" w:rsidRPr="00DD32D1">
              <w:rPr>
                <w:rFonts w:ascii="Trebuchet MS" w:hAnsi="Trebuchet MS" w:cs="Calibri"/>
                <w:b/>
                <w:bCs/>
                <w:i/>
                <w:color w:val="000000"/>
                <w:sz w:val="16"/>
                <w:szCs w:val="20"/>
              </w:rPr>
              <w:t xml:space="preserve"> </w:t>
            </w:r>
            <w:r w:rsidRPr="00DD32D1">
              <w:rPr>
                <w:rFonts w:ascii="Trebuchet MS" w:hAnsi="Trebuchet MS" w:cs="Calibri"/>
                <w:b/>
                <w:bCs/>
                <w:i/>
                <w:color w:val="000000"/>
                <w:sz w:val="16"/>
                <w:szCs w:val="20"/>
              </w:rPr>
              <w:t>2</w:t>
            </w:r>
          </w:p>
        </w:tc>
      </w:tr>
      <w:tr w:rsidR="00C40707" w14:paraId="24867082" w14:textId="77777777" w:rsidTr="00F355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3"/>
        </w:trPr>
        <w:tc>
          <w:tcPr>
            <w:tcW w:w="1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8D93356" w14:textId="77777777" w:rsidR="00C40707" w:rsidRDefault="00C40707">
            <w:pP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7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935C96" w14:textId="77777777" w:rsidR="00C40707" w:rsidRDefault="00C40707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3A102" w14:textId="230D35F1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4C49B" w14:textId="77777777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1584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76A50" w14:textId="4CDB134D" w:rsidR="00C40707" w:rsidRDefault="00C40707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</w:tc>
      </w:tr>
      <w:tr w:rsidR="00C40707" w14:paraId="6010D585" w14:textId="77777777" w:rsidTr="00F355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1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96DEDA" w14:textId="77777777" w:rsidR="00C40707" w:rsidRDefault="00C40707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932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14:paraId="3AF030CE" w14:textId="28F0DAC5" w:rsidR="00C40707" w:rsidRDefault="00C40707" w:rsidP="00DD32D1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RAZEM WARTOŚĆ NETTO</w:t>
            </w:r>
            <w:r w:rsidR="00DD32D1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 xml:space="preserve"> (PLN):</w:t>
            </w:r>
          </w:p>
        </w:tc>
        <w:tc>
          <w:tcPr>
            <w:tcW w:w="36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B8D1FFC" w14:textId="0B804605" w:rsidR="00C40707" w:rsidRDefault="00C40707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40707" w14:paraId="1D296386" w14:textId="77777777" w:rsidTr="00F355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1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0DC3A65" w14:textId="77777777" w:rsidR="00C40707" w:rsidRDefault="00C40707">
            <w:pP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32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BB8D776" w14:textId="77777777" w:rsidR="00C40707" w:rsidRDefault="00C40707" w:rsidP="00DD32D1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D2E8823" w14:textId="77777777" w:rsidR="00C40707" w:rsidRDefault="00C40707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40707" w14:paraId="4237F535" w14:textId="77777777" w:rsidTr="00F355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1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7DBBB5F" w14:textId="77777777" w:rsidR="00C40707" w:rsidRDefault="00C40707">
            <w:pPr>
              <w:jc w:val="center"/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932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14:paraId="23B009BC" w14:textId="07F9D5BD" w:rsidR="00C40707" w:rsidRDefault="00C40707" w:rsidP="00DD32D1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RAZEM WARTOŚĆ BRUTTO</w:t>
            </w:r>
            <w:r w:rsidR="00DD32D1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 xml:space="preserve"> (PLN):</w:t>
            </w:r>
          </w:p>
        </w:tc>
        <w:tc>
          <w:tcPr>
            <w:tcW w:w="36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37247C4" w14:textId="530AE783" w:rsidR="00C40707" w:rsidRDefault="00C40707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40707" w14:paraId="282C557D" w14:textId="77777777" w:rsidTr="00F355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1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7C6C545" w14:textId="77777777" w:rsidR="00C40707" w:rsidRDefault="00C40707">
            <w:pPr>
              <w:rPr>
                <w:rFonts w:ascii="Trebuchet MS" w:hAnsi="Trebuchet MS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32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F8AF229" w14:textId="77777777" w:rsidR="00C40707" w:rsidRDefault="00C40707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078DFBE" w14:textId="77777777" w:rsidR="00C40707" w:rsidRDefault="00C40707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06D23BF7" w14:textId="77777777" w:rsidR="00C40707" w:rsidRDefault="00C40707" w:rsidP="00C40707"/>
    <w:p w14:paraId="4A5335DE" w14:textId="3D972F02" w:rsidR="00C40707" w:rsidRPr="000053D5" w:rsidRDefault="000053D5" w:rsidP="000053D5">
      <w:pPr>
        <w:ind w:left="11199"/>
        <w:rPr>
          <w:rFonts w:ascii="Trebuchet MS" w:hAnsi="Trebuchet MS"/>
          <w:b/>
        </w:rPr>
      </w:pPr>
      <w:r w:rsidRPr="000053D5">
        <w:rPr>
          <w:rFonts w:ascii="Trebuchet MS" w:hAnsi="Trebuchet MS"/>
          <w:b/>
        </w:rPr>
        <w:t>Podpis</w:t>
      </w:r>
    </w:p>
    <w:p w14:paraId="5B9F0396" w14:textId="77777777" w:rsidR="000053D5" w:rsidRDefault="000053D5" w:rsidP="00C40707"/>
    <w:p w14:paraId="7E596A5B" w14:textId="77777777" w:rsidR="000053D5" w:rsidRDefault="000053D5" w:rsidP="00C40707"/>
    <w:p w14:paraId="61E8D3AF" w14:textId="77777777" w:rsidR="000053D5" w:rsidRPr="00BD68BD" w:rsidRDefault="000053D5" w:rsidP="000053D5">
      <w:pPr>
        <w:tabs>
          <w:tab w:val="left" w:pos="4253"/>
        </w:tabs>
        <w:spacing w:after="60"/>
        <w:ind w:left="8789"/>
        <w:jc w:val="center"/>
        <w:rPr>
          <w:rFonts w:ascii="Trebuchet MS" w:hAnsi="Trebuchet MS" w:cs="Tahoma"/>
          <w:sz w:val="16"/>
          <w:szCs w:val="16"/>
        </w:rPr>
      </w:pPr>
      <w:r w:rsidRPr="00BD68BD">
        <w:rPr>
          <w:rFonts w:ascii="Trebuchet MS" w:hAnsi="Trebuchet MS" w:cs="Tahoma"/>
          <w:sz w:val="16"/>
          <w:szCs w:val="16"/>
        </w:rPr>
        <w:t>.......................................................................</w:t>
      </w:r>
    </w:p>
    <w:p w14:paraId="3C0DC8A6" w14:textId="6D3F5439" w:rsidR="000053D5" w:rsidRPr="00BD68BD" w:rsidRDefault="008C406B" w:rsidP="000053D5">
      <w:pPr>
        <w:ind w:left="8789"/>
        <w:jc w:val="center"/>
        <w:rPr>
          <w:rFonts w:ascii="Trebuchet MS" w:hAnsi="Trebuchet MS" w:cs="Tahoma"/>
          <w:sz w:val="16"/>
          <w:szCs w:val="16"/>
        </w:rPr>
      </w:pPr>
      <w:r w:rsidRPr="008C406B">
        <w:rPr>
          <w:rFonts w:ascii="Trebuchet MS" w:hAnsi="Trebuchet MS" w:cs="Tahoma"/>
          <w:sz w:val="16"/>
          <w:szCs w:val="16"/>
        </w:rPr>
        <w:t>czytelny podpis lub podpis na pieczęci</w:t>
      </w:r>
      <w:r>
        <w:rPr>
          <w:rFonts w:ascii="Trebuchet MS" w:hAnsi="Trebuchet MS" w:cs="Tahoma"/>
          <w:sz w:val="16"/>
          <w:szCs w:val="16"/>
        </w:rPr>
        <w:t xml:space="preserve"> imiennej osoby upoważnionej do </w:t>
      </w:r>
      <w:r w:rsidRPr="008C406B">
        <w:rPr>
          <w:rFonts w:ascii="Trebuchet MS" w:hAnsi="Trebuchet MS" w:cs="Tahoma"/>
          <w:sz w:val="16"/>
          <w:szCs w:val="16"/>
        </w:rPr>
        <w:t>składania oświadczeń w imieniu Wykonawcy</w:t>
      </w:r>
    </w:p>
    <w:p w14:paraId="75466CE3" w14:textId="77777777" w:rsidR="00C40707" w:rsidRDefault="00C40707" w:rsidP="00C40707"/>
    <w:p w14:paraId="00EDCA84" w14:textId="27B09D4F" w:rsidR="00F3558F" w:rsidRDefault="00F3558F">
      <w:pPr>
        <w:rPr>
          <w:rFonts w:ascii="Trebuchet MS" w:hAnsi="Trebuchet MS"/>
          <w:sz w:val="20"/>
          <w:szCs w:val="20"/>
        </w:rPr>
      </w:pPr>
      <w:bookmarkStart w:id="0" w:name="_GoBack"/>
      <w:bookmarkEnd w:id="0"/>
    </w:p>
    <w:sectPr w:rsidR="00F3558F" w:rsidSect="00D70251">
      <w:headerReference w:type="first" r:id="rId8"/>
      <w:pgSz w:w="16839" w:h="11907" w:orient="landscape" w:code="9"/>
      <w:pgMar w:top="992" w:right="1418" w:bottom="924" w:left="1418" w:header="567" w:footer="28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695EED" w14:textId="77777777" w:rsidR="00554862" w:rsidRDefault="00554862">
      <w:r>
        <w:separator/>
      </w:r>
    </w:p>
  </w:endnote>
  <w:endnote w:type="continuationSeparator" w:id="0">
    <w:p w14:paraId="4932E58D" w14:textId="77777777" w:rsidR="00554862" w:rsidRDefault="00554862">
      <w:r>
        <w:continuationSeparator/>
      </w:r>
    </w:p>
  </w:endnote>
  <w:endnote w:type="continuationNotice" w:id="1">
    <w:p w14:paraId="670C865D" w14:textId="77777777" w:rsidR="00554862" w:rsidRDefault="005548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BAD742" w14:textId="77777777" w:rsidR="00554862" w:rsidRDefault="00554862">
      <w:r>
        <w:separator/>
      </w:r>
    </w:p>
  </w:footnote>
  <w:footnote w:type="continuationSeparator" w:id="0">
    <w:p w14:paraId="449FDEF6" w14:textId="77777777" w:rsidR="00554862" w:rsidRDefault="00554862">
      <w:r>
        <w:continuationSeparator/>
      </w:r>
    </w:p>
  </w:footnote>
  <w:footnote w:type="continuationNotice" w:id="1">
    <w:p w14:paraId="66779A69" w14:textId="77777777" w:rsidR="00554862" w:rsidRDefault="0055486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A6953F" w14:textId="2F72B20E" w:rsidR="00554862" w:rsidRPr="007C7951" w:rsidRDefault="00554862" w:rsidP="007C7951">
    <w:pPr>
      <w:pStyle w:val="Nagwek"/>
    </w:pPr>
    <w:r w:rsidRPr="00BD68BD">
      <w:rPr>
        <w:rFonts w:ascii="Trebuchet MS" w:hAnsi="Trebuchet MS" w:cs="Tahoma"/>
        <w:sz w:val="20"/>
        <w:szCs w:val="20"/>
      </w:rPr>
      <w:t>Numer referencyjny: MŚ-ZP-</w:t>
    </w:r>
    <w:r>
      <w:rPr>
        <w:rFonts w:ascii="Trebuchet MS" w:hAnsi="Trebuchet MS" w:cs="Tahoma"/>
        <w:sz w:val="20"/>
        <w:szCs w:val="20"/>
      </w:rPr>
      <w:t>WW</w:t>
    </w:r>
    <w:r w:rsidRPr="00BD68BD">
      <w:rPr>
        <w:rFonts w:ascii="Trebuchet MS" w:hAnsi="Trebuchet MS" w:cs="Tahoma"/>
        <w:sz w:val="20"/>
        <w:szCs w:val="20"/>
      </w:rPr>
      <w:t>-333-</w:t>
    </w:r>
    <w:r>
      <w:rPr>
        <w:rFonts w:ascii="Trebuchet MS" w:hAnsi="Trebuchet MS" w:cs="Tahoma"/>
        <w:sz w:val="20"/>
        <w:szCs w:val="20"/>
      </w:rPr>
      <w:t>13/18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EBA6550"/>
    <w:name w:val="WW8Num2"/>
    <w:lvl w:ilvl="0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ascii="Trebuchet MS" w:hAnsi="Trebuchet MS" w:cs="Tahoma" w:hint="default"/>
        <w:b w:val="0"/>
        <w:sz w:val="20"/>
        <w:szCs w:val="20"/>
      </w:rPr>
    </w:lvl>
    <w:lvl w:ilvl="1">
      <w:start w:val="2"/>
      <w:numFmt w:val="decimal"/>
      <w:lvlText w:val="%1.%2."/>
      <w:lvlJc w:val="left"/>
      <w:pPr>
        <w:tabs>
          <w:tab w:val="num" w:pos="2214"/>
        </w:tabs>
        <w:ind w:left="2214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214"/>
        </w:tabs>
        <w:ind w:left="221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74"/>
        </w:tabs>
        <w:ind w:left="257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74"/>
        </w:tabs>
        <w:ind w:left="257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934"/>
        </w:tabs>
        <w:ind w:left="2934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94"/>
        </w:tabs>
        <w:ind w:left="329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4"/>
        </w:tabs>
        <w:ind w:left="32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54"/>
        </w:tabs>
        <w:ind w:left="3654" w:hanging="2160"/>
      </w:pPr>
      <w:rPr>
        <w:rFonts w:cs="Times New Roman" w:hint="default"/>
      </w:rPr>
    </w:lvl>
  </w:abstractNum>
  <w:abstractNum w:abstractNumId="1" w15:restartNumberingAfterBreak="0">
    <w:nsid w:val="00000003"/>
    <w:multiLevelType w:val="singleLevel"/>
    <w:tmpl w:val="EFAC1BC8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</w:abstractNum>
  <w:abstractNum w:abstractNumId="2" w15:restartNumberingAfterBreak="0">
    <w:nsid w:val="00000004"/>
    <w:multiLevelType w:val="multilevel"/>
    <w:tmpl w:val="9C0C2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rebuchet MS" w:hAnsi="Trebuchet MS" w:cs="Tahoma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>
      <w:start w:val="1"/>
      <w:numFmt w:val="decimal"/>
      <w:lvlText w:val="%3)"/>
      <w:lvlJc w:val="left"/>
      <w:pPr>
        <w:tabs>
          <w:tab w:val="num" w:pos="2052"/>
        </w:tabs>
        <w:ind w:left="2052" w:hanging="72"/>
      </w:pPr>
      <w:rPr>
        <w:rFonts w:cs="Times New Roman" w:hint="default"/>
        <w:b/>
        <w:color w:val="auto"/>
        <w:sz w:val="20"/>
        <w:szCs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67EAE9C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ascii="Trebuchet MS" w:eastAsia="Times New Roman" w:hAnsi="Trebuchet MS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7"/>
    <w:multiLevelType w:val="singleLevel"/>
    <w:tmpl w:val="51E8B8E6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ahoma" w:hint="default"/>
        <w:b w:val="0"/>
        <w:sz w:val="20"/>
        <w:szCs w:val="22"/>
      </w:rPr>
    </w:lvl>
  </w:abstractNum>
  <w:abstractNum w:abstractNumId="5" w15:restartNumberingAfterBreak="0">
    <w:nsid w:val="00000008"/>
    <w:multiLevelType w:val="multilevel"/>
    <w:tmpl w:val="BB30B698"/>
    <w:name w:val="WW8Num8"/>
    <w:lvl w:ilvl="0">
      <w:start w:val="1"/>
      <w:numFmt w:val="decimal"/>
      <w:lvlText w:val="%1."/>
      <w:lvlJc w:val="left"/>
      <w:pPr>
        <w:tabs>
          <w:tab w:val="num" w:pos="1050"/>
        </w:tabs>
        <w:ind w:left="1050" w:hanging="1050"/>
      </w:pPr>
      <w:rPr>
        <w:rFonts w:cs="Times New Roman" w:hint="default"/>
      </w:rPr>
    </w:lvl>
    <w:lvl w:ilvl="1">
      <w:start w:val="1"/>
      <w:numFmt w:val="decimal"/>
      <w:lvlText w:val="1.%2."/>
      <w:lvlJc w:val="left"/>
      <w:pPr>
        <w:tabs>
          <w:tab w:val="num" w:pos="720"/>
        </w:tabs>
        <w:ind w:left="720" w:hanging="360"/>
      </w:pPr>
      <w:rPr>
        <w:rFonts w:ascii="Trebuchet MS" w:hAnsi="Trebuchet MS" w:cs="Tahoma" w:hint="default"/>
        <w:b w:val="0"/>
        <w:i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10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6" w15:restartNumberingAfterBreak="0">
    <w:nsid w:val="00000009"/>
    <w:multiLevelType w:val="singleLevel"/>
    <w:tmpl w:val="384873DC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ahoma" w:hint="default"/>
        <w:b w:val="0"/>
        <w:sz w:val="20"/>
        <w:szCs w:val="20"/>
      </w:rPr>
    </w:lvl>
  </w:abstractNum>
  <w:abstractNum w:abstractNumId="7" w15:restartNumberingAfterBreak="0">
    <w:nsid w:val="0000000B"/>
    <w:multiLevelType w:val="singleLevel"/>
    <w:tmpl w:val="953A42E4"/>
    <w:name w:val="WW8Num11"/>
    <w:lvl w:ilvl="0">
      <w:start w:val="1"/>
      <w:numFmt w:val="decimal"/>
      <w:lvlText w:val="1.%1."/>
      <w:lvlJc w:val="left"/>
      <w:pPr>
        <w:tabs>
          <w:tab w:val="num" w:pos="922"/>
        </w:tabs>
        <w:ind w:left="922" w:hanging="562"/>
      </w:pPr>
      <w:rPr>
        <w:rFonts w:ascii="Trebuchet MS" w:hAnsi="Trebuchet MS" w:cs="Tahoma" w:hint="default"/>
        <w:b w:val="0"/>
        <w:sz w:val="20"/>
        <w:szCs w:val="22"/>
      </w:rPr>
    </w:lvl>
  </w:abstractNum>
  <w:abstractNum w:abstractNumId="8" w15:restartNumberingAfterBreak="0">
    <w:nsid w:val="0000000E"/>
    <w:multiLevelType w:val="singleLevel"/>
    <w:tmpl w:val="FA46D844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ahoma" w:hint="default"/>
        <w:b w:val="0"/>
        <w:bCs/>
        <w:i w:val="0"/>
        <w:sz w:val="22"/>
        <w:szCs w:val="20"/>
      </w:rPr>
    </w:lvl>
  </w:abstractNum>
  <w:abstractNum w:abstractNumId="9" w15:restartNumberingAfterBreak="0">
    <w:nsid w:val="0000000F"/>
    <w:multiLevelType w:val="multilevel"/>
    <w:tmpl w:val="6E64910C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Trebuchet MS" w:hAnsi="Trebuchet MS" w:cs="Trebuchet MS"/>
        <w:b w:val="0"/>
        <w:bCs w:val="0"/>
        <w:sz w:val="20"/>
        <w:szCs w:val="20"/>
      </w:rPr>
    </w:lvl>
  </w:abstractNum>
  <w:abstractNum w:abstractNumId="10" w15:restartNumberingAfterBreak="0">
    <w:nsid w:val="00000011"/>
    <w:multiLevelType w:val="singleLevel"/>
    <w:tmpl w:val="C15EBAE6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ahoma" w:hint="default"/>
        <w:b w:val="0"/>
        <w:bCs/>
        <w:iCs/>
        <w:sz w:val="20"/>
        <w:szCs w:val="20"/>
      </w:rPr>
    </w:lvl>
  </w:abstractNum>
  <w:abstractNum w:abstractNumId="11" w15:restartNumberingAfterBreak="0">
    <w:nsid w:val="00000013"/>
    <w:multiLevelType w:val="multilevel"/>
    <w:tmpl w:val="ACA0EEB4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ahoma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2" w15:restartNumberingAfterBreak="0">
    <w:nsid w:val="00000014"/>
    <w:multiLevelType w:val="singleLevel"/>
    <w:tmpl w:val="42C63806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13" w15:restartNumberingAfterBreak="0">
    <w:nsid w:val="01302B03"/>
    <w:multiLevelType w:val="hybridMultilevel"/>
    <w:tmpl w:val="B026591A"/>
    <w:lvl w:ilvl="0" w:tplc="AE3E1B8A">
      <w:start w:val="1"/>
      <w:numFmt w:val="decimal"/>
      <w:lvlText w:val="%1)"/>
      <w:lvlJc w:val="left"/>
      <w:pPr>
        <w:ind w:left="717" w:hanging="360"/>
      </w:pPr>
      <w:rPr>
        <w:rFonts w:ascii="Trebuchet MS" w:hAnsi="Trebuchet MS" w:hint="default"/>
        <w:b w:val="0"/>
        <w:sz w:val="20"/>
      </w:rPr>
    </w:lvl>
    <w:lvl w:ilvl="1" w:tplc="5712C4A0">
      <w:start w:val="1"/>
      <w:numFmt w:val="decimal"/>
      <w:lvlText w:val="%2)"/>
      <w:lvlJc w:val="left"/>
      <w:pPr>
        <w:ind w:left="179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5712C4A0">
      <w:start w:val="1"/>
      <w:numFmt w:val="decimal"/>
      <w:lvlText w:val="%5)"/>
      <w:lvlJc w:val="left"/>
      <w:pPr>
        <w:ind w:left="3957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01DA4398"/>
    <w:multiLevelType w:val="hybridMultilevel"/>
    <w:tmpl w:val="E1B8DDBE"/>
    <w:lvl w:ilvl="0" w:tplc="E8F0C0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2954D73"/>
    <w:multiLevelType w:val="hybridMultilevel"/>
    <w:tmpl w:val="0BC4A760"/>
    <w:lvl w:ilvl="0" w:tplc="3352615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E16FAA6">
      <w:start w:val="1"/>
      <w:numFmt w:val="decimal"/>
      <w:lvlText w:val="%2."/>
      <w:lvlJc w:val="left"/>
      <w:pPr>
        <w:tabs>
          <w:tab w:val="num" w:pos="180"/>
        </w:tabs>
        <w:ind w:left="540" w:hanging="360"/>
      </w:pPr>
      <w:rPr>
        <w:rFonts w:hint="default"/>
        <w:b w:val="0"/>
      </w:rPr>
    </w:lvl>
    <w:lvl w:ilvl="2" w:tplc="95D471CE">
      <w:start w:val="1"/>
      <w:numFmt w:val="decimal"/>
      <w:lvlText w:val="%3)"/>
      <w:lvlJc w:val="left"/>
      <w:pPr>
        <w:ind w:left="14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6" w15:restartNumberingAfterBreak="0">
    <w:nsid w:val="030048E4"/>
    <w:multiLevelType w:val="multilevel"/>
    <w:tmpl w:val="47829B0C"/>
    <w:lvl w:ilvl="0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ind w:left="11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17" w15:restartNumberingAfterBreak="0">
    <w:nsid w:val="032E190D"/>
    <w:multiLevelType w:val="hybridMultilevel"/>
    <w:tmpl w:val="8506A6F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3C84E29"/>
    <w:multiLevelType w:val="hybridMultilevel"/>
    <w:tmpl w:val="3E4AFB7C"/>
    <w:lvl w:ilvl="0" w:tplc="9A5652A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3F62B45"/>
    <w:multiLevelType w:val="hybridMultilevel"/>
    <w:tmpl w:val="FC8E70A2"/>
    <w:lvl w:ilvl="0" w:tplc="04150011">
      <w:start w:val="1"/>
      <w:numFmt w:val="decimal"/>
      <w:lvlText w:val="%1)"/>
      <w:lvlJc w:val="left"/>
      <w:pPr>
        <w:tabs>
          <w:tab w:val="num" w:pos="0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44509D7"/>
    <w:multiLevelType w:val="hybridMultilevel"/>
    <w:tmpl w:val="465A6B32"/>
    <w:lvl w:ilvl="0" w:tplc="E7AAE2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7B285534" w:tentative="1">
      <w:start w:val="1"/>
      <w:numFmt w:val="lowerLetter"/>
      <w:lvlText w:val="%2."/>
      <w:lvlJc w:val="left"/>
      <w:pPr>
        <w:ind w:left="1440" w:hanging="360"/>
      </w:pPr>
    </w:lvl>
    <w:lvl w:ilvl="2" w:tplc="1AEC557C" w:tentative="1">
      <w:start w:val="1"/>
      <w:numFmt w:val="lowerRoman"/>
      <w:lvlText w:val="%3."/>
      <w:lvlJc w:val="right"/>
      <w:pPr>
        <w:ind w:left="2160" w:hanging="180"/>
      </w:pPr>
    </w:lvl>
    <w:lvl w:ilvl="3" w:tplc="DB9207DC" w:tentative="1">
      <w:start w:val="1"/>
      <w:numFmt w:val="decimal"/>
      <w:lvlText w:val="%4."/>
      <w:lvlJc w:val="left"/>
      <w:pPr>
        <w:ind w:left="2880" w:hanging="360"/>
      </w:pPr>
    </w:lvl>
    <w:lvl w:ilvl="4" w:tplc="DF3A3738" w:tentative="1">
      <w:start w:val="1"/>
      <w:numFmt w:val="lowerLetter"/>
      <w:lvlText w:val="%5."/>
      <w:lvlJc w:val="left"/>
      <w:pPr>
        <w:ind w:left="3600" w:hanging="360"/>
      </w:pPr>
    </w:lvl>
    <w:lvl w:ilvl="5" w:tplc="A9943D72" w:tentative="1">
      <w:start w:val="1"/>
      <w:numFmt w:val="lowerRoman"/>
      <w:lvlText w:val="%6."/>
      <w:lvlJc w:val="right"/>
      <w:pPr>
        <w:ind w:left="4320" w:hanging="180"/>
      </w:pPr>
    </w:lvl>
    <w:lvl w:ilvl="6" w:tplc="C8EED818" w:tentative="1">
      <w:start w:val="1"/>
      <w:numFmt w:val="decimal"/>
      <w:lvlText w:val="%7."/>
      <w:lvlJc w:val="left"/>
      <w:pPr>
        <w:ind w:left="5040" w:hanging="360"/>
      </w:pPr>
    </w:lvl>
    <w:lvl w:ilvl="7" w:tplc="A2703C18" w:tentative="1">
      <w:start w:val="1"/>
      <w:numFmt w:val="lowerLetter"/>
      <w:lvlText w:val="%8."/>
      <w:lvlJc w:val="left"/>
      <w:pPr>
        <w:ind w:left="5760" w:hanging="360"/>
      </w:pPr>
    </w:lvl>
    <w:lvl w:ilvl="8" w:tplc="F1AAB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46C53E6"/>
    <w:multiLevelType w:val="multilevel"/>
    <w:tmpl w:val="D50227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56071A5"/>
    <w:multiLevelType w:val="hybridMultilevel"/>
    <w:tmpl w:val="75CC98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05E54B04"/>
    <w:multiLevelType w:val="hybridMultilevel"/>
    <w:tmpl w:val="765E5A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70911FE"/>
    <w:multiLevelType w:val="hybridMultilevel"/>
    <w:tmpl w:val="C540E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72A0F2D"/>
    <w:multiLevelType w:val="multilevel"/>
    <w:tmpl w:val="74F449DE"/>
    <w:lvl w:ilvl="0">
      <w:start w:val="1"/>
      <w:numFmt w:val="decimal"/>
      <w:lvlText w:val="%1."/>
      <w:lvlJc w:val="left"/>
      <w:pPr>
        <w:ind w:left="15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928" w:hanging="720"/>
      </w:pPr>
      <w:rPr>
        <w:rFonts w:ascii="Trebuchet MS" w:eastAsia="Cambria Math" w:hAnsi="Trebuchet MS" w:cs="Times New Roman"/>
        <w:lang w:val="pl-PL"/>
      </w:rPr>
    </w:lvl>
    <w:lvl w:ilvl="2">
      <w:start w:val="1"/>
      <w:numFmt w:val="decimal"/>
      <w:isLgl/>
      <w:lvlText w:val="%1.%2.%3."/>
      <w:lvlJc w:val="left"/>
      <w:pPr>
        <w:ind w:left="19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8" w:hanging="2160"/>
      </w:pPr>
      <w:rPr>
        <w:rFonts w:hint="default"/>
      </w:rPr>
    </w:lvl>
  </w:abstractNum>
  <w:abstractNum w:abstractNumId="26" w15:restartNumberingAfterBreak="0">
    <w:nsid w:val="092620AF"/>
    <w:multiLevelType w:val="hybridMultilevel"/>
    <w:tmpl w:val="1370054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7" w15:restartNumberingAfterBreak="0">
    <w:nsid w:val="09343908"/>
    <w:multiLevelType w:val="hybridMultilevel"/>
    <w:tmpl w:val="365A92A0"/>
    <w:lvl w:ilvl="0" w:tplc="04150011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0A4C3525"/>
    <w:multiLevelType w:val="hybridMultilevel"/>
    <w:tmpl w:val="F0940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160781"/>
    <w:multiLevelType w:val="hybridMultilevel"/>
    <w:tmpl w:val="265ACF12"/>
    <w:lvl w:ilvl="0" w:tplc="B3009044">
      <w:start w:val="1"/>
      <w:numFmt w:val="decimal"/>
      <w:lvlText w:val="%1)"/>
      <w:lvlJc w:val="left"/>
      <w:pPr>
        <w:tabs>
          <w:tab w:val="num" w:pos="851"/>
        </w:tabs>
        <w:ind w:left="8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1" w:hanging="360"/>
      </w:pPr>
    </w:lvl>
    <w:lvl w:ilvl="2" w:tplc="0415001B" w:tentative="1">
      <w:start w:val="1"/>
      <w:numFmt w:val="lowerRoman"/>
      <w:lvlText w:val="%3."/>
      <w:lvlJc w:val="right"/>
      <w:pPr>
        <w:ind w:left="1391" w:hanging="180"/>
      </w:pPr>
    </w:lvl>
    <w:lvl w:ilvl="3" w:tplc="0415000F" w:tentative="1">
      <w:start w:val="1"/>
      <w:numFmt w:val="decimal"/>
      <w:lvlText w:val="%4."/>
      <w:lvlJc w:val="left"/>
      <w:pPr>
        <w:ind w:left="2111" w:hanging="360"/>
      </w:pPr>
    </w:lvl>
    <w:lvl w:ilvl="4" w:tplc="04150019" w:tentative="1">
      <w:start w:val="1"/>
      <w:numFmt w:val="lowerLetter"/>
      <w:lvlText w:val="%5."/>
      <w:lvlJc w:val="left"/>
      <w:pPr>
        <w:ind w:left="2831" w:hanging="360"/>
      </w:pPr>
    </w:lvl>
    <w:lvl w:ilvl="5" w:tplc="0415001B" w:tentative="1">
      <w:start w:val="1"/>
      <w:numFmt w:val="lowerRoman"/>
      <w:lvlText w:val="%6."/>
      <w:lvlJc w:val="right"/>
      <w:pPr>
        <w:ind w:left="3551" w:hanging="180"/>
      </w:pPr>
    </w:lvl>
    <w:lvl w:ilvl="6" w:tplc="0415000F" w:tentative="1">
      <w:start w:val="1"/>
      <w:numFmt w:val="decimal"/>
      <w:lvlText w:val="%7."/>
      <w:lvlJc w:val="left"/>
      <w:pPr>
        <w:ind w:left="4271" w:hanging="360"/>
      </w:pPr>
    </w:lvl>
    <w:lvl w:ilvl="7" w:tplc="04150019" w:tentative="1">
      <w:start w:val="1"/>
      <w:numFmt w:val="lowerLetter"/>
      <w:lvlText w:val="%8."/>
      <w:lvlJc w:val="left"/>
      <w:pPr>
        <w:ind w:left="4991" w:hanging="360"/>
      </w:pPr>
    </w:lvl>
    <w:lvl w:ilvl="8" w:tplc="0415001B" w:tentative="1">
      <w:start w:val="1"/>
      <w:numFmt w:val="lowerRoman"/>
      <w:lvlText w:val="%9."/>
      <w:lvlJc w:val="right"/>
      <w:pPr>
        <w:ind w:left="5711" w:hanging="180"/>
      </w:pPr>
    </w:lvl>
  </w:abstractNum>
  <w:abstractNum w:abstractNumId="30" w15:restartNumberingAfterBreak="0">
    <w:nsid w:val="0C4A32CF"/>
    <w:multiLevelType w:val="multilevel"/>
    <w:tmpl w:val="674E84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1" w15:restartNumberingAfterBreak="0">
    <w:nsid w:val="0D5525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0E737E47"/>
    <w:multiLevelType w:val="multilevel"/>
    <w:tmpl w:val="010A3C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1024781C"/>
    <w:multiLevelType w:val="multilevel"/>
    <w:tmpl w:val="935495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0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18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105C46A3"/>
    <w:multiLevelType w:val="hybridMultilevel"/>
    <w:tmpl w:val="307677FC"/>
    <w:lvl w:ilvl="0" w:tplc="882C6730">
      <w:start w:val="2"/>
      <w:numFmt w:val="lowerLetter"/>
      <w:lvlText w:val="%1."/>
      <w:lvlJc w:val="left"/>
      <w:pPr>
        <w:ind w:left="40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0B06753"/>
    <w:multiLevelType w:val="multilevel"/>
    <w:tmpl w:val="E62820B6"/>
    <w:lvl w:ilvl="0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color w:val="auto"/>
      </w:rPr>
    </w:lvl>
    <w:lvl w:ilvl="2">
      <w:start w:val="1"/>
      <w:numFmt w:val="bullet"/>
      <w:lvlText w:val=""/>
      <w:lvlJc w:val="left"/>
      <w:pPr>
        <w:ind w:left="1290" w:hanging="504"/>
      </w:pPr>
      <w:rPr>
        <w:rFonts w:ascii="Symbol" w:hAnsi="Symbol" w:hint="default"/>
        <w:b w:val="0"/>
        <w:sz w:val="20"/>
        <w:szCs w:val="20"/>
      </w:rPr>
    </w:lvl>
    <w:lvl w:ilvl="3">
      <w:start w:val="1"/>
      <w:numFmt w:val="lowerLetter"/>
      <w:lvlText w:val="%4."/>
      <w:lvlJc w:val="left"/>
      <w:pPr>
        <w:ind w:left="1794" w:hanging="648"/>
      </w:pPr>
      <w:rPr>
        <w:rFonts w:ascii="Trebuchet MS" w:hAnsi="Trebuchet MS" w:hint="default"/>
        <w:sz w:val="20"/>
        <w:szCs w:val="20"/>
      </w:rPr>
    </w:lvl>
    <w:lvl w:ilvl="4">
      <w:start w:val="1"/>
      <w:numFmt w:val="bullet"/>
      <w:lvlText w:val=""/>
      <w:lvlJc w:val="left"/>
      <w:pPr>
        <w:ind w:left="2298" w:hanging="792"/>
      </w:pPr>
      <w:rPr>
        <w:rFonts w:ascii="Symbol" w:hAnsi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ind w:left="2802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306" w:hanging="1080"/>
      </w:pPr>
    </w:lvl>
    <w:lvl w:ilvl="7">
      <w:start w:val="1"/>
      <w:numFmt w:val="decimal"/>
      <w:lvlText w:val="%1.%2.%3.%4.%5.%6.%7.%8."/>
      <w:lvlJc w:val="left"/>
      <w:pPr>
        <w:ind w:left="3810" w:hanging="1224"/>
      </w:pPr>
    </w:lvl>
    <w:lvl w:ilvl="8">
      <w:start w:val="1"/>
      <w:numFmt w:val="decimal"/>
      <w:lvlText w:val="%1.%2.%3.%4.%5.%6.%7.%8.%9."/>
      <w:lvlJc w:val="left"/>
      <w:pPr>
        <w:ind w:left="4386" w:hanging="1440"/>
      </w:pPr>
    </w:lvl>
  </w:abstractNum>
  <w:abstractNum w:abstractNumId="36" w15:restartNumberingAfterBreak="0">
    <w:nsid w:val="10B769B6"/>
    <w:multiLevelType w:val="hybridMultilevel"/>
    <w:tmpl w:val="5B02ECCC"/>
    <w:lvl w:ilvl="0" w:tplc="CF881432">
      <w:start w:val="1"/>
      <w:numFmt w:val="decimal"/>
      <w:lvlText w:val="%1."/>
      <w:lvlJc w:val="left"/>
      <w:pPr>
        <w:ind w:left="18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0DD25B9"/>
    <w:multiLevelType w:val="multilevel"/>
    <w:tmpl w:val="F814A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10EF4B60"/>
    <w:multiLevelType w:val="hybridMultilevel"/>
    <w:tmpl w:val="E52C77D8"/>
    <w:lvl w:ilvl="0" w:tplc="790C47B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1ED6324"/>
    <w:multiLevelType w:val="hybridMultilevel"/>
    <w:tmpl w:val="4D0A1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25506DB"/>
    <w:multiLevelType w:val="hybridMultilevel"/>
    <w:tmpl w:val="5B625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2CE1339"/>
    <w:multiLevelType w:val="hybridMultilevel"/>
    <w:tmpl w:val="3E4AFB7C"/>
    <w:lvl w:ilvl="0" w:tplc="9A5652A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3763F51"/>
    <w:multiLevelType w:val="multilevel"/>
    <w:tmpl w:val="17686888"/>
    <w:lvl w:ilvl="0">
      <w:start w:val="5"/>
      <w:numFmt w:val="decimal"/>
      <w:lvlText w:val="%1."/>
      <w:lvlJc w:val="left"/>
      <w:pPr>
        <w:tabs>
          <w:tab w:val="num" w:pos="2163"/>
        </w:tabs>
        <w:ind w:left="2163" w:hanging="36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43" w15:restartNumberingAfterBreak="0">
    <w:nsid w:val="14386B18"/>
    <w:multiLevelType w:val="multilevel"/>
    <w:tmpl w:val="93A0CE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149D7456"/>
    <w:multiLevelType w:val="hybridMultilevel"/>
    <w:tmpl w:val="C4022EE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14DB585B"/>
    <w:multiLevelType w:val="hybridMultilevel"/>
    <w:tmpl w:val="A1CC8AA6"/>
    <w:lvl w:ilvl="0" w:tplc="0C382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5602EA6"/>
    <w:multiLevelType w:val="hybridMultilevel"/>
    <w:tmpl w:val="C56E909E"/>
    <w:lvl w:ilvl="0" w:tplc="9294C9F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7" w15:restartNumberingAfterBreak="0">
    <w:nsid w:val="158F3442"/>
    <w:multiLevelType w:val="hybridMultilevel"/>
    <w:tmpl w:val="854C3EF0"/>
    <w:lvl w:ilvl="0" w:tplc="04150011">
      <w:start w:val="1"/>
      <w:numFmt w:val="decimal"/>
      <w:lvlText w:val="%1)"/>
      <w:lvlJc w:val="left"/>
      <w:pPr>
        <w:tabs>
          <w:tab w:val="num" w:pos="0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159C3F8A"/>
    <w:multiLevelType w:val="multilevel"/>
    <w:tmpl w:val="45B80BB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ahoma" w:hAnsi="Tahoma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9" w15:restartNumberingAfterBreak="0">
    <w:nsid w:val="17F420EF"/>
    <w:multiLevelType w:val="multilevel"/>
    <w:tmpl w:val="0415001F"/>
    <w:numStyleLink w:val="Styl2"/>
  </w:abstractNum>
  <w:abstractNum w:abstractNumId="50" w15:restartNumberingAfterBreak="0">
    <w:nsid w:val="1820345C"/>
    <w:multiLevelType w:val="hybridMultilevel"/>
    <w:tmpl w:val="9F3AF5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8330C07"/>
    <w:multiLevelType w:val="hybridMultilevel"/>
    <w:tmpl w:val="E7961F88"/>
    <w:lvl w:ilvl="0" w:tplc="A852FB0E">
      <w:start w:val="1"/>
      <w:numFmt w:val="decimal"/>
      <w:lvlText w:val="%1)"/>
      <w:lvlJc w:val="left"/>
      <w:pPr>
        <w:tabs>
          <w:tab w:val="num" w:pos="0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192C6023"/>
    <w:multiLevelType w:val="hybridMultilevel"/>
    <w:tmpl w:val="B5040386"/>
    <w:lvl w:ilvl="0" w:tplc="2BF6DD08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-760" w:hanging="360"/>
      </w:pPr>
    </w:lvl>
    <w:lvl w:ilvl="2" w:tplc="0415001B" w:tentative="1">
      <w:start w:val="1"/>
      <w:numFmt w:val="lowerRoman"/>
      <w:lvlText w:val="%3."/>
      <w:lvlJc w:val="right"/>
      <w:pPr>
        <w:ind w:left="-40" w:hanging="180"/>
      </w:pPr>
    </w:lvl>
    <w:lvl w:ilvl="3" w:tplc="0415000F" w:tentative="1">
      <w:start w:val="1"/>
      <w:numFmt w:val="decimal"/>
      <w:lvlText w:val="%4."/>
      <w:lvlJc w:val="left"/>
      <w:pPr>
        <w:ind w:left="680" w:hanging="360"/>
      </w:pPr>
    </w:lvl>
    <w:lvl w:ilvl="4" w:tplc="04150019" w:tentative="1">
      <w:start w:val="1"/>
      <w:numFmt w:val="lowerLetter"/>
      <w:lvlText w:val="%5."/>
      <w:lvlJc w:val="left"/>
      <w:pPr>
        <w:ind w:left="1400" w:hanging="360"/>
      </w:pPr>
    </w:lvl>
    <w:lvl w:ilvl="5" w:tplc="0415001B" w:tentative="1">
      <w:start w:val="1"/>
      <w:numFmt w:val="lowerRoman"/>
      <w:lvlText w:val="%6."/>
      <w:lvlJc w:val="right"/>
      <w:pPr>
        <w:ind w:left="2120" w:hanging="180"/>
      </w:pPr>
    </w:lvl>
    <w:lvl w:ilvl="6" w:tplc="0415000F" w:tentative="1">
      <w:start w:val="1"/>
      <w:numFmt w:val="decimal"/>
      <w:lvlText w:val="%7."/>
      <w:lvlJc w:val="left"/>
      <w:pPr>
        <w:ind w:left="2840" w:hanging="360"/>
      </w:pPr>
    </w:lvl>
    <w:lvl w:ilvl="7" w:tplc="04150019" w:tentative="1">
      <w:start w:val="1"/>
      <w:numFmt w:val="lowerLetter"/>
      <w:lvlText w:val="%8."/>
      <w:lvlJc w:val="left"/>
      <w:pPr>
        <w:ind w:left="3560" w:hanging="360"/>
      </w:pPr>
    </w:lvl>
    <w:lvl w:ilvl="8" w:tplc="0415001B" w:tentative="1">
      <w:start w:val="1"/>
      <w:numFmt w:val="lowerRoman"/>
      <w:lvlText w:val="%9."/>
      <w:lvlJc w:val="right"/>
      <w:pPr>
        <w:ind w:left="4280" w:hanging="180"/>
      </w:pPr>
    </w:lvl>
  </w:abstractNum>
  <w:abstractNum w:abstractNumId="53" w15:restartNumberingAfterBreak="0">
    <w:nsid w:val="196C0C34"/>
    <w:multiLevelType w:val="hybridMultilevel"/>
    <w:tmpl w:val="B024F65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1A236C54"/>
    <w:multiLevelType w:val="hybridMultilevel"/>
    <w:tmpl w:val="17CEBF0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1AFB4F9F"/>
    <w:multiLevelType w:val="hybridMultilevel"/>
    <w:tmpl w:val="A056880E"/>
    <w:lvl w:ilvl="0" w:tplc="5EC29FE2">
      <w:start w:val="1"/>
      <w:numFmt w:val="decimal"/>
      <w:lvlText w:val="%1)"/>
      <w:lvlJc w:val="left"/>
      <w:pPr>
        <w:ind w:left="717" w:hanging="360"/>
      </w:pPr>
      <w:rPr>
        <w:rFonts w:ascii="Trebuchet MS" w:hAnsi="Trebuchet MS" w:hint="default"/>
        <w:b w:val="0"/>
        <w:sz w:val="20"/>
      </w:rPr>
    </w:lvl>
    <w:lvl w:ilvl="1" w:tplc="5712C4A0">
      <w:start w:val="1"/>
      <w:numFmt w:val="decimal"/>
      <w:lvlText w:val="%2)"/>
      <w:lvlJc w:val="left"/>
      <w:pPr>
        <w:ind w:left="179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5712C4A0">
      <w:start w:val="1"/>
      <w:numFmt w:val="decimal"/>
      <w:lvlText w:val="%5)"/>
      <w:lvlJc w:val="left"/>
      <w:pPr>
        <w:ind w:left="3957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6" w15:restartNumberingAfterBreak="0">
    <w:nsid w:val="1B362C23"/>
    <w:multiLevelType w:val="hybridMultilevel"/>
    <w:tmpl w:val="E220AAB0"/>
    <w:lvl w:ilvl="0" w:tplc="536CF1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 w:tentative="1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57" w15:restartNumberingAfterBreak="0">
    <w:nsid w:val="1C690D8C"/>
    <w:multiLevelType w:val="multilevel"/>
    <w:tmpl w:val="9378D7F4"/>
    <w:lvl w:ilvl="0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58" w15:restartNumberingAfterBreak="0">
    <w:nsid w:val="1C9B195C"/>
    <w:multiLevelType w:val="multilevel"/>
    <w:tmpl w:val="0A7A3754"/>
    <w:styleLink w:val="Styl5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Restart w:val="0"/>
      <w:lvlText w:val="6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1D260065"/>
    <w:multiLevelType w:val="multilevel"/>
    <w:tmpl w:val="845A1218"/>
    <w:lvl w:ilvl="0">
      <w:start w:val="1"/>
      <w:numFmt w:val="decimal"/>
      <w:lvlText w:val="2.%1."/>
      <w:lvlJc w:val="left"/>
      <w:pPr>
        <w:ind w:left="11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hint="default"/>
      </w:rPr>
    </w:lvl>
  </w:abstractNum>
  <w:abstractNum w:abstractNumId="60" w15:restartNumberingAfterBreak="0">
    <w:nsid w:val="1D921DB0"/>
    <w:multiLevelType w:val="multilevel"/>
    <w:tmpl w:val="D0CC9A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1DEB6C84"/>
    <w:multiLevelType w:val="hybridMultilevel"/>
    <w:tmpl w:val="B6960758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62" w15:restartNumberingAfterBreak="0">
    <w:nsid w:val="1DFF6E7D"/>
    <w:multiLevelType w:val="hybridMultilevel"/>
    <w:tmpl w:val="ACB42726"/>
    <w:lvl w:ilvl="0" w:tplc="04150011">
      <w:start w:val="1"/>
      <w:numFmt w:val="decimal"/>
      <w:lvlText w:val="%1)"/>
      <w:lvlJc w:val="left"/>
      <w:pPr>
        <w:tabs>
          <w:tab w:val="num" w:pos="1222"/>
        </w:tabs>
        <w:ind w:left="1222" w:hanging="360"/>
      </w:pPr>
      <w:rPr>
        <w:rFonts w:hint="default"/>
        <w:b w:val="0"/>
        <w:color w:val="auto"/>
      </w:rPr>
    </w:lvl>
    <w:lvl w:ilvl="1" w:tplc="DD40791E">
      <w:start w:val="1"/>
      <w:numFmt w:val="decimal"/>
      <w:lvlText w:val="%2."/>
      <w:lvlJc w:val="left"/>
      <w:pPr>
        <w:tabs>
          <w:tab w:val="num" w:pos="720"/>
        </w:tabs>
        <w:ind w:left="1440" w:hanging="360"/>
      </w:pPr>
      <w:rPr>
        <w:rFonts w:hint="default"/>
        <w:b w:val="0"/>
        <w:color w:val="auto"/>
      </w:rPr>
    </w:lvl>
    <w:lvl w:ilvl="2" w:tplc="AC8E6358">
      <w:start w:val="1"/>
      <w:numFmt w:val="decimal"/>
      <w:lvlText w:val="%3."/>
      <w:lvlJc w:val="left"/>
      <w:pPr>
        <w:tabs>
          <w:tab w:val="num" w:pos="1620"/>
        </w:tabs>
        <w:ind w:left="2340" w:hanging="360"/>
      </w:pPr>
      <w:rPr>
        <w:rFonts w:hint="default"/>
        <w:b w:val="0"/>
        <w:color w:val="auto"/>
      </w:rPr>
    </w:lvl>
    <w:lvl w:ilvl="3" w:tplc="53E4B18A">
      <w:start w:val="1"/>
      <w:numFmt w:val="decimal"/>
      <w:lvlText w:val="%4."/>
      <w:lvlJc w:val="left"/>
      <w:pPr>
        <w:tabs>
          <w:tab w:val="num" w:pos="2160"/>
        </w:tabs>
        <w:ind w:left="2880" w:hanging="360"/>
      </w:pPr>
      <w:rPr>
        <w:rFonts w:hint="default"/>
        <w:b w:val="0"/>
        <w:color w:val="auto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1ED505A3"/>
    <w:multiLevelType w:val="multilevel"/>
    <w:tmpl w:val="0415001F"/>
    <w:numStyleLink w:val="Styl4"/>
  </w:abstractNum>
  <w:abstractNum w:abstractNumId="64" w15:restartNumberingAfterBreak="0">
    <w:nsid w:val="1FA41CC8"/>
    <w:multiLevelType w:val="multilevel"/>
    <w:tmpl w:val="D306392C"/>
    <w:lvl w:ilvl="0">
      <w:start w:val="1"/>
      <w:numFmt w:val="bullet"/>
      <w:lvlText w:val="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5" w15:restartNumberingAfterBreak="0">
    <w:nsid w:val="1FA778A8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6" w15:restartNumberingAfterBreak="0">
    <w:nsid w:val="21BB4378"/>
    <w:multiLevelType w:val="hybridMultilevel"/>
    <w:tmpl w:val="BA5272A8"/>
    <w:lvl w:ilvl="0" w:tplc="E8F0C0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23C8630B"/>
    <w:multiLevelType w:val="multilevel"/>
    <w:tmpl w:val="18C499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Trebuchet MS" w:hAnsi="Trebuchet MS" w:hint="default"/>
        <w:b w:val="0"/>
        <w:sz w:val="20"/>
        <w:szCs w:val="20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="Trebuchet MS" w:hAnsi="Trebuchet MS" w:hint="default"/>
        <w:sz w:val="20"/>
        <w:szCs w:val="20"/>
      </w:rPr>
    </w:lvl>
    <w:lvl w:ilvl="4">
      <w:start w:val="1"/>
      <w:numFmt w:val="lowerRoman"/>
      <w:lvlText w:val="%5."/>
      <w:lvlJc w:val="right"/>
      <w:pPr>
        <w:ind w:left="2232" w:hanging="792"/>
      </w:pPr>
      <w:rPr>
        <w:rFonts w:ascii="Trebuchet MS" w:hAnsi="Trebuchet MS" w:hint="default"/>
        <w:sz w:val="20"/>
        <w:szCs w:val="20"/>
      </w:rPr>
    </w:lvl>
    <w:lvl w:ilvl="5">
      <w:start w:val="1"/>
      <w:numFmt w:val="lowerRoman"/>
      <w:lvlText w:val="%6."/>
      <w:lvlJc w:val="righ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24AA3837"/>
    <w:multiLevelType w:val="hybridMultilevel"/>
    <w:tmpl w:val="C61E0F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50860E6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0" w15:restartNumberingAfterBreak="0">
    <w:nsid w:val="2533497E"/>
    <w:multiLevelType w:val="hybridMultilevel"/>
    <w:tmpl w:val="66CE5B42"/>
    <w:lvl w:ilvl="0" w:tplc="041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71" w15:restartNumberingAfterBreak="0">
    <w:nsid w:val="25EA298B"/>
    <w:multiLevelType w:val="hybridMultilevel"/>
    <w:tmpl w:val="E26603F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266948F6"/>
    <w:multiLevelType w:val="multilevel"/>
    <w:tmpl w:val="0415001F"/>
    <w:styleLink w:val="Styl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26890BC3"/>
    <w:multiLevelType w:val="hybridMultilevel"/>
    <w:tmpl w:val="D5907FAA"/>
    <w:lvl w:ilvl="0" w:tplc="D17AAC4C">
      <w:start w:val="1"/>
      <w:numFmt w:val="decimal"/>
      <w:lvlText w:val="%1."/>
      <w:lvlJc w:val="left"/>
      <w:pPr>
        <w:ind w:left="462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69276EE"/>
    <w:multiLevelType w:val="multilevel"/>
    <w:tmpl w:val="078E0A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Trebuchet MS" w:hAnsi="Trebuchet MS" w:hint="default"/>
        <w:b w:val="0"/>
        <w:sz w:val="20"/>
        <w:szCs w:val="20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="Trebuchet MS" w:hAnsi="Trebuchet MS" w:hint="default"/>
        <w:sz w:val="20"/>
        <w:szCs w:val="20"/>
      </w:rPr>
    </w:lvl>
    <w:lvl w:ilvl="4">
      <w:start w:val="1"/>
      <w:numFmt w:val="lowerLetter"/>
      <w:lvlText w:val="%5."/>
      <w:lvlJc w:val="left"/>
      <w:pPr>
        <w:ind w:left="2232" w:hanging="792"/>
      </w:pPr>
      <w:rPr>
        <w:rFonts w:ascii="Trebuchet MS" w:hAnsi="Trebuchet MS" w:hint="default"/>
        <w:sz w:val="20"/>
        <w:szCs w:val="20"/>
      </w:rPr>
    </w:lvl>
    <w:lvl w:ilvl="5">
      <w:start w:val="1"/>
      <w:numFmt w:val="lowerLetter"/>
      <w:lvlText w:val="%6."/>
      <w:lvlJc w:val="left"/>
      <w:pPr>
        <w:ind w:left="2736" w:hanging="936"/>
      </w:pPr>
      <w:rPr>
        <w:rFonts w:ascii="Trebuchet MS" w:hAnsi="Trebuchet MS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26BD616C"/>
    <w:multiLevelType w:val="multilevel"/>
    <w:tmpl w:val="39362EE4"/>
    <w:lvl w:ilvl="0">
      <w:start w:val="1"/>
      <w:numFmt w:val="upperRoman"/>
      <w:suff w:val="space"/>
      <w:lvlText w:val="Rozdział %1"/>
      <w:lvlJc w:val="left"/>
      <w:pPr>
        <w:ind w:left="100" w:firstLine="0"/>
      </w:pPr>
      <w:rPr>
        <w:rFonts w:ascii="Trebuchet MS" w:hAnsi="Trebuchet MS" w:hint="default"/>
        <w:b/>
        <w:color w:val="auto"/>
        <w:sz w:val="20"/>
      </w:rPr>
    </w:lvl>
    <w:lvl w:ilvl="1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</w:abstractNum>
  <w:abstractNum w:abstractNumId="76" w15:restartNumberingAfterBreak="0">
    <w:nsid w:val="26ED1C17"/>
    <w:multiLevelType w:val="hybridMultilevel"/>
    <w:tmpl w:val="9C223F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B5028D"/>
    <w:multiLevelType w:val="hybridMultilevel"/>
    <w:tmpl w:val="35CAF5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28021A93"/>
    <w:multiLevelType w:val="hybridMultilevel"/>
    <w:tmpl w:val="92C4E42A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  <w:sz w:val="20"/>
        <w:szCs w:val="20"/>
      </w:rPr>
    </w:lvl>
    <w:lvl w:ilvl="1" w:tplc="5E4A9924">
      <w:start w:val="1"/>
      <w:numFmt w:val="decimal"/>
      <w:lvlText w:val="%2)"/>
      <w:lvlJc w:val="left"/>
      <w:pPr>
        <w:ind w:left="1931" w:hanging="360"/>
      </w:pPr>
      <w:rPr>
        <w:rFonts w:ascii="Trebuchet MS" w:hAnsi="Trebuchet MS" w:hint="default"/>
        <w:sz w:val="20"/>
        <w:szCs w:val="20"/>
      </w:rPr>
    </w:lvl>
    <w:lvl w:ilvl="2" w:tplc="04150001">
      <w:start w:val="1"/>
      <w:numFmt w:val="bullet"/>
      <w:lvlText w:val=""/>
      <w:lvlJc w:val="left"/>
      <w:pPr>
        <w:ind w:left="2651" w:hanging="180"/>
      </w:pPr>
      <w:rPr>
        <w:rFonts w:ascii="Symbol" w:hAnsi="Symbol" w:hint="default"/>
      </w:rPr>
    </w:lvl>
    <w:lvl w:ilvl="3" w:tplc="F03CE51A">
      <w:start w:val="1"/>
      <w:numFmt w:val="lowerLetter"/>
      <w:lvlText w:val="%4."/>
      <w:lvlJc w:val="left"/>
      <w:pPr>
        <w:ind w:left="3371" w:hanging="360"/>
      </w:pPr>
      <w:rPr>
        <w:rFonts w:ascii="Trebuchet MS" w:eastAsia="Times New Roman" w:hAnsi="Trebuchet MS" w:cs="Times New Roman" w:hint="default"/>
        <w:sz w:val="20"/>
        <w:szCs w:val="20"/>
      </w:rPr>
    </w:lvl>
    <w:lvl w:ilvl="4" w:tplc="0415001B">
      <w:start w:val="1"/>
      <w:numFmt w:val="lowerRoman"/>
      <w:lvlText w:val="%5."/>
      <w:lvlJc w:val="right"/>
      <w:pPr>
        <w:ind w:left="4091" w:hanging="360"/>
      </w:pPr>
    </w:lvl>
    <w:lvl w:ilvl="5" w:tplc="04150001">
      <w:start w:val="1"/>
      <w:numFmt w:val="bullet"/>
      <w:lvlText w:val=""/>
      <w:lvlJc w:val="left"/>
      <w:pPr>
        <w:ind w:left="4811" w:hanging="180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9" w15:restartNumberingAfterBreak="0">
    <w:nsid w:val="28601746"/>
    <w:multiLevelType w:val="hybridMultilevel"/>
    <w:tmpl w:val="15805006"/>
    <w:lvl w:ilvl="0" w:tplc="85385120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0" w15:restartNumberingAfterBreak="0">
    <w:nsid w:val="29236520"/>
    <w:multiLevelType w:val="hybridMultilevel"/>
    <w:tmpl w:val="B2D058E0"/>
    <w:lvl w:ilvl="0" w:tplc="6C74239A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B424066"/>
    <w:multiLevelType w:val="hybridMultilevel"/>
    <w:tmpl w:val="861421C2"/>
    <w:lvl w:ilvl="0" w:tplc="9A5652A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2BFB69E6"/>
    <w:multiLevelType w:val="hybridMultilevel"/>
    <w:tmpl w:val="87CAEA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CE92A98"/>
    <w:multiLevelType w:val="multilevel"/>
    <w:tmpl w:val="5BAC3C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4" w15:restartNumberingAfterBreak="0">
    <w:nsid w:val="2D066BA1"/>
    <w:multiLevelType w:val="multilevel"/>
    <w:tmpl w:val="0415001F"/>
    <w:styleLink w:val="Styl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2DD21B17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6" w15:restartNumberingAfterBreak="0">
    <w:nsid w:val="2EBF037B"/>
    <w:multiLevelType w:val="hybridMultilevel"/>
    <w:tmpl w:val="8BC0B1AC"/>
    <w:lvl w:ilvl="0" w:tplc="9A5652A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2F00408D"/>
    <w:multiLevelType w:val="hybridMultilevel"/>
    <w:tmpl w:val="2BD85B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099076A"/>
    <w:multiLevelType w:val="multilevel"/>
    <w:tmpl w:val="6234CA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ahoma" w:hAnsi="Tahoma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9" w15:restartNumberingAfterBreak="0">
    <w:nsid w:val="31C04003"/>
    <w:multiLevelType w:val="hybridMultilevel"/>
    <w:tmpl w:val="EDA0D4A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0" w15:restartNumberingAfterBreak="0">
    <w:nsid w:val="31F072D7"/>
    <w:multiLevelType w:val="multilevel"/>
    <w:tmpl w:val="BCA205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i w:val="0"/>
        <w:sz w:val="20"/>
      </w:rPr>
    </w:lvl>
    <w:lvl w:ilvl="1">
      <w:start w:val="2"/>
      <w:numFmt w:val="decimal"/>
      <w:lvlText w:val="%2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1" w15:restartNumberingAfterBreak="0">
    <w:nsid w:val="34D75352"/>
    <w:multiLevelType w:val="hybridMultilevel"/>
    <w:tmpl w:val="6150B59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53B4F42"/>
    <w:multiLevelType w:val="hybridMultilevel"/>
    <w:tmpl w:val="D4E051C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3" w15:restartNumberingAfterBreak="0">
    <w:nsid w:val="38F24B9A"/>
    <w:multiLevelType w:val="multilevel"/>
    <w:tmpl w:val="37E81126"/>
    <w:styleLink w:val="WWNum3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4" w15:restartNumberingAfterBreak="0">
    <w:nsid w:val="39651B62"/>
    <w:multiLevelType w:val="multilevel"/>
    <w:tmpl w:val="46A0E506"/>
    <w:lvl w:ilvl="0">
      <w:start w:val="1"/>
      <w:numFmt w:val="bullet"/>
      <w:lvlText w:val="•"/>
      <w:lvlJc w:val="left"/>
      <w:rPr>
        <w:rFonts w:ascii="Arial Narrow" w:eastAsia="Times New Roman" w:hAnsi="Arial Narrow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5" w15:restartNumberingAfterBreak="0">
    <w:nsid w:val="39676A2B"/>
    <w:multiLevelType w:val="hybridMultilevel"/>
    <w:tmpl w:val="92646C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CFA796B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7" w15:restartNumberingAfterBreak="0">
    <w:nsid w:val="3E422908"/>
    <w:multiLevelType w:val="hybridMultilevel"/>
    <w:tmpl w:val="5282C032"/>
    <w:lvl w:ilvl="0" w:tplc="C324BA44">
      <w:start w:val="1"/>
      <w:numFmt w:val="decimal"/>
      <w:lvlText w:val="%1."/>
      <w:lvlJc w:val="left"/>
      <w:pPr>
        <w:ind w:left="1080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3E563634"/>
    <w:multiLevelType w:val="multilevel"/>
    <w:tmpl w:val="FC5CFA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3E742EE5"/>
    <w:multiLevelType w:val="hybridMultilevel"/>
    <w:tmpl w:val="79E6D59E"/>
    <w:lvl w:ilvl="0" w:tplc="72ACB3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2C2C91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EB612D2"/>
    <w:multiLevelType w:val="multilevel"/>
    <w:tmpl w:val="E0B635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1" w15:restartNumberingAfterBreak="0">
    <w:nsid w:val="3F7C35DB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02" w15:restartNumberingAfterBreak="0">
    <w:nsid w:val="407D39D3"/>
    <w:multiLevelType w:val="hybridMultilevel"/>
    <w:tmpl w:val="A2BA42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40857A47"/>
    <w:multiLevelType w:val="multilevel"/>
    <w:tmpl w:val="8F2C1E1C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="Calibri" w:hAnsi="Trebuchet MS"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eastAsia="Times New Roman" w:cs="Times New Roman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</w:abstractNum>
  <w:abstractNum w:abstractNumId="104" w15:restartNumberingAfterBreak="0">
    <w:nsid w:val="40AE1218"/>
    <w:multiLevelType w:val="multilevel"/>
    <w:tmpl w:val="450A0A88"/>
    <w:lvl w:ilvl="0">
      <w:numFmt w:val="decimal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5" w15:restartNumberingAfterBreak="0">
    <w:nsid w:val="419372C5"/>
    <w:multiLevelType w:val="hybridMultilevel"/>
    <w:tmpl w:val="B2249370"/>
    <w:lvl w:ilvl="0" w:tplc="106E8C40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6AEA17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D0EA22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34C0049"/>
    <w:multiLevelType w:val="multilevel"/>
    <w:tmpl w:val="DBF877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7" w15:restartNumberingAfterBreak="0">
    <w:nsid w:val="43CD403A"/>
    <w:multiLevelType w:val="hybridMultilevel"/>
    <w:tmpl w:val="B53A194A"/>
    <w:name w:val="WW8Num122"/>
    <w:lvl w:ilvl="0" w:tplc="9210F054">
      <w:start w:val="1"/>
      <w:numFmt w:val="decimal"/>
      <w:lvlText w:val="2.%1."/>
      <w:lvlJc w:val="left"/>
      <w:pPr>
        <w:tabs>
          <w:tab w:val="num" w:pos="0"/>
        </w:tabs>
        <w:ind w:left="720" w:hanging="360"/>
      </w:pPr>
      <w:rPr>
        <w:rFonts w:ascii="Trebuchet MS" w:hAnsi="Trebuchet MS" w:cs="Tahoma" w:hint="default"/>
        <w:b w:val="0"/>
        <w:color w:val="auto"/>
        <w:sz w:val="20"/>
        <w:szCs w:val="20"/>
      </w:rPr>
    </w:lvl>
    <w:lvl w:ilvl="1" w:tplc="5E8444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B9D82E96">
      <w:start w:val="1"/>
      <w:numFmt w:val="decimal"/>
      <w:lvlText w:val="%3)"/>
      <w:lvlJc w:val="left"/>
      <w:pPr>
        <w:tabs>
          <w:tab w:val="num" w:pos="2052"/>
        </w:tabs>
        <w:ind w:left="2052" w:hanging="72"/>
      </w:pPr>
      <w:rPr>
        <w:rFonts w:cs="Times New Roman" w:hint="default"/>
        <w:b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8" w15:restartNumberingAfterBreak="0">
    <w:nsid w:val="44430938"/>
    <w:multiLevelType w:val="hybridMultilevel"/>
    <w:tmpl w:val="9C90E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4AC3307"/>
    <w:multiLevelType w:val="hybridMultilevel"/>
    <w:tmpl w:val="891C5C14"/>
    <w:lvl w:ilvl="0" w:tplc="325A231E">
      <w:start w:val="1"/>
      <w:numFmt w:val="decimal"/>
      <w:lvlText w:val="%1)"/>
      <w:lvlJc w:val="left"/>
      <w:pPr>
        <w:ind w:left="19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10" w15:restartNumberingAfterBreak="0">
    <w:nsid w:val="44D14FCF"/>
    <w:multiLevelType w:val="hybridMultilevel"/>
    <w:tmpl w:val="5D5ADA40"/>
    <w:lvl w:ilvl="0" w:tplc="872631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7EDE774A">
      <w:start w:val="1"/>
      <w:numFmt w:val="decimal"/>
      <w:lvlText w:val="%5)"/>
      <w:lvlJc w:val="left"/>
      <w:pPr>
        <w:ind w:left="3600" w:hanging="360"/>
      </w:pPr>
      <w:rPr>
        <w:rFonts w:ascii="Trebuchet MS" w:hAnsi="Trebuchet MS" w:hint="default"/>
        <w:sz w:val="2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4FB080F"/>
    <w:multiLevelType w:val="multilevel"/>
    <w:tmpl w:val="959878A8"/>
    <w:lvl w:ilvl="0">
      <w:start w:val="2"/>
      <w:numFmt w:val="decimal"/>
      <w:lvlText w:val="%1."/>
      <w:lvlJc w:val="left"/>
      <w:pPr>
        <w:ind w:left="384" w:hanging="38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2" w15:restartNumberingAfterBreak="0">
    <w:nsid w:val="455B6AA4"/>
    <w:multiLevelType w:val="hybridMultilevel"/>
    <w:tmpl w:val="D20E203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3" w15:restartNumberingAfterBreak="0">
    <w:nsid w:val="45690CF7"/>
    <w:multiLevelType w:val="multilevel"/>
    <w:tmpl w:val="03C0271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14" w15:restartNumberingAfterBreak="0">
    <w:nsid w:val="45B44D49"/>
    <w:multiLevelType w:val="hybridMultilevel"/>
    <w:tmpl w:val="7BD64A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5" w15:restartNumberingAfterBreak="0">
    <w:nsid w:val="45D36214"/>
    <w:multiLevelType w:val="hybridMultilevel"/>
    <w:tmpl w:val="73167C8C"/>
    <w:styleLink w:val="Styl211"/>
    <w:lvl w:ilvl="0" w:tplc="85EC3FF8">
      <w:start w:val="1"/>
      <w:numFmt w:val="decimal"/>
      <w:lvlText w:val="%1."/>
      <w:lvlJc w:val="left"/>
      <w:pPr>
        <w:ind w:left="1713" w:hanging="360"/>
      </w:pPr>
      <w:rPr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6" w15:restartNumberingAfterBreak="0">
    <w:nsid w:val="46056DC5"/>
    <w:multiLevelType w:val="hybridMultilevel"/>
    <w:tmpl w:val="D43EE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46060C82"/>
    <w:multiLevelType w:val="hybridMultilevel"/>
    <w:tmpl w:val="ED543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466D0084"/>
    <w:multiLevelType w:val="hybridMultilevel"/>
    <w:tmpl w:val="D098D65C"/>
    <w:lvl w:ilvl="0" w:tplc="0F768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6D3492A"/>
    <w:multiLevelType w:val="hybridMultilevel"/>
    <w:tmpl w:val="21BC7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478E57EC"/>
    <w:multiLevelType w:val="hybridMultilevel"/>
    <w:tmpl w:val="C9766FE6"/>
    <w:lvl w:ilvl="0" w:tplc="3F143BA0">
      <w:start w:val="1"/>
      <w:numFmt w:val="decimal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21" w15:restartNumberingAfterBreak="0">
    <w:nsid w:val="481A5262"/>
    <w:multiLevelType w:val="hybridMultilevel"/>
    <w:tmpl w:val="8F701F3E"/>
    <w:lvl w:ilvl="0" w:tplc="5712C4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8471DBC"/>
    <w:multiLevelType w:val="multilevel"/>
    <w:tmpl w:val="7BA4AE6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3" w15:restartNumberingAfterBreak="0">
    <w:nsid w:val="48BA5CE9"/>
    <w:multiLevelType w:val="hybridMultilevel"/>
    <w:tmpl w:val="3DDC8764"/>
    <w:lvl w:ilvl="0" w:tplc="7C184960">
      <w:start w:val="1"/>
      <w:numFmt w:val="decimal"/>
      <w:lvlText w:val="%1)"/>
      <w:lvlJc w:val="left"/>
      <w:pPr>
        <w:ind w:left="927" w:hanging="360"/>
      </w:pPr>
      <w:rPr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4" w15:restartNumberingAfterBreak="0">
    <w:nsid w:val="49C012B0"/>
    <w:multiLevelType w:val="hybridMultilevel"/>
    <w:tmpl w:val="89EA5F16"/>
    <w:lvl w:ilvl="0" w:tplc="04150011">
      <w:start w:val="1"/>
      <w:numFmt w:val="decimal"/>
      <w:lvlText w:val="%1)"/>
      <w:lvlJc w:val="left"/>
      <w:pPr>
        <w:tabs>
          <w:tab w:val="num" w:pos="0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 w15:restartNumberingAfterBreak="0">
    <w:nsid w:val="4CC60DE9"/>
    <w:multiLevelType w:val="hybridMultilevel"/>
    <w:tmpl w:val="84DA4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9">
      <w:start w:val="1"/>
      <w:numFmt w:val="lowerLetter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E2222FD"/>
    <w:multiLevelType w:val="hybridMultilevel"/>
    <w:tmpl w:val="D60C3808"/>
    <w:lvl w:ilvl="0" w:tplc="02A608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E4455BD"/>
    <w:multiLevelType w:val="hybridMultilevel"/>
    <w:tmpl w:val="DF4A9C0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8" w15:restartNumberingAfterBreak="0">
    <w:nsid w:val="4EDE6F15"/>
    <w:multiLevelType w:val="hybridMultilevel"/>
    <w:tmpl w:val="88664B8C"/>
    <w:lvl w:ilvl="0" w:tplc="9A5652A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9" w15:restartNumberingAfterBreak="0">
    <w:nsid w:val="4F2753B1"/>
    <w:multiLevelType w:val="hybridMultilevel"/>
    <w:tmpl w:val="C6E83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2E96D02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31" w15:restartNumberingAfterBreak="0">
    <w:nsid w:val="55903A47"/>
    <w:multiLevelType w:val="hybridMultilevel"/>
    <w:tmpl w:val="DA625D56"/>
    <w:lvl w:ilvl="0" w:tplc="3FC27B4C">
      <w:start w:val="1"/>
      <w:numFmt w:val="decimal"/>
      <w:lvlText w:val="%1)"/>
      <w:lvlJc w:val="left"/>
      <w:pPr>
        <w:tabs>
          <w:tab w:val="num" w:pos="756"/>
        </w:tabs>
        <w:ind w:left="75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576" w:hanging="360"/>
      </w:pPr>
    </w:lvl>
    <w:lvl w:ilvl="2" w:tplc="0415001B" w:tentative="1">
      <w:start w:val="1"/>
      <w:numFmt w:val="lowerRoman"/>
      <w:lvlText w:val="%3."/>
      <w:lvlJc w:val="right"/>
      <w:pPr>
        <w:ind w:left="1296" w:hanging="180"/>
      </w:pPr>
    </w:lvl>
    <w:lvl w:ilvl="3" w:tplc="0415000F" w:tentative="1">
      <w:start w:val="1"/>
      <w:numFmt w:val="decimal"/>
      <w:lvlText w:val="%4."/>
      <w:lvlJc w:val="left"/>
      <w:pPr>
        <w:ind w:left="2016" w:hanging="360"/>
      </w:pPr>
    </w:lvl>
    <w:lvl w:ilvl="4" w:tplc="04150019" w:tentative="1">
      <w:start w:val="1"/>
      <w:numFmt w:val="lowerLetter"/>
      <w:lvlText w:val="%5."/>
      <w:lvlJc w:val="left"/>
      <w:pPr>
        <w:ind w:left="2736" w:hanging="360"/>
      </w:pPr>
    </w:lvl>
    <w:lvl w:ilvl="5" w:tplc="0415001B" w:tentative="1">
      <w:start w:val="1"/>
      <w:numFmt w:val="lowerRoman"/>
      <w:lvlText w:val="%6."/>
      <w:lvlJc w:val="right"/>
      <w:pPr>
        <w:ind w:left="3456" w:hanging="180"/>
      </w:pPr>
    </w:lvl>
    <w:lvl w:ilvl="6" w:tplc="0415000F" w:tentative="1">
      <w:start w:val="1"/>
      <w:numFmt w:val="decimal"/>
      <w:lvlText w:val="%7."/>
      <w:lvlJc w:val="left"/>
      <w:pPr>
        <w:ind w:left="4176" w:hanging="360"/>
      </w:pPr>
    </w:lvl>
    <w:lvl w:ilvl="7" w:tplc="04150019" w:tentative="1">
      <w:start w:val="1"/>
      <w:numFmt w:val="lowerLetter"/>
      <w:lvlText w:val="%8."/>
      <w:lvlJc w:val="left"/>
      <w:pPr>
        <w:ind w:left="4896" w:hanging="360"/>
      </w:pPr>
    </w:lvl>
    <w:lvl w:ilvl="8" w:tplc="0415001B" w:tentative="1">
      <w:start w:val="1"/>
      <w:numFmt w:val="lowerRoman"/>
      <w:lvlText w:val="%9."/>
      <w:lvlJc w:val="right"/>
      <w:pPr>
        <w:ind w:left="5616" w:hanging="180"/>
      </w:pPr>
    </w:lvl>
  </w:abstractNum>
  <w:abstractNum w:abstractNumId="132" w15:restartNumberingAfterBreak="0">
    <w:nsid w:val="57EF2AC6"/>
    <w:multiLevelType w:val="multilevel"/>
    <w:tmpl w:val="8EBE8B5A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rebuchet MS" w:eastAsia="Times New Roman" w:hAnsi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3" w15:restartNumberingAfterBreak="0">
    <w:nsid w:val="58F333E9"/>
    <w:multiLevelType w:val="hybridMultilevel"/>
    <w:tmpl w:val="064E2DBA"/>
    <w:lvl w:ilvl="0" w:tplc="5BC04DBE">
      <w:start w:val="1"/>
      <w:numFmt w:val="decimal"/>
      <w:lvlText w:val="%1)"/>
      <w:lvlJc w:val="left"/>
      <w:pPr>
        <w:ind w:left="1800" w:hanging="360"/>
      </w:pPr>
      <w:rPr>
        <w:rFonts w:ascii="Trebuchet MS" w:hAnsi="Trebuchet MS" w:cs="Segoe UI" w:hint="default"/>
        <w:u w:val="single"/>
      </w:rPr>
    </w:lvl>
    <w:lvl w:ilvl="1" w:tplc="04150011">
      <w:start w:val="1"/>
      <w:numFmt w:val="decimal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4" w15:restartNumberingAfterBreak="0">
    <w:nsid w:val="596128F4"/>
    <w:multiLevelType w:val="multilevel"/>
    <w:tmpl w:val="FC5CFA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5" w15:restartNumberingAfterBreak="0">
    <w:nsid w:val="598B04E2"/>
    <w:multiLevelType w:val="multilevel"/>
    <w:tmpl w:val="AA4EEE5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0"/>
        <w:szCs w:val="20"/>
        <w:u w:val="single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136" w15:restartNumberingAfterBreak="0">
    <w:nsid w:val="59C52298"/>
    <w:multiLevelType w:val="hybridMultilevel"/>
    <w:tmpl w:val="FBD81DC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7" w15:restartNumberingAfterBreak="0">
    <w:nsid w:val="59D507CB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38" w15:restartNumberingAfterBreak="0">
    <w:nsid w:val="5A18159D"/>
    <w:multiLevelType w:val="hybridMultilevel"/>
    <w:tmpl w:val="938A9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A535AED"/>
    <w:multiLevelType w:val="multilevel"/>
    <w:tmpl w:val="0B2A84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0" w15:restartNumberingAfterBreak="0">
    <w:nsid w:val="5A540A3F"/>
    <w:multiLevelType w:val="hybridMultilevel"/>
    <w:tmpl w:val="7BD62B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F07EAAF4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 w15:restartNumberingAfterBreak="0">
    <w:nsid w:val="5B035152"/>
    <w:multiLevelType w:val="hybridMultilevel"/>
    <w:tmpl w:val="D504762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2" w15:restartNumberingAfterBreak="0">
    <w:nsid w:val="5BDC449F"/>
    <w:multiLevelType w:val="hybridMultilevel"/>
    <w:tmpl w:val="782E0A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3" w15:restartNumberingAfterBreak="0">
    <w:nsid w:val="5BEF198B"/>
    <w:multiLevelType w:val="hybridMultilevel"/>
    <w:tmpl w:val="2F9015F2"/>
    <w:lvl w:ilvl="0" w:tplc="3DD472F2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4" w15:restartNumberingAfterBreak="0">
    <w:nsid w:val="5C503386"/>
    <w:multiLevelType w:val="hybridMultilevel"/>
    <w:tmpl w:val="21CE33F2"/>
    <w:lvl w:ilvl="0" w:tplc="B126898C">
      <w:numFmt w:val="bullet"/>
      <w:lvlText w:val="·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5D357D5E"/>
    <w:multiLevelType w:val="hybridMultilevel"/>
    <w:tmpl w:val="B5924D0E"/>
    <w:lvl w:ilvl="0" w:tplc="EC9467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E326B6F"/>
    <w:multiLevelType w:val="multilevel"/>
    <w:tmpl w:val="2C6A2A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147" w15:restartNumberingAfterBreak="0">
    <w:nsid w:val="5E7C124D"/>
    <w:multiLevelType w:val="hybridMultilevel"/>
    <w:tmpl w:val="ACDE341E"/>
    <w:lvl w:ilvl="0" w:tplc="444EF52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48" w15:restartNumberingAfterBreak="0">
    <w:nsid w:val="60264E9C"/>
    <w:multiLevelType w:val="multilevel"/>
    <w:tmpl w:val="CAD6E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ahoma" w:hAnsi="Tahoma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9" w15:restartNumberingAfterBreak="0">
    <w:nsid w:val="604E5F04"/>
    <w:multiLevelType w:val="hybridMultilevel"/>
    <w:tmpl w:val="13D05E2A"/>
    <w:lvl w:ilvl="0" w:tplc="0E60E712">
      <w:start w:val="1"/>
      <w:numFmt w:val="decimal"/>
      <w:lvlText w:val="%1)"/>
      <w:lvlJc w:val="left"/>
      <w:pPr>
        <w:tabs>
          <w:tab w:val="num" w:pos="2986"/>
        </w:tabs>
        <w:ind w:left="29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86"/>
        </w:tabs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06"/>
        </w:tabs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26"/>
        </w:tabs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46"/>
        </w:tabs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66"/>
        </w:tabs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86"/>
        </w:tabs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06"/>
        </w:tabs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26"/>
        </w:tabs>
        <w:ind w:left="7626" w:hanging="180"/>
      </w:pPr>
    </w:lvl>
  </w:abstractNum>
  <w:abstractNum w:abstractNumId="150" w15:restartNumberingAfterBreak="0">
    <w:nsid w:val="6072374D"/>
    <w:multiLevelType w:val="multilevel"/>
    <w:tmpl w:val="881880B6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="Calibri" w:hAnsi="Trebuchet MS"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eastAsia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</w:abstractNum>
  <w:abstractNum w:abstractNumId="151" w15:restartNumberingAfterBreak="0">
    <w:nsid w:val="6152461F"/>
    <w:multiLevelType w:val="hybridMultilevel"/>
    <w:tmpl w:val="BA7CB948"/>
    <w:lvl w:ilvl="0" w:tplc="9D567BFE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sz w:val="20"/>
      </w:rPr>
    </w:lvl>
    <w:lvl w:ilvl="1" w:tplc="92C2C91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2633BDF"/>
    <w:multiLevelType w:val="hybridMultilevel"/>
    <w:tmpl w:val="1B5A9398"/>
    <w:lvl w:ilvl="0" w:tplc="04150019">
      <w:start w:val="1"/>
      <w:numFmt w:val="lowerLetter"/>
      <w:lvlText w:val="%1."/>
      <w:lvlJc w:val="left"/>
      <w:pPr>
        <w:ind w:left="213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3" w15:restartNumberingAfterBreak="0">
    <w:nsid w:val="631D108D"/>
    <w:multiLevelType w:val="multilevel"/>
    <w:tmpl w:val="8F2C1E1C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="Calibri" w:hAnsi="Trebuchet MS"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eastAsia="Times New Roman" w:cs="Times New Roman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</w:abstractNum>
  <w:abstractNum w:abstractNumId="154" w15:restartNumberingAfterBreak="0">
    <w:nsid w:val="64097FE9"/>
    <w:multiLevelType w:val="multilevel"/>
    <w:tmpl w:val="DF2886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5" w15:restartNumberingAfterBreak="0">
    <w:nsid w:val="661571BD"/>
    <w:multiLevelType w:val="hybridMultilevel"/>
    <w:tmpl w:val="2CB43F7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6" w15:restartNumberingAfterBreak="0">
    <w:nsid w:val="66CD1F85"/>
    <w:multiLevelType w:val="multilevel"/>
    <w:tmpl w:val="A196941C"/>
    <w:styleLink w:val="Styl41"/>
    <w:lvl w:ilvl="0">
      <w:start w:val="1"/>
      <w:numFmt w:val="upperRoman"/>
      <w:pStyle w:val="Nagwek1"/>
      <w:suff w:val="space"/>
      <w:lvlText w:val="Rozdział %1"/>
      <w:lvlJc w:val="left"/>
      <w:pPr>
        <w:ind w:left="100" w:firstLine="0"/>
      </w:pPr>
      <w:rPr>
        <w:rFonts w:ascii="Trebuchet MS" w:hAnsi="Trebuchet MS" w:hint="default"/>
        <w:b/>
        <w:color w:val="auto"/>
        <w:sz w:val="20"/>
      </w:rPr>
    </w:lvl>
    <w:lvl w:ilvl="1">
      <w:start w:val="1"/>
      <w:numFmt w:val="none"/>
      <w:pStyle w:val="Nagwek2"/>
      <w:suff w:val="nothing"/>
      <w:lvlText w:val=""/>
      <w:lvlJc w:val="left"/>
      <w:pPr>
        <w:ind w:left="100" w:firstLine="0"/>
      </w:pPr>
      <w:rPr>
        <w:rFonts w:hint="default"/>
      </w:rPr>
    </w:lvl>
    <w:lvl w:ilvl="2">
      <w:start w:val="1"/>
      <w:numFmt w:val="decimal"/>
      <w:pStyle w:val="Nagwek3"/>
      <w:lvlText w:val="%3)"/>
      <w:lvlJc w:val="left"/>
      <w:pPr>
        <w:ind w:left="10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10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10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10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10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10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100" w:firstLine="0"/>
      </w:pPr>
      <w:rPr>
        <w:rFonts w:hint="default"/>
      </w:rPr>
    </w:lvl>
  </w:abstractNum>
  <w:abstractNum w:abstractNumId="157" w15:restartNumberingAfterBreak="0">
    <w:nsid w:val="69B101D3"/>
    <w:multiLevelType w:val="multilevel"/>
    <w:tmpl w:val="6858758E"/>
    <w:styleLink w:val="Styl3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00B05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8" w15:restartNumberingAfterBreak="0">
    <w:nsid w:val="6A2F562E"/>
    <w:multiLevelType w:val="hybridMultilevel"/>
    <w:tmpl w:val="8E20C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6A522B23"/>
    <w:multiLevelType w:val="multilevel"/>
    <w:tmpl w:val="1F4C18A4"/>
    <w:lvl w:ilvl="0">
      <w:start w:val="1"/>
      <w:numFmt w:val="bullet"/>
      <w:lvlText w:val="•"/>
      <w:lvlJc w:val="left"/>
      <w:rPr>
        <w:rFonts w:ascii="Arial Narrow" w:eastAsia="Times New Roman" w:hAnsi="Arial Narrow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0" w15:restartNumberingAfterBreak="0">
    <w:nsid w:val="6A71407B"/>
    <w:multiLevelType w:val="hybridMultilevel"/>
    <w:tmpl w:val="356CB8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6A7E245F"/>
    <w:multiLevelType w:val="hybridMultilevel"/>
    <w:tmpl w:val="2F78736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 w15:restartNumberingAfterBreak="0">
    <w:nsid w:val="6AB90291"/>
    <w:multiLevelType w:val="hybridMultilevel"/>
    <w:tmpl w:val="522CF882"/>
    <w:lvl w:ilvl="0" w:tplc="04150017">
      <w:start w:val="1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63" w15:restartNumberingAfterBreak="0">
    <w:nsid w:val="6B16692F"/>
    <w:multiLevelType w:val="hybridMultilevel"/>
    <w:tmpl w:val="E1EA9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6CE26EF8"/>
    <w:multiLevelType w:val="multilevel"/>
    <w:tmpl w:val="0415001F"/>
    <w:styleLink w:val="Styl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5" w15:restartNumberingAfterBreak="0">
    <w:nsid w:val="6E114FFF"/>
    <w:multiLevelType w:val="multilevel"/>
    <w:tmpl w:val="3B1CEAB6"/>
    <w:lvl w:ilvl="0">
      <w:start w:val="1"/>
      <w:numFmt w:val="lowerLetter"/>
      <w:lvlText w:val="%1)"/>
      <w:lvlJc w:val="left"/>
      <w:rPr>
        <w:rFonts w:ascii="Trebuchet MS" w:eastAsia="Times New Roman" w:hAnsi="Trebuchet MS" w:cs="Arial Narrow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6" w15:restartNumberingAfterBreak="0">
    <w:nsid w:val="6E1F5FFA"/>
    <w:multiLevelType w:val="hybridMultilevel"/>
    <w:tmpl w:val="0C50DC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6FF605F9"/>
    <w:multiLevelType w:val="hybridMultilevel"/>
    <w:tmpl w:val="8954E4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726C790F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9" w15:restartNumberingAfterBreak="0">
    <w:nsid w:val="72BA16A2"/>
    <w:multiLevelType w:val="hybridMultilevel"/>
    <w:tmpl w:val="AD3A1656"/>
    <w:lvl w:ilvl="0" w:tplc="27AA33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92C2C91C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3013827"/>
    <w:multiLevelType w:val="multilevel"/>
    <w:tmpl w:val="3A5C251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2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1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2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9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0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8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8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624" w:hanging="1800"/>
      </w:pPr>
      <w:rPr>
        <w:rFonts w:hint="default"/>
      </w:rPr>
    </w:lvl>
  </w:abstractNum>
  <w:abstractNum w:abstractNumId="171" w15:restartNumberingAfterBreak="0">
    <w:nsid w:val="733D2DA4"/>
    <w:multiLevelType w:val="multilevel"/>
    <w:tmpl w:val="20D4BF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0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800" w:hanging="18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2" w15:restartNumberingAfterBreak="0">
    <w:nsid w:val="74A07E76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73" w15:restartNumberingAfterBreak="0">
    <w:nsid w:val="74BD47D2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74" w15:restartNumberingAfterBreak="0">
    <w:nsid w:val="74E65D4F"/>
    <w:multiLevelType w:val="multilevel"/>
    <w:tmpl w:val="D4008C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5" w15:restartNumberingAfterBreak="0">
    <w:nsid w:val="74EA7499"/>
    <w:multiLevelType w:val="hybridMultilevel"/>
    <w:tmpl w:val="BD9A5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75B14EF5"/>
    <w:multiLevelType w:val="multilevel"/>
    <w:tmpl w:val="DE90C65C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="Calibri" w:hAnsi="Trebuchet MS"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eastAsia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rebuchet MS" w:eastAsia="Times New Roman" w:hAnsi="Trebuchet MS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2214"/>
        </w:tabs>
        <w:ind w:left="2214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</w:abstractNum>
  <w:abstractNum w:abstractNumId="177" w15:restartNumberingAfterBreak="0">
    <w:nsid w:val="75C54FB9"/>
    <w:multiLevelType w:val="multilevel"/>
    <w:tmpl w:val="C9EC06D0"/>
    <w:lvl w:ilvl="0">
      <w:start w:val="1"/>
      <w:numFmt w:val="decimal"/>
      <w:lvlText w:val="%1."/>
      <w:lvlJc w:val="left"/>
      <w:pPr>
        <w:ind w:left="505" w:hanging="360"/>
      </w:pPr>
      <w:rPr>
        <w:rFonts w:ascii="Trebuchet MS" w:hAnsi="Trebuchet MS" w:hint="default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319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65" w:hanging="1800"/>
      </w:pPr>
      <w:rPr>
        <w:rFonts w:hint="default"/>
      </w:rPr>
    </w:lvl>
  </w:abstractNum>
  <w:abstractNum w:abstractNumId="178" w15:restartNumberingAfterBreak="0">
    <w:nsid w:val="7663081B"/>
    <w:multiLevelType w:val="hybridMultilevel"/>
    <w:tmpl w:val="42040C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71E7A0A"/>
    <w:multiLevelType w:val="hybridMultilevel"/>
    <w:tmpl w:val="32703E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751213F"/>
    <w:multiLevelType w:val="multilevel"/>
    <w:tmpl w:val="E9ACEF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181" w15:restartNumberingAfterBreak="0">
    <w:nsid w:val="77647930"/>
    <w:multiLevelType w:val="multilevel"/>
    <w:tmpl w:val="DF30E3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2" w15:restartNumberingAfterBreak="0">
    <w:nsid w:val="778D1B9F"/>
    <w:multiLevelType w:val="hybridMultilevel"/>
    <w:tmpl w:val="4E5EC426"/>
    <w:lvl w:ilvl="0" w:tplc="95FA221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717AD5C4">
      <w:start w:val="1"/>
      <w:numFmt w:val="decimal"/>
      <w:lvlText w:val="%2)"/>
      <w:lvlJc w:val="left"/>
      <w:pPr>
        <w:ind w:left="1440" w:hanging="360"/>
      </w:pPr>
      <w:rPr>
        <w:rFonts w:ascii="Trebuchet MS" w:hAnsi="Trebuchet MS" w:hint="default"/>
        <w:b w:val="0"/>
      </w:rPr>
    </w:lvl>
    <w:lvl w:ilvl="2" w:tplc="738A1A62">
      <w:start w:val="1"/>
      <w:numFmt w:val="lowerLetter"/>
      <w:lvlText w:val="%3."/>
      <w:lvlJc w:val="left"/>
      <w:pPr>
        <w:ind w:left="2160" w:hanging="18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77D92495"/>
    <w:multiLevelType w:val="multilevel"/>
    <w:tmpl w:val="6950B7B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ahoma" w:hint="default"/>
        <w:b w:val="0"/>
        <w:bCs/>
        <w:color w:val="00000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ahoma" w:hAnsi="Tahoma" w:cs="Courier New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ahoma" w:hAnsi="Tahoma" w:cs="Tahom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84" w15:restartNumberingAfterBreak="0">
    <w:nsid w:val="7A5D1E09"/>
    <w:multiLevelType w:val="hybridMultilevel"/>
    <w:tmpl w:val="0A501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7AF31AC4"/>
    <w:multiLevelType w:val="hybridMultilevel"/>
    <w:tmpl w:val="E52A1D8C"/>
    <w:lvl w:ilvl="0" w:tplc="041CF278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sz w:val="20"/>
      </w:rPr>
    </w:lvl>
    <w:lvl w:ilvl="1" w:tplc="5712C4A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B04151F"/>
    <w:multiLevelType w:val="multilevel"/>
    <w:tmpl w:val="881880B6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="Calibri" w:hAnsi="Trebuchet MS"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eastAsia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</w:abstractNum>
  <w:abstractNum w:abstractNumId="187" w15:restartNumberingAfterBreak="0">
    <w:nsid w:val="7B6F2A68"/>
    <w:multiLevelType w:val="hybridMultilevel"/>
    <w:tmpl w:val="7B282204"/>
    <w:lvl w:ilvl="0" w:tplc="3FFCF28E">
      <w:start w:val="1"/>
      <w:numFmt w:val="decimal"/>
      <w:lvlText w:val="%1."/>
      <w:lvlJc w:val="left"/>
      <w:pPr>
        <w:ind w:left="288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88" w15:restartNumberingAfterBreak="0">
    <w:nsid w:val="7D7B1F19"/>
    <w:multiLevelType w:val="hybridMultilevel"/>
    <w:tmpl w:val="B6D21FE4"/>
    <w:name w:val="WW8Num72"/>
    <w:lvl w:ilvl="0" w:tplc="77C06698">
      <w:start w:val="1"/>
      <w:numFmt w:val="decimal"/>
      <w:lvlText w:val="%1)"/>
      <w:lvlJc w:val="left"/>
      <w:pPr>
        <w:tabs>
          <w:tab w:val="num" w:pos="432"/>
        </w:tabs>
        <w:ind w:left="432" w:hanging="72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9" w15:restartNumberingAfterBreak="0">
    <w:nsid w:val="7D7C5232"/>
    <w:multiLevelType w:val="multilevel"/>
    <w:tmpl w:val="DC344478"/>
    <w:styleLink w:val="Styl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0" w15:restartNumberingAfterBreak="0">
    <w:nsid w:val="7D8C3331"/>
    <w:multiLevelType w:val="hybridMultilevel"/>
    <w:tmpl w:val="36468C86"/>
    <w:lvl w:ilvl="0" w:tplc="ADE48586">
      <w:start w:val="1"/>
      <w:numFmt w:val="decimal"/>
      <w:lvlText w:val="%1."/>
      <w:lvlJc w:val="left"/>
      <w:pPr>
        <w:ind w:left="462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822" w:hanging="360"/>
      </w:pPr>
    </w:lvl>
    <w:lvl w:ilvl="2" w:tplc="0415001B" w:tentative="1">
      <w:start w:val="1"/>
      <w:numFmt w:val="lowerRoman"/>
      <w:lvlText w:val="%3."/>
      <w:lvlJc w:val="right"/>
      <w:pPr>
        <w:ind w:left="1542" w:hanging="180"/>
      </w:pPr>
    </w:lvl>
    <w:lvl w:ilvl="3" w:tplc="0415000F" w:tentative="1">
      <w:start w:val="1"/>
      <w:numFmt w:val="decimal"/>
      <w:lvlText w:val="%4."/>
      <w:lvlJc w:val="left"/>
      <w:pPr>
        <w:ind w:left="2262" w:hanging="360"/>
      </w:pPr>
    </w:lvl>
    <w:lvl w:ilvl="4" w:tplc="04150019" w:tentative="1">
      <w:start w:val="1"/>
      <w:numFmt w:val="lowerLetter"/>
      <w:lvlText w:val="%5."/>
      <w:lvlJc w:val="left"/>
      <w:pPr>
        <w:ind w:left="2982" w:hanging="360"/>
      </w:pPr>
    </w:lvl>
    <w:lvl w:ilvl="5" w:tplc="0415001B" w:tentative="1">
      <w:start w:val="1"/>
      <w:numFmt w:val="lowerRoman"/>
      <w:lvlText w:val="%6."/>
      <w:lvlJc w:val="right"/>
      <w:pPr>
        <w:ind w:left="3702" w:hanging="180"/>
      </w:pPr>
    </w:lvl>
    <w:lvl w:ilvl="6" w:tplc="0415000F" w:tentative="1">
      <w:start w:val="1"/>
      <w:numFmt w:val="decimal"/>
      <w:lvlText w:val="%7."/>
      <w:lvlJc w:val="left"/>
      <w:pPr>
        <w:ind w:left="4422" w:hanging="360"/>
      </w:pPr>
    </w:lvl>
    <w:lvl w:ilvl="7" w:tplc="04150019" w:tentative="1">
      <w:start w:val="1"/>
      <w:numFmt w:val="lowerLetter"/>
      <w:lvlText w:val="%8."/>
      <w:lvlJc w:val="left"/>
      <w:pPr>
        <w:ind w:left="5142" w:hanging="360"/>
      </w:pPr>
    </w:lvl>
    <w:lvl w:ilvl="8" w:tplc="0415001B" w:tentative="1">
      <w:start w:val="1"/>
      <w:numFmt w:val="lowerRoman"/>
      <w:lvlText w:val="%9."/>
      <w:lvlJc w:val="right"/>
      <w:pPr>
        <w:ind w:left="5862" w:hanging="180"/>
      </w:pPr>
    </w:lvl>
  </w:abstractNum>
  <w:abstractNum w:abstractNumId="191" w15:restartNumberingAfterBreak="0">
    <w:nsid w:val="7EF855B5"/>
    <w:multiLevelType w:val="hybridMultilevel"/>
    <w:tmpl w:val="A2181F4C"/>
    <w:lvl w:ilvl="0" w:tplc="5DF4CAC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F0361B1"/>
    <w:multiLevelType w:val="hybridMultilevel"/>
    <w:tmpl w:val="322634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TimesNewRomanPS" w:hAnsi="TimesNewRomanP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TimesNewRomanPS" w:hAnsi="TimesNewRomanP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TimesNewRomanPS" w:hAnsi="TimesNewRomanPS" w:hint="default"/>
      </w:rPr>
    </w:lvl>
  </w:abstractNum>
  <w:abstractNum w:abstractNumId="193" w15:restartNumberingAfterBreak="0">
    <w:nsid w:val="7F7F08D2"/>
    <w:multiLevelType w:val="hybridMultilevel"/>
    <w:tmpl w:val="62944EEC"/>
    <w:lvl w:ilvl="0" w:tplc="C6BED98C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62"/>
  </w:num>
  <w:num w:numId="3">
    <w:abstractNumId w:val="181"/>
  </w:num>
  <w:num w:numId="4">
    <w:abstractNumId w:val="140"/>
  </w:num>
  <w:num w:numId="5">
    <w:abstractNumId w:val="156"/>
  </w:num>
  <w:num w:numId="6">
    <w:abstractNumId w:val="66"/>
  </w:num>
  <w:num w:numId="7">
    <w:abstractNumId w:val="106"/>
  </w:num>
  <w:num w:numId="8">
    <w:abstractNumId w:val="189"/>
  </w:num>
  <w:num w:numId="9">
    <w:abstractNumId w:val="54"/>
  </w:num>
  <w:num w:numId="10">
    <w:abstractNumId w:val="76"/>
  </w:num>
  <w:num w:numId="11">
    <w:abstractNumId w:val="125"/>
  </w:num>
  <w:num w:numId="12">
    <w:abstractNumId w:val="177"/>
  </w:num>
  <w:num w:numId="13">
    <w:abstractNumId w:val="79"/>
  </w:num>
  <w:num w:numId="14">
    <w:abstractNumId w:val="21"/>
  </w:num>
  <w:num w:numId="15">
    <w:abstractNumId w:val="132"/>
  </w:num>
  <w:num w:numId="16">
    <w:abstractNumId w:val="42"/>
  </w:num>
  <w:num w:numId="17">
    <w:abstractNumId w:val="84"/>
  </w:num>
  <w:num w:numId="18">
    <w:abstractNumId w:val="134"/>
  </w:num>
  <w:num w:numId="19">
    <w:abstractNumId w:val="72"/>
  </w:num>
  <w:num w:numId="20">
    <w:abstractNumId w:val="157"/>
  </w:num>
  <w:num w:numId="21">
    <w:abstractNumId w:val="6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83"/>
  </w:num>
  <w:num w:numId="23">
    <w:abstractNumId w:val="122"/>
  </w:num>
  <w:num w:numId="24">
    <w:abstractNumId w:val="146"/>
  </w:num>
  <w:num w:numId="25">
    <w:abstractNumId w:val="58"/>
  </w:num>
  <w:num w:numId="26">
    <w:abstractNumId w:val="93"/>
  </w:num>
  <w:num w:numId="27">
    <w:abstractNumId w:val="91"/>
  </w:num>
  <w:num w:numId="28">
    <w:abstractNumId w:val="31"/>
  </w:num>
  <w:num w:numId="29">
    <w:abstractNumId w:val="136"/>
  </w:num>
  <w:num w:numId="30">
    <w:abstractNumId w:val="174"/>
  </w:num>
  <w:num w:numId="31">
    <w:abstractNumId w:val="154"/>
  </w:num>
  <w:num w:numId="32">
    <w:abstractNumId w:val="16"/>
  </w:num>
  <w:num w:numId="33">
    <w:abstractNumId w:val="37"/>
  </w:num>
  <w:num w:numId="34">
    <w:abstractNumId w:val="98"/>
  </w:num>
  <w:num w:numId="35">
    <w:abstractNumId w:val="100"/>
  </w:num>
  <w:num w:numId="36">
    <w:abstractNumId w:val="60"/>
  </w:num>
  <w:num w:numId="37">
    <w:abstractNumId w:val="61"/>
  </w:num>
  <w:num w:numId="38">
    <w:abstractNumId w:val="78"/>
  </w:num>
  <w:num w:numId="39">
    <w:abstractNumId w:val="67"/>
  </w:num>
  <w:num w:numId="40">
    <w:abstractNumId w:val="74"/>
  </w:num>
  <w:num w:numId="41">
    <w:abstractNumId w:val="35"/>
  </w:num>
  <w:num w:numId="42">
    <w:abstractNumId w:val="34"/>
  </w:num>
  <w:num w:numId="43">
    <w:abstractNumId w:val="170"/>
  </w:num>
  <w:num w:numId="44">
    <w:abstractNumId w:val="141"/>
  </w:num>
  <w:num w:numId="45">
    <w:abstractNumId w:val="75"/>
  </w:num>
  <w:num w:numId="46">
    <w:abstractNumId w:val="59"/>
  </w:num>
  <w:num w:numId="47">
    <w:abstractNumId w:val="32"/>
  </w:num>
  <w:num w:numId="48">
    <w:abstractNumId w:val="187"/>
  </w:num>
  <w:num w:numId="49">
    <w:abstractNumId w:val="180"/>
  </w:num>
  <w:num w:numId="50">
    <w:abstractNumId w:val="14"/>
  </w:num>
  <w:num w:numId="51">
    <w:abstractNumId w:val="135"/>
  </w:num>
  <w:num w:numId="52">
    <w:abstractNumId w:val="123"/>
  </w:num>
  <w:num w:numId="53">
    <w:abstractNumId w:val="80"/>
  </w:num>
  <w:num w:numId="54">
    <w:abstractNumId w:val="20"/>
  </w:num>
  <w:num w:numId="55">
    <w:abstractNumId w:val="115"/>
  </w:num>
  <w:num w:numId="56">
    <w:abstractNumId w:val="104"/>
  </w:num>
  <w:num w:numId="57">
    <w:abstractNumId w:val="105"/>
  </w:num>
  <w:num w:numId="58">
    <w:abstractNumId w:val="41"/>
  </w:num>
  <w:num w:numId="59">
    <w:abstractNumId w:val="172"/>
  </w:num>
  <w:num w:numId="60">
    <w:abstractNumId w:val="65"/>
  </w:num>
  <w:num w:numId="61">
    <w:abstractNumId w:val="137"/>
  </w:num>
  <w:num w:numId="62">
    <w:abstractNumId w:val="85"/>
  </w:num>
  <w:num w:numId="63">
    <w:abstractNumId w:val="168"/>
  </w:num>
  <w:num w:numId="64">
    <w:abstractNumId w:val="96"/>
  </w:num>
  <w:num w:numId="65">
    <w:abstractNumId w:val="101"/>
  </w:num>
  <w:num w:numId="66">
    <w:abstractNumId w:val="173"/>
  </w:num>
  <w:num w:numId="67">
    <w:abstractNumId w:val="15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8"/>
  </w:num>
  <w:num w:numId="69">
    <w:abstractNumId w:val="69"/>
  </w:num>
  <w:num w:numId="70">
    <w:abstractNumId w:val="130"/>
  </w:num>
  <w:num w:numId="71">
    <w:abstractNumId w:val="182"/>
  </w:num>
  <w:num w:numId="72">
    <w:abstractNumId w:val="49"/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Trebuchet MS" w:hAnsi="Trebuchet MS" w:hint="default"/>
          <w:color w:val="auto"/>
        </w:rPr>
      </w:lvl>
    </w:lvlOverride>
  </w:num>
  <w:num w:numId="73">
    <w:abstractNumId w:val="114"/>
  </w:num>
  <w:num w:numId="74">
    <w:abstractNumId w:val="186"/>
  </w:num>
  <w:num w:numId="75">
    <w:abstractNumId w:val="89"/>
  </w:num>
  <w:num w:numId="76">
    <w:abstractNumId w:val="143"/>
  </w:num>
  <w:num w:numId="77">
    <w:abstractNumId w:val="153"/>
  </w:num>
  <w:num w:numId="78">
    <w:abstractNumId w:val="176"/>
  </w:num>
  <w:num w:numId="79">
    <w:abstractNumId w:val="1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50"/>
  </w:num>
  <w:num w:numId="81">
    <w:abstractNumId w:val="111"/>
  </w:num>
  <w:num w:numId="82">
    <w:abstractNumId w:val="120"/>
  </w:num>
  <w:num w:numId="83">
    <w:abstractNumId w:val="109"/>
  </w:num>
  <w:num w:numId="84">
    <w:abstractNumId w:val="1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103"/>
  </w:num>
  <w:num w:numId="86">
    <w:abstractNumId w:val="22"/>
  </w:num>
  <w:num w:numId="87">
    <w:abstractNumId w:val="19"/>
  </w:num>
  <w:num w:numId="88">
    <w:abstractNumId w:val="124"/>
  </w:num>
  <w:num w:numId="89">
    <w:abstractNumId w:val="47"/>
  </w:num>
  <w:num w:numId="90">
    <w:abstractNumId w:val="51"/>
  </w:num>
  <w:num w:numId="91">
    <w:abstractNumId w:val="142"/>
  </w:num>
  <w:num w:numId="92">
    <w:abstractNumId w:val="44"/>
  </w:num>
  <w:num w:numId="93">
    <w:abstractNumId w:val="159"/>
  </w:num>
  <w:num w:numId="94">
    <w:abstractNumId w:val="179"/>
  </w:num>
  <w:num w:numId="95">
    <w:abstractNumId w:val="94"/>
  </w:num>
  <w:num w:numId="96">
    <w:abstractNumId w:val="112"/>
  </w:num>
  <w:num w:numId="97">
    <w:abstractNumId w:val="175"/>
  </w:num>
  <w:num w:numId="98">
    <w:abstractNumId w:val="102"/>
  </w:num>
  <w:num w:numId="99">
    <w:abstractNumId w:val="108"/>
  </w:num>
  <w:num w:numId="100">
    <w:abstractNumId w:val="144"/>
  </w:num>
  <w:num w:numId="101">
    <w:abstractNumId w:val="116"/>
  </w:num>
  <w:num w:numId="102">
    <w:abstractNumId w:val="127"/>
  </w:num>
  <w:num w:numId="103">
    <w:abstractNumId w:val="43"/>
  </w:num>
  <w:num w:numId="104">
    <w:abstractNumId w:val="86"/>
  </w:num>
  <w:num w:numId="105">
    <w:abstractNumId w:val="81"/>
  </w:num>
  <w:num w:numId="106">
    <w:abstractNumId w:val="128"/>
  </w:num>
  <w:num w:numId="107">
    <w:abstractNumId w:val="71"/>
  </w:num>
  <w:num w:numId="108">
    <w:abstractNumId w:val="193"/>
  </w:num>
  <w:num w:numId="109">
    <w:abstractNumId w:val="138"/>
  </w:num>
  <w:num w:numId="110">
    <w:abstractNumId w:val="119"/>
  </w:num>
  <w:num w:numId="111">
    <w:abstractNumId w:val="178"/>
  </w:num>
  <w:num w:numId="112">
    <w:abstractNumId w:val="165"/>
  </w:num>
  <w:num w:numId="113">
    <w:abstractNumId w:val="17"/>
  </w:num>
  <w:num w:numId="114">
    <w:abstractNumId w:val="167"/>
  </w:num>
  <w:num w:numId="115">
    <w:abstractNumId w:val="158"/>
  </w:num>
  <w:num w:numId="116">
    <w:abstractNumId w:val="155"/>
  </w:num>
  <w:num w:numId="117">
    <w:abstractNumId w:val="68"/>
  </w:num>
  <w:num w:numId="118">
    <w:abstractNumId w:val="23"/>
  </w:num>
  <w:num w:numId="119">
    <w:abstractNumId w:val="95"/>
  </w:num>
  <w:num w:numId="120">
    <w:abstractNumId w:val="28"/>
  </w:num>
  <w:num w:numId="121">
    <w:abstractNumId w:val="77"/>
  </w:num>
  <w:num w:numId="122">
    <w:abstractNumId w:val="24"/>
  </w:num>
  <w:num w:numId="123">
    <w:abstractNumId w:val="39"/>
  </w:num>
  <w:num w:numId="124">
    <w:abstractNumId w:val="40"/>
  </w:num>
  <w:num w:numId="125">
    <w:abstractNumId w:val="129"/>
  </w:num>
  <w:num w:numId="126">
    <w:abstractNumId w:val="82"/>
  </w:num>
  <w:num w:numId="127">
    <w:abstractNumId w:val="87"/>
  </w:num>
  <w:num w:numId="128">
    <w:abstractNumId w:val="166"/>
  </w:num>
  <w:num w:numId="129">
    <w:abstractNumId w:val="184"/>
  </w:num>
  <w:num w:numId="130">
    <w:abstractNumId w:val="117"/>
  </w:num>
  <w:num w:numId="131">
    <w:abstractNumId w:val="160"/>
  </w:num>
  <w:num w:numId="132">
    <w:abstractNumId w:val="164"/>
  </w:num>
  <w:num w:numId="133">
    <w:abstractNumId w:val="70"/>
  </w:num>
  <w:num w:numId="134">
    <w:abstractNumId w:val="163"/>
  </w:num>
  <w:num w:numId="135">
    <w:abstractNumId w:val="50"/>
  </w:num>
  <w:num w:numId="136">
    <w:abstractNumId w:val="113"/>
  </w:num>
  <w:num w:numId="137">
    <w:abstractNumId w:val="149"/>
  </w:num>
  <w:num w:numId="138">
    <w:abstractNumId w:val="97"/>
  </w:num>
  <w:num w:numId="139">
    <w:abstractNumId w:val="25"/>
  </w:num>
  <w:num w:numId="140">
    <w:abstractNumId w:val="92"/>
  </w:num>
  <w:num w:numId="141">
    <w:abstractNumId w:val="27"/>
  </w:num>
  <w:num w:numId="142">
    <w:abstractNumId w:val="192"/>
  </w:num>
  <w:num w:numId="143">
    <w:abstractNumId w:val="185"/>
  </w:num>
  <w:num w:numId="144">
    <w:abstractNumId w:val="45"/>
  </w:num>
  <w:num w:numId="145">
    <w:abstractNumId w:val="126"/>
  </w:num>
  <w:num w:numId="146">
    <w:abstractNumId w:val="171"/>
  </w:num>
  <w:num w:numId="147">
    <w:abstractNumId w:val="147"/>
  </w:num>
  <w:num w:numId="148">
    <w:abstractNumId w:val="46"/>
  </w:num>
  <w:num w:numId="149">
    <w:abstractNumId w:val="161"/>
  </w:num>
  <w:num w:numId="150">
    <w:abstractNumId w:val="30"/>
  </w:num>
  <w:num w:numId="151">
    <w:abstractNumId w:val="48"/>
  </w:num>
  <w:num w:numId="152">
    <w:abstractNumId w:val="110"/>
  </w:num>
  <w:num w:numId="153">
    <w:abstractNumId w:val="13"/>
  </w:num>
  <w:num w:numId="154">
    <w:abstractNumId w:val="133"/>
  </w:num>
  <w:num w:numId="155">
    <w:abstractNumId w:val="139"/>
  </w:num>
  <w:num w:numId="156">
    <w:abstractNumId w:val="90"/>
  </w:num>
  <w:num w:numId="157">
    <w:abstractNumId w:val="53"/>
  </w:num>
  <w:num w:numId="158">
    <w:abstractNumId w:val="118"/>
  </w:num>
  <w:num w:numId="159">
    <w:abstractNumId w:val="38"/>
  </w:num>
  <w:num w:numId="160">
    <w:abstractNumId w:val="121"/>
  </w:num>
  <w:num w:numId="161">
    <w:abstractNumId w:val="55"/>
  </w:num>
  <w:num w:numId="162">
    <w:abstractNumId w:val="169"/>
  </w:num>
  <w:num w:numId="163">
    <w:abstractNumId w:val="151"/>
  </w:num>
  <w:num w:numId="164">
    <w:abstractNumId w:val="33"/>
  </w:num>
  <w:num w:numId="165">
    <w:abstractNumId w:val="190"/>
  </w:num>
  <w:num w:numId="166">
    <w:abstractNumId w:val="99"/>
  </w:num>
  <w:num w:numId="167">
    <w:abstractNumId w:val="56"/>
  </w:num>
  <w:num w:numId="168">
    <w:abstractNumId w:val="131"/>
  </w:num>
  <w:num w:numId="169">
    <w:abstractNumId w:val="29"/>
  </w:num>
  <w:num w:numId="170">
    <w:abstractNumId w:val="57"/>
  </w:num>
  <w:num w:numId="171">
    <w:abstractNumId w:val="88"/>
  </w:num>
  <w:num w:numId="172">
    <w:abstractNumId w:val="52"/>
  </w:num>
  <w:num w:numId="173">
    <w:abstractNumId w:val="148"/>
  </w:num>
  <w:num w:numId="174">
    <w:abstractNumId w:val="191"/>
  </w:num>
  <w:num w:numId="175">
    <w:abstractNumId w:val="73"/>
  </w:num>
  <w:num w:numId="176">
    <w:abstractNumId w:val="145"/>
  </w:num>
  <w:num w:numId="177">
    <w:abstractNumId w:val="36"/>
  </w:num>
  <w:num w:numId="178">
    <w:abstractNumId w:val="64"/>
  </w:num>
  <w:num w:numId="179">
    <w:abstractNumId w:val="26"/>
  </w:num>
  <w:num w:numId="180">
    <w:abstractNumId w:val="162"/>
  </w:num>
  <w:num w:numId="181">
    <w:abstractNumId w:val="152"/>
  </w:num>
  <w:numIdMacAtCleanup w:val="1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E8A"/>
    <w:rsid w:val="00000208"/>
    <w:rsid w:val="000009AE"/>
    <w:rsid w:val="00000B08"/>
    <w:rsid w:val="00000D74"/>
    <w:rsid w:val="00001623"/>
    <w:rsid w:val="00001A8A"/>
    <w:rsid w:val="00001A9D"/>
    <w:rsid w:val="00002691"/>
    <w:rsid w:val="00003594"/>
    <w:rsid w:val="00004028"/>
    <w:rsid w:val="000053D5"/>
    <w:rsid w:val="000064C9"/>
    <w:rsid w:val="000069F9"/>
    <w:rsid w:val="00007FD4"/>
    <w:rsid w:val="00010162"/>
    <w:rsid w:val="00011AA1"/>
    <w:rsid w:val="0001306D"/>
    <w:rsid w:val="0001548C"/>
    <w:rsid w:val="000156D3"/>
    <w:rsid w:val="000170FC"/>
    <w:rsid w:val="000203FD"/>
    <w:rsid w:val="000229F3"/>
    <w:rsid w:val="00023A5D"/>
    <w:rsid w:val="00023D6F"/>
    <w:rsid w:val="00024FE4"/>
    <w:rsid w:val="00025A74"/>
    <w:rsid w:val="000264CD"/>
    <w:rsid w:val="00027543"/>
    <w:rsid w:val="00030435"/>
    <w:rsid w:val="00030EF0"/>
    <w:rsid w:val="00031524"/>
    <w:rsid w:val="0003331C"/>
    <w:rsid w:val="00034352"/>
    <w:rsid w:val="0003497C"/>
    <w:rsid w:val="0003619D"/>
    <w:rsid w:val="0003697E"/>
    <w:rsid w:val="00037657"/>
    <w:rsid w:val="00037C24"/>
    <w:rsid w:val="00040726"/>
    <w:rsid w:val="00040ABA"/>
    <w:rsid w:val="0004235C"/>
    <w:rsid w:val="00043978"/>
    <w:rsid w:val="00043DC6"/>
    <w:rsid w:val="00044DBA"/>
    <w:rsid w:val="000452B1"/>
    <w:rsid w:val="00045447"/>
    <w:rsid w:val="00046141"/>
    <w:rsid w:val="000461FE"/>
    <w:rsid w:val="00046A3B"/>
    <w:rsid w:val="0004703B"/>
    <w:rsid w:val="00047492"/>
    <w:rsid w:val="00047EDA"/>
    <w:rsid w:val="0005021A"/>
    <w:rsid w:val="000507F9"/>
    <w:rsid w:val="000515E4"/>
    <w:rsid w:val="00051B8B"/>
    <w:rsid w:val="000528BD"/>
    <w:rsid w:val="0005364C"/>
    <w:rsid w:val="00054F38"/>
    <w:rsid w:val="00055DA1"/>
    <w:rsid w:val="000560B6"/>
    <w:rsid w:val="000564E3"/>
    <w:rsid w:val="000568A7"/>
    <w:rsid w:val="000605A3"/>
    <w:rsid w:val="00061221"/>
    <w:rsid w:val="00062016"/>
    <w:rsid w:val="00063E88"/>
    <w:rsid w:val="000649E6"/>
    <w:rsid w:val="000662CD"/>
    <w:rsid w:val="0006681A"/>
    <w:rsid w:val="00066F4B"/>
    <w:rsid w:val="00067975"/>
    <w:rsid w:val="00071291"/>
    <w:rsid w:val="000727B4"/>
    <w:rsid w:val="00072F81"/>
    <w:rsid w:val="00073833"/>
    <w:rsid w:val="000743C5"/>
    <w:rsid w:val="00075014"/>
    <w:rsid w:val="0007568C"/>
    <w:rsid w:val="000759EC"/>
    <w:rsid w:val="00076A03"/>
    <w:rsid w:val="00081418"/>
    <w:rsid w:val="00081B35"/>
    <w:rsid w:val="000822B4"/>
    <w:rsid w:val="0008248D"/>
    <w:rsid w:val="00082850"/>
    <w:rsid w:val="00082AB4"/>
    <w:rsid w:val="0008359F"/>
    <w:rsid w:val="00083812"/>
    <w:rsid w:val="00083B3F"/>
    <w:rsid w:val="00084059"/>
    <w:rsid w:val="00084079"/>
    <w:rsid w:val="00084864"/>
    <w:rsid w:val="0008486F"/>
    <w:rsid w:val="000851AC"/>
    <w:rsid w:val="00085261"/>
    <w:rsid w:val="0008606E"/>
    <w:rsid w:val="00086360"/>
    <w:rsid w:val="00086650"/>
    <w:rsid w:val="00086CB7"/>
    <w:rsid w:val="000923BE"/>
    <w:rsid w:val="000935E1"/>
    <w:rsid w:val="00094776"/>
    <w:rsid w:val="00095D53"/>
    <w:rsid w:val="00096B35"/>
    <w:rsid w:val="000979F3"/>
    <w:rsid w:val="00097CBC"/>
    <w:rsid w:val="000A02B2"/>
    <w:rsid w:val="000A09F8"/>
    <w:rsid w:val="000A0BFD"/>
    <w:rsid w:val="000A14C2"/>
    <w:rsid w:val="000A3767"/>
    <w:rsid w:val="000A3982"/>
    <w:rsid w:val="000A45D1"/>
    <w:rsid w:val="000A4D6E"/>
    <w:rsid w:val="000A58AB"/>
    <w:rsid w:val="000A6249"/>
    <w:rsid w:val="000A726A"/>
    <w:rsid w:val="000A72E8"/>
    <w:rsid w:val="000A7D40"/>
    <w:rsid w:val="000A7DD1"/>
    <w:rsid w:val="000B00D5"/>
    <w:rsid w:val="000B0290"/>
    <w:rsid w:val="000B0BD1"/>
    <w:rsid w:val="000B0D20"/>
    <w:rsid w:val="000B103D"/>
    <w:rsid w:val="000B13E8"/>
    <w:rsid w:val="000B1746"/>
    <w:rsid w:val="000B1CB8"/>
    <w:rsid w:val="000B292B"/>
    <w:rsid w:val="000B5C5B"/>
    <w:rsid w:val="000B6E5A"/>
    <w:rsid w:val="000B7289"/>
    <w:rsid w:val="000B750F"/>
    <w:rsid w:val="000B7639"/>
    <w:rsid w:val="000B79BF"/>
    <w:rsid w:val="000C16A9"/>
    <w:rsid w:val="000C1A49"/>
    <w:rsid w:val="000C2C72"/>
    <w:rsid w:val="000C3C78"/>
    <w:rsid w:val="000C55A9"/>
    <w:rsid w:val="000C66C2"/>
    <w:rsid w:val="000C7121"/>
    <w:rsid w:val="000C79E2"/>
    <w:rsid w:val="000C7A58"/>
    <w:rsid w:val="000D0775"/>
    <w:rsid w:val="000D0CE7"/>
    <w:rsid w:val="000D0F85"/>
    <w:rsid w:val="000D14D9"/>
    <w:rsid w:val="000D18EF"/>
    <w:rsid w:val="000D1B88"/>
    <w:rsid w:val="000D26AA"/>
    <w:rsid w:val="000D481F"/>
    <w:rsid w:val="000D4F95"/>
    <w:rsid w:val="000D50C8"/>
    <w:rsid w:val="000D5899"/>
    <w:rsid w:val="000D5CEF"/>
    <w:rsid w:val="000E12A4"/>
    <w:rsid w:val="000E23DC"/>
    <w:rsid w:val="000E3438"/>
    <w:rsid w:val="000E34B0"/>
    <w:rsid w:val="000E4BDE"/>
    <w:rsid w:val="000E52EE"/>
    <w:rsid w:val="000E567F"/>
    <w:rsid w:val="000E5D2F"/>
    <w:rsid w:val="000E6126"/>
    <w:rsid w:val="000E6AF6"/>
    <w:rsid w:val="000F008A"/>
    <w:rsid w:val="000F10F6"/>
    <w:rsid w:val="000F169F"/>
    <w:rsid w:val="000F1A1C"/>
    <w:rsid w:val="000F1F09"/>
    <w:rsid w:val="000F2713"/>
    <w:rsid w:val="000F35F5"/>
    <w:rsid w:val="000F4806"/>
    <w:rsid w:val="000F4A55"/>
    <w:rsid w:val="000F63C0"/>
    <w:rsid w:val="000F7380"/>
    <w:rsid w:val="0010003A"/>
    <w:rsid w:val="001005AA"/>
    <w:rsid w:val="00100C0B"/>
    <w:rsid w:val="00100E03"/>
    <w:rsid w:val="00100F6E"/>
    <w:rsid w:val="001016AC"/>
    <w:rsid w:val="00102EA2"/>
    <w:rsid w:val="001038F0"/>
    <w:rsid w:val="00103CD6"/>
    <w:rsid w:val="00106212"/>
    <w:rsid w:val="00106BCD"/>
    <w:rsid w:val="001072CD"/>
    <w:rsid w:val="001078B0"/>
    <w:rsid w:val="0011008D"/>
    <w:rsid w:val="0011061D"/>
    <w:rsid w:val="001131A1"/>
    <w:rsid w:val="00113541"/>
    <w:rsid w:val="00113D9A"/>
    <w:rsid w:val="001141EF"/>
    <w:rsid w:val="0011436A"/>
    <w:rsid w:val="001152B5"/>
    <w:rsid w:val="0011571B"/>
    <w:rsid w:val="0011593D"/>
    <w:rsid w:val="001179B9"/>
    <w:rsid w:val="00117F8F"/>
    <w:rsid w:val="00120338"/>
    <w:rsid w:val="001203D2"/>
    <w:rsid w:val="001207F3"/>
    <w:rsid w:val="001209A1"/>
    <w:rsid w:val="00121C79"/>
    <w:rsid w:val="0012214A"/>
    <w:rsid w:val="00122CC0"/>
    <w:rsid w:val="00124FF8"/>
    <w:rsid w:val="00125B4C"/>
    <w:rsid w:val="001278D1"/>
    <w:rsid w:val="00131115"/>
    <w:rsid w:val="00131164"/>
    <w:rsid w:val="00131676"/>
    <w:rsid w:val="00131DA4"/>
    <w:rsid w:val="001334B3"/>
    <w:rsid w:val="00134C07"/>
    <w:rsid w:val="00134F43"/>
    <w:rsid w:val="00135C4C"/>
    <w:rsid w:val="0013624A"/>
    <w:rsid w:val="0013642C"/>
    <w:rsid w:val="001403CE"/>
    <w:rsid w:val="00141D75"/>
    <w:rsid w:val="00141DF1"/>
    <w:rsid w:val="00143FB9"/>
    <w:rsid w:val="00144D94"/>
    <w:rsid w:val="001461DF"/>
    <w:rsid w:val="0014633D"/>
    <w:rsid w:val="001463EF"/>
    <w:rsid w:val="00146ABD"/>
    <w:rsid w:val="00147464"/>
    <w:rsid w:val="00147554"/>
    <w:rsid w:val="0014794B"/>
    <w:rsid w:val="00150743"/>
    <w:rsid w:val="00151E55"/>
    <w:rsid w:val="0015306E"/>
    <w:rsid w:val="00153726"/>
    <w:rsid w:val="00154F12"/>
    <w:rsid w:val="00156991"/>
    <w:rsid w:val="00156B4D"/>
    <w:rsid w:val="00161CFB"/>
    <w:rsid w:val="00162C3E"/>
    <w:rsid w:val="00163366"/>
    <w:rsid w:val="00163D78"/>
    <w:rsid w:val="00163D84"/>
    <w:rsid w:val="00165144"/>
    <w:rsid w:val="001702FA"/>
    <w:rsid w:val="001706C3"/>
    <w:rsid w:val="00170CBA"/>
    <w:rsid w:val="00171E3D"/>
    <w:rsid w:val="0017222C"/>
    <w:rsid w:val="00174BCF"/>
    <w:rsid w:val="00174EE6"/>
    <w:rsid w:val="00174FEF"/>
    <w:rsid w:val="00175597"/>
    <w:rsid w:val="00175656"/>
    <w:rsid w:val="001768FF"/>
    <w:rsid w:val="00177C8C"/>
    <w:rsid w:val="001804FB"/>
    <w:rsid w:val="001806B1"/>
    <w:rsid w:val="00181003"/>
    <w:rsid w:val="00182271"/>
    <w:rsid w:val="00183120"/>
    <w:rsid w:val="001837BF"/>
    <w:rsid w:val="00185F82"/>
    <w:rsid w:val="00185FCB"/>
    <w:rsid w:val="0018612F"/>
    <w:rsid w:val="0018642D"/>
    <w:rsid w:val="0018646F"/>
    <w:rsid w:val="00186BD4"/>
    <w:rsid w:val="00186F85"/>
    <w:rsid w:val="0018703C"/>
    <w:rsid w:val="001871E4"/>
    <w:rsid w:val="00187477"/>
    <w:rsid w:val="00187581"/>
    <w:rsid w:val="00187C4F"/>
    <w:rsid w:val="0019058A"/>
    <w:rsid w:val="00190EF2"/>
    <w:rsid w:val="0019178D"/>
    <w:rsid w:val="00192670"/>
    <w:rsid w:val="00192E03"/>
    <w:rsid w:val="00193123"/>
    <w:rsid w:val="001942AD"/>
    <w:rsid w:val="00196058"/>
    <w:rsid w:val="0019605D"/>
    <w:rsid w:val="001976E0"/>
    <w:rsid w:val="0019791E"/>
    <w:rsid w:val="00197C62"/>
    <w:rsid w:val="00197F1A"/>
    <w:rsid w:val="001A03BB"/>
    <w:rsid w:val="001A15B8"/>
    <w:rsid w:val="001A3405"/>
    <w:rsid w:val="001A4467"/>
    <w:rsid w:val="001A5076"/>
    <w:rsid w:val="001A5A1F"/>
    <w:rsid w:val="001A60A7"/>
    <w:rsid w:val="001A6446"/>
    <w:rsid w:val="001A6B04"/>
    <w:rsid w:val="001A6C4A"/>
    <w:rsid w:val="001A7279"/>
    <w:rsid w:val="001B0578"/>
    <w:rsid w:val="001B08E2"/>
    <w:rsid w:val="001B1B41"/>
    <w:rsid w:val="001B2248"/>
    <w:rsid w:val="001B368F"/>
    <w:rsid w:val="001B55DA"/>
    <w:rsid w:val="001B5C43"/>
    <w:rsid w:val="001B5F3F"/>
    <w:rsid w:val="001B6ED5"/>
    <w:rsid w:val="001B6FFF"/>
    <w:rsid w:val="001B74EE"/>
    <w:rsid w:val="001B7726"/>
    <w:rsid w:val="001B7DE1"/>
    <w:rsid w:val="001B7FFD"/>
    <w:rsid w:val="001C0A94"/>
    <w:rsid w:val="001C144A"/>
    <w:rsid w:val="001C2611"/>
    <w:rsid w:val="001C4E75"/>
    <w:rsid w:val="001C4F97"/>
    <w:rsid w:val="001C54EF"/>
    <w:rsid w:val="001C5662"/>
    <w:rsid w:val="001C5B27"/>
    <w:rsid w:val="001C769C"/>
    <w:rsid w:val="001D0D98"/>
    <w:rsid w:val="001D1595"/>
    <w:rsid w:val="001D377F"/>
    <w:rsid w:val="001D57A3"/>
    <w:rsid w:val="001E03FF"/>
    <w:rsid w:val="001E0B04"/>
    <w:rsid w:val="001E2445"/>
    <w:rsid w:val="001E3362"/>
    <w:rsid w:val="001E4217"/>
    <w:rsid w:val="001E64B7"/>
    <w:rsid w:val="001E68B1"/>
    <w:rsid w:val="001E68DD"/>
    <w:rsid w:val="001E6FF7"/>
    <w:rsid w:val="001E7AF0"/>
    <w:rsid w:val="001E7E64"/>
    <w:rsid w:val="001F0590"/>
    <w:rsid w:val="001F3396"/>
    <w:rsid w:val="001F39D3"/>
    <w:rsid w:val="001F3E5A"/>
    <w:rsid w:val="001F49B5"/>
    <w:rsid w:val="001F4CB3"/>
    <w:rsid w:val="001F53EC"/>
    <w:rsid w:val="001F5EC4"/>
    <w:rsid w:val="001F6179"/>
    <w:rsid w:val="001F6837"/>
    <w:rsid w:val="00202918"/>
    <w:rsid w:val="00203A7E"/>
    <w:rsid w:val="00203E01"/>
    <w:rsid w:val="00204835"/>
    <w:rsid w:val="00204E1A"/>
    <w:rsid w:val="0020558B"/>
    <w:rsid w:val="00205976"/>
    <w:rsid w:val="00205B60"/>
    <w:rsid w:val="00206420"/>
    <w:rsid w:val="00207604"/>
    <w:rsid w:val="00213492"/>
    <w:rsid w:val="00213AD8"/>
    <w:rsid w:val="00214026"/>
    <w:rsid w:val="002153AF"/>
    <w:rsid w:val="002154AC"/>
    <w:rsid w:val="002168F0"/>
    <w:rsid w:val="00217FEC"/>
    <w:rsid w:val="00220851"/>
    <w:rsid w:val="00220BA8"/>
    <w:rsid w:val="00221497"/>
    <w:rsid w:val="00221D33"/>
    <w:rsid w:val="00222C22"/>
    <w:rsid w:val="00222FDD"/>
    <w:rsid w:val="00223C3A"/>
    <w:rsid w:val="00225B8D"/>
    <w:rsid w:val="00225BE1"/>
    <w:rsid w:val="002266A2"/>
    <w:rsid w:val="00232C6B"/>
    <w:rsid w:val="00232E65"/>
    <w:rsid w:val="00233A94"/>
    <w:rsid w:val="00234661"/>
    <w:rsid w:val="00234B71"/>
    <w:rsid w:val="002355F3"/>
    <w:rsid w:val="00237E24"/>
    <w:rsid w:val="0024015B"/>
    <w:rsid w:val="00240432"/>
    <w:rsid w:val="00240B07"/>
    <w:rsid w:val="00241042"/>
    <w:rsid w:val="0024105F"/>
    <w:rsid w:val="00242FF3"/>
    <w:rsid w:val="00243585"/>
    <w:rsid w:val="00243E77"/>
    <w:rsid w:val="00243EE9"/>
    <w:rsid w:val="0024418A"/>
    <w:rsid w:val="00245367"/>
    <w:rsid w:val="00245840"/>
    <w:rsid w:val="00246E92"/>
    <w:rsid w:val="0024715A"/>
    <w:rsid w:val="00247F1F"/>
    <w:rsid w:val="00251C6E"/>
    <w:rsid w:val="00251CDC"/>
    <w:rsid w:val="00252125"/>
    <w:rsid w:val="00253A87"/>
    <w:rsid w:val="00253DD5"/>
    <w:rsid w:val="00255483"/>
    <w:rsid w:val="0025636A"/>
    <w:rsid w:val="00256692"/>
    <w:rsid w:val="00256D98"/>
    <w:rsid w:val="002570D6"/>
    <w:rsid w:val="00257120"/>
    <w:rsid w:val="00257212"/>
    <w:rsid w:val="0025742B"/>
    <w:rsid w:val="002622BE"/>
    <w:rsid w:val="002631D8"/>
    <w:rsid w:val="002648C4"/>
    <w:rsid w:val="00264E47"/>
    <w:rsid w:val="00265E7A"/>
    <w:rsid w:val="00266039"/>
    <w:rsid w:val="002661A0"/>
    <w:rsid w:val="00266E3F"/>
    <w:rsid w:val="0026768F"/>
    <w:rsid w:val="00267D40"/>
    <w:rsid w:val="0027069D"/>
    <w:rsid w:val="00270C21"/>
    <w:rsid w:val="002711CF"/>
    <w:rsid w:val="00271332"/>
    <w:rsid w:val="00271A24"/>
    <w:rsid w:val="00271A6D"/>
    <w:rsid w:val="00273184"/>
    <w:rsid w:val="00274474"/>
    <w:rsid w:val="00275170"/>
    <w:rsid w:val="00275220"/>
    <w:rsid w:val="00276E99"/>
    <w:rsid w:val="00277758"/>
    <w:rsid w:val="002800AD"/>
    <w:rsid w:val="00281665"/>
    <w:rsid w:val="0028182A"/>
    <w:rsid w:val="00281A03"/>
    <w:rsid w:val="002821D6"/>
    <w:rsid w:val="00282FD4"/>
    <w:rsid w:val="00283CB2"/>
    <w:rsid w:val="00284729"/>
    <w:rsid w:val="002855E9"/>
    <w:rsid w:val="00290522"/>
    <w:rsid w:val="00290FC3"/>
    <w:rsid w:val="0029182C"/>
    <w:rsid w:val="00291EF3"/>
    <w:rsid w:val="00293BE4"/>
    <w:rsid w:val="00295042"/>
    <w:rsid w:val="002960CA"/>
    <w:rsid w:val="002A096E"/>
    <w:rsid w:val="002A09D6"/>
    <w:rsid w:val="002A1E5F"/>
    <w:rsid w:val="002A22CF"/>
    <w:rsid w:val="002A2453"/>
    <w:rsid w:val="002A3081"/>
    <w:rsid w:val="002A37E9"/>
    <w:rsid w:val="002A54AA"/>
    <w:rsid w:val="002A5644"/>
    <w:rsid w:val="002A5A35"/>
    <w:rsid w:val="002A6DE3"/>
    <w:rsid w:val="002A7166"/>
    <w:rsid w:val="002A7AC9"/>
    <w:rsid w:val="002B03A4"/>
    <w:rsid w:val="002B0834"/>
    <w:rsid w:val="002B0E7A"/>
    <w:rsid w:val="002B2871"/>
    <w:rsid w:val="002B357E"/>
    <w:rsid w:val="002B39AC"/>
    <w:rsid w:val="002B3B3F"/>
    <w:rsid w:val="002B5478"/>
    <w:rsid w:val="002B5538"/>
    <w:rsid w:val="002B6F70"/>
    <w:rsid w:val="002C00A4"/>
    <w:rsid w:val="002C0F97"/>
    <w:rsid w:val="002C196A"/>
    <w:rsid w:val="002C28ED"/>
    <w:rsid w:val="002C31DA"/>
    <w:rsid w:val="002C4ADC"/>
    <w:rsid w:val="002C627E"/>
    <w:rsid w:val="002C70BC"/>
    <w:rsid w:val="002C7641"/>
    <w:rsid w:val="002C7774"/>
    <w:rsid w:val="002D02AB"/>
    <w:rsid w:val="002D16C7"/>
    <w:rsid w:val="002D18E6"/>
    <w:rsid w:val="002D1BF8"/>
    <w:rsid w:val="002D2EC7"/>
    <w:rsid w:val="002D34A3"/>
    <w:rsid w:val="002D48B0"/>
    <w:rsid w:val="002D63E6"/>
    <w:rsid w:val="002D6F69"/>
    <w:rsid w:val="002E00B6"/>
    <w:rsid w:val="002E0634"/>
    <w:rsid w:val="002E0989"/>
    <w:rsid w:val="002E19CE"/>
    <w:rsid w:val="002E1CE9"/>
    <w:rsid w:val="002E30A5"/>
    <w:rsid w:val="002E3669"/>
    <w:rsid w:val="002E3728"/>
    <w:rsid w:val="002E3BD5"/>
    <w:rsid w:val="002E3D47"/>
    <w:rsid w:val="002E3F2E"/>
    <w:rsid w:val="002E65B2"/>
    <w:rsid w:val="002F024B"/>
    <w:rsid w:val="002F377E"/>
    <w:rsid w:val="002F4155"/>
    <w:rsid w:val="002F4C51"/>
    <w:rsid w:val="002F4CDB"/>
    <w:rsid w:val="002F6CAF"/>
    <w:rsid w:val="0030039B"/>
    <w:rsid w:val="0030071A"/>
    <w:rsid w:val="00300AB3"/>
    <w:rsid w:val="00300AF3"/>
    <w:rsid w:val="00300B60"/>
    <w:rsid w:val="00300E9D"/>
    <w:rsid w:val="00301999"/>
    <w:rsid w:val="00301DBE"/>
    <w:rsid w:val="003034E0"/>
    <w:rsid w:val="00303948"/>
    <w:rsid w:val="00303C13"/>
    <w:rsid w:val="003055A6"/>
    <w:rsid w:val="00307148"/>
    <w:rsid w:val="00307490"/>
    <w:rsid w:val="00311536"/>
    <w:rsid w:val="003115EB"/>
    <w:rsid w:val="003163E7"/>
    <w:rsid w:val="003166FB"/>
    <w:rsid w:val="00320028"/>
    <w:rsid w:val="00320CC3"/>
    <w:rsid w:val="00321198"/>
    <w:rsid w:val="00321F73"/>
    <w:rsid w:val="00322FDC"/>
    <w:rsid w:val="00324DA2"/>
    <w:rsid w:val="00330506"/>
    <w:rsid w:val="003306D0"/>
    <w:rsid w:val="003328AB"/>
    <w:rsid w:val="00333754"/>
    <w:rsid w:val="00333DC6"/>
    <w:rsid w:val="003349B6"/>
    <w:rsid w:val="00336040"/>
    <w:rsid w:val="00337A77"/>
    <w:rsid w:val="003409FA"/>
    <w:rsid w:val="00340F0C"/>
    <w:rsid w:val="00342141"/>
    <w:rsid w:val="00342B8A"/>
    <w:rsid w:val="003440CF"/>
    <w:rsid w:val="00345FA2"/>
    <w:rsid w:val="003466AC"/>
    <w:rsid w:val="00346E3E"/>
    <w:rsid w:val="00346FC5"/>
    <w:rsid w:val="00350271"/>
    <w:rsid w:val="003503F1"/>
    <w:rsid w:val="00350CA3"/>
    <w:rsid w:val="003551C1"/>
    <w:rsid w:val="00356ABB"/>
    <w:rsid w:val="00356BED"/>
    <w:rsid w:val="00356E24"/>
    <w:rsid w:val="00357442"/>
    <w:rsid w:val="003617FC"/>
    <w:rsid w:val="00361892"/>
    <w:rsid w:val="00362433"/>
    <w:rsid w:val="00362D36"/>
    <w:rsid w:val="00363472"/>
    <w:rsid w:val="003645A8"/>
    <w:rsid w:val="0036588A"/>
    <w:rsid w:val="003658E4"/>
    <w:rsid w:val="003670EB"/>
    <w:rsid w:val="003678C5"/>
    <w:rsid w:val="00367934"/>
    <w:rsid w:val="00370BCA"/>
    <w:rsid w:val="003715C1"/>
    <w:rsid w:val="003715E9"/>
    <w:rsid w:val="00373129"/>
    <w:rsid w:val="00373349"/>
    <w:rsid w:val="00373666"/>
    <w:rsid w:val="00374928"/>
    <w:rsid w:val="0037535E"/>
    <w:rsid w:val="00376DAB"/>
    <w:rsid w:val="00376FCD"/>
    <w:rsid w:val="003813F4"/>
    <w:rsid w:val="00381952"/>
    <w:rsid w:val="00381CE8"/>
    <w:rsid w:val="00382ED3"/>
    <w:rsid w:val="00384B05"/>
    <w:rsid w:val="00385993"/>
    <w:rsid w:val="00385EFB"/>
    <w:rsid w:val="0038621A"/>
    <w:rsid w:val="0038666F"/>
    <w:rsid w:val="00387D0C"/>
    <w:rsid w:val="0039167F"/>
    <w:rsid w:val="0039196D"/>
    <w:rsid w:val="003924DE"/>
    <w:rsid w:val="003927F2"/>
    <w:rsid w:val="00393F8D"/>
    <w:rsid w:val="003A01EB"/>
    <w:rsid w:val="003A1607"/>
    <w:rsid w:val="003A1FCC"/>
    <w:rsid w:val="003A31CE"/>
    <w:rsid w:val="003A4268"/>
    <w:rsid w:val="003A4CA3"/>
    <w:rsid w:val="003A52F4"/>
    <w:rsid w:val="003A5505"/>
    <w:rsid w:val="003A5AE9"/>
    <w:rsid w:val="003A5EAD"/>
    <w:rsid w:val="003A6D6B"/>
    <w:rsid w:val="003A7B49"/>
    <w:rsid w:val="003B0272"/>
    <w:rsid w:val="003B1A8C"/>
    <w:rsid w:val="003B1B2F"/>
    <w:rsid w:val="003B35A9"/>
    <w:rsid w:val="003B379D"/>
    <w:rsid w:val="003B41D6"/>
    <w:rsid w:val="003B43B7"/>
    <w:rsid w:val="003B4815"/>
    <w:rsid w:val="003B68B1"/>
    <w:rsid w:val="003B740D"/>
    <w:rsid w:val="003B7A8B"/>
    <w:rsid w:val="003C0037"/>
    <w:rsid w:val="003C22F4"/>
    <w:rsid w:val="003C271E"/>
    <w:rsid w:val="003C3699"/>
    <w:rsid w:val="003C3809"/>
    <w:rsid w:val="003C4E24"/>
    <w:rsid w:val="003C5085"/>
    <w:rsid w:val="003C53EF"/>
    <w:rsid w:val="003C7DD3"/>
    <w:rsid w:val="003D32DB"/>
    <w:rsid w:val="003D39B0"/>
    <w:rsid w:val="003D4126"/>
    <w:rsid w:val="003D4896"/>
    <w:rsid w:val="003D5F03"/>
    <w:rsid w:val="003E01AE"/>
    <w:rsid w:val="003E0591"/>
    <w:rsid w:val="003E0B5B"/>
    <w:rsid w:val="003E1510"/>
    <w:rsid w:val="003E17A8"/>
    <w:rsid w:val="003E2BE5"/>
    <w:rsid w:val="003E3552"/>
    <w:rsid w:val="003E3C72"/>
    <w:rsid w:val="003E5327"/>
    <w:rsid w:val="003E5BB3"/>
    <w:rsid w:val="003E731A"/>
    <w:rsid w:val="003E73B2"/>
    <w:rsid w:val="003E758E"/>
    <w:rsid w:val="003F12BD"/>
    <w:rsid w:val="003F18CB"/>
    <w:rsid w:val="003F29F7"/>
    <w:rsid w:val="003F3B3A"/>
    <w:rsid w:val="003F3EC0"/>
    <w:rsid w:val="003F6AC2"/>
    <w:rsid w:val="003F71A3"/>
    <w:rsid w:val="0040030B"/>
    <w:rsid w:val="00401444"/>
    <w:rsid w:val="00401C3D"/>
    <w:rsid w:val="0040376B"/>
    <w:rsid w:val="0040380C"/>
    <w:rsid w:val="00404477"/>
    <w:rsid w:val="00404B81"/>
    <w:rsid w:val="00405069"/>
    <w:rsid w:val="00405856"/>
    <w:rsid w:val="00407BE7"/>
    <w:rsid w:val="00407E70"/>
    <w:rsid w:val="00410018"/>
    <w:rsid w:val="00410153"/>
    <w:rsid w:val="00410228"/>
    <w:rsid w:val="00410473"/>
    <w:rsid w:val="004118BE"/>
    <w:rsid w:val="004118D5"/>
    <w:rsid w:val="00411961"/>
    <w:rsid w:val="00412422"/>
    <w:rsid w:val="00412B4A"/>
    <w:rsid w:val="00412D78"/>
    <w:rsid w:val="00412E38"/>
    <w:rsid w:val="004132F8"/>
    <w:rsid w:val="00413D79"/>
    <w:rsid w:val="00414691"/>
    <w:rsid w:val="004146ED"/>
    <w:rsid w:val="004146EF"/>
    <w:rsid w:val="0041497F"/>
    <w:rsid w:val="00414C7C"/>
    <w:rsid w:val="00414DEA"/>
    <w:rsid w:val="00416191"/>
    <w:rsid w:val="00416518"/>
    <w:rsid w:val="004172AC"/>
    <w:rsid w:val="004176C0"/>
    <w:rsid w:val="00420064"/>
    <w:rsid w:val="0042084C"/>
    <w:rsid w:val="00421DDF"/>
    <w:rsid w:val="00422CCC"/>
    <w:rsid w:val="004234EB"/>
    <w:rsid w:val="00423E20"/>
    <w:rsid w:val="00423EA3"/>
    <w:rsid w:val="0042588B"/>
    <w:rsid w:val="00426497"/>
    <w:rsid w:val="00427DB0"/>
    <w:rsid w:val="00427EED"/>
    <w:rsid w:val="00431C1E"/>
    <w:rsid w:val="00432E9D"/>
    <w:rsid w:val="004345B9"/>
    <w:rsid w:val="00434DA0"/>
    <w:rsid w:val="00435B8E"/>
    <w:rsid w:val="00436270"/>
    <w:rsid w:val="004364CF"/>
    <w:rsid w:val="00440117"/>
    <w:rsid w:val="0044073D"/>
    <w:rsid w:val="004419ED"/>
    <w:rsid w:val="00441F29"/>
    <w:rsid w:val="0044342D"/>
    <w:rsid w:val="004438A7"/>
    <w:rsid w:val="0044398F"/>
    <w:rsid w:val="00444604"/>
    <w:rsid w:val="00444C1B"/>
    <w:rsid w:val="00445406"/>
    <w:rsid w:val="0044652B"/>
    <w:rsid w:val="0044709C"/>
    <w:rsid w:val="00447285"/>
    <w:rsid w:val="0044744B"/>
    <w:rsid w:val="00447B8B"/>
    <w:rsid w:val="00447BDE"/>
    <w:rsid w:val="00450724"/>
    <w:rsid w:val="004522C3"/>
    <w:rsid w:val="00454401"/>
    <w:rsid w:val="00454BCA"/>
    <w:rsid w:val="00455B0A"/>
    <w:rsid w:val="00455C6A"/>
    <w:rsid w:val="00456C64"/>
    <w:rsid w:val="00456CF1"/>
    <w:rsid w:val="00456D64"/>
    <w:rsid w:val="004574ED"/>
    <w:rsid w:val="004612B6"/>
    <w:rsid w:val="00461619"/>
    <w:rsid w:val="00461817"/>
    <w:rsid w:val="00461ADF"/>
    <w:rsid w:val="004621D1"/>
    <w:rsid w:val="0046366E"/>
    <w:rsid w:val="00463C40"/>
    <w:rsid w:val="00463E79"/>
    <w:rsid w:val="00464E33"/>
    <w:rsid w:val="004660B6"/>
    <w:rsid w:val="00466600"/>
    <w:rsid w:val="00466896"/>
    <w:rsid w:val="00467670"/>
    <w:rsid w:val="004700C8"/>
    <w:rsid w:val="0047092C"/>
    <w:rsid w:val="00470BB4"/>
    <w:rsid w:val="00470FA3"/>
    <w:rsid w:val="0047121D"/>
    <w:rsid w:val="004721EC"/>
    <w:rsid w:val="00474889"/>
    <w:rsid w:val="004758D7"/>
    <w:rsid w:val="004758E2"/>
    <w:rsid w:val="004763B7"/>
    <w:rsid w:val="004766C9"/>
    <w:rsid w:val="004767A2"/>
    <w:rsid w:val="00477DCB"/>
    <w:rsid w:val="00480B62"/>
    <w:rsid w:val="00480E43"/>
    <w:rsid w:val="0048285D"/>
    <w:rsid w:val="00482A4B"/>
    <w:rsid w:val="0048397E"/>
    <w:rsid w:val="00483B04"/>
    <w:rsid w:val="00484D1B"/>
    <w:rsid w:val="00485BB7"/>
    <w:rsid w:val="0048661C"/>
    <w:rsid w:val="00487695"/>
    <w:rsid w:val="004903A9"/>
    <w:rsid w:val="0049160A"/>
    <w:rsid w:val="00492617"/>
    <w:rsid w:val="00492783"/>
    <w:rsid w:val="0049281E"/>
    <w:rsid w:val="0049293C"/>
    <w:rsid w:val="00494606"/>
    <w:rsid w:val="004958D9"/>
    <w:rsid w:val="00495AAE"/>
    <w:rsid w:val="00496183"/>
    <w:rsid w:val="00497015"/>
    <w:rsid w:val="00497115"/>
    <w:rsid w:val="004A14F2"/>
    <w:rsid w:val="004A1860"/>
    <w:rsid w:val="004A2022"/>
    <w:rsid w:val="004A241C"/>
    <w:rsid w:val="004A2500"/>
    <w:rsid w:val="004A37A5"/>
    <w:rsid w:val="004A4CB0"/>
    <w:rsid w:val="004A5C16"/>
    <w:rsid w:val="004A63E6"/>
    <w:rsid w:val="004B00A0"/>
    <w:rsid w:val="004B08EF"/>
    <w:rsid w:val="004B0C05"/>
    <w:rsid w:val="004B10B4"/>
    <w:rsid w:val="004B16BE"/>
    <w:rsid w:val="004B17AC"/>
    <w:rsid w:val="004B2914"/>
    <w:rsid w:val="004B44D4"/>
    <w:rsid w:val="004B459C"/>
    <w:rsid w:val="004B48AF"/>
    <w:rsid w:val="004B4CC8"/>
    <w:rsid w:val="004B5844"/>
    <w:rsid w:val="004B7A12"/>
    <w:rsid w:val="004C095E"/>
    <w:rsid w:val="004C1EBA"/>
    <w:rsid w:val="004C2B71"/>
    <w:rsid w:val="004C360C"/>
    <w:rsid w:val="004C5644"/>
    <w:rsid w:val="004C56AD"/>
    <w:rsid w:val="004C6177"/>
    <w:rsid w:val="004D0F30"/>
    <w:rsid w:val="004D15C8"/>
    <w:rsid w:val="004D1DC8"/>
    <w:rsid w:val="004D2694"/>
    <w:rsid w:val="004D2C9C"/>
    <w:rsid w:val="004D3948"/>
    <w:rsid w:val="004D3B54"/>
    <w:rsid w:val="004D43FC"/>
    <w:rsid w:val="004D493A"/>
    <w:rsid w:val="004D5FDF"/>
    <w:rsid w:val="004D6AC8"/>
    <w:rsid w:val="004D7F1E"/>
    <w:rsid w:val="004E1A16"/>
    <w:rsid w:val="004E30C4"/>
    <w:rsid w:val="004E3453"/>
    <w:rsid w:val="004E354E"/>
    <w:rsid w:val="004E3711"/>
    <w:rsid w:val="004E3B83"/>
    <w:rsid w:val="004E49AB"/>
    <w:rsid w:val="004E5D5C"/>
    <w:rsid w:val="004E6327"/>
    <w:rsid w:val="004E79D7"/>
    <w:rsid w:val="004F0A7C"/>
    <w:rsid w:val="004F328C"/>
    <w:rsid w:val="004F345C"/>
    <w:rsid w:val="004F37F6"/>
    <w:rsid w:val="004F4041"/>
    <w:rsid w:val="004F455F"/>
    <w:rsid w:val="004F4A97"/>
    <w:rsid w:val="004F521D"/>
    <w:rsid w:val="004F547A"/>
    <w:rsid w:val="004F5CD4"/>
    <w:rsid w:val="004F5F35"/>
    <w:rsid w:val="004F62AA"/>
    <w:rsid w:val="004F6E17"/>
    <w:rsid w:val="004F7873"/>
    <w:rsid w:val="005000C9"/>
    <w:rsid w:val="005015D4"/>
    <w:rsid w:val="00502E15"/>
    <w:rsid w:val="00503193"/>
    <w:rsid w:val="0050394E"/>
    <w:rsid w:val="00503B5F"/>
    <w:rsid w:val="00504283"/>
    <w:rsid w:val="005051C4"/>
    <w:rsid w:val="00505E8B"/>
    <w:rsid w:val="005060BF"/>
    <w:rsid w:val="00506275"/>
    <w:rsid w:val="0050642C"/>
    <w:rsid w:val="00506E20"/>
    <w:rsid w:val="00507601"/>
    <w:rsid w:val="00507841"/>
    <w:rsid w:val="00507C82"/>
    <w:rsid w:val="005104C3"/>
    <w:rsid w:val="00512974"/>
    <w:rsid w:val="00512E7E"/>
    <w:rsid w:val="00513415"/>
    <w:rsid w:val="00515152"/>
    <w:rsid w:val="005171E7"/>
    <w:rsid w:val="00517DDE"/>
    <w:rsid w:val="0052130A"/>
    <w:rsid w:val="00522BEF"/>
    <w:rsid w:val="00523688"/>
    <w:rsid w:val="0052381F"/>
    <w:rsid w:val="00524E98"/>
    <w:rsid w:val="005252E7"/>
    <w:rsid w:val="00525AB0"/>
    <w:rsid w:val="00525AC9"/>
    <w:rsid w:val="00527613"/>
    <w:rsid w:val="005307D4"/>
    <w:rsid w:val="00530AC8"/>
    <w:rsid w:val="00530B9F"/>
    <w:rsid w:val="00531836"/>
    <w:rsid w:val="00532A3E"/>
    <w:rsid w:val="00534001"/>
    <w:rsid w:val="00534DDC"/>
    <w:rsid w:val="005352FB"/>
    <w:rsid w:val="00536E50"/>
    <w:rsid w:val="00537E2E"/>
    <w:rsid w:val="005408F2"/>
    <w:rsid w:val="00541B4A"/>
    <w:rsid w:val="00541BD0"/>
    <w:rsid w:val="00542719"/>
    <w:rsid w:val="00543565"/>
    <w:rsid w:val="0054485F"/>
    <w:rsid w:val="00544A98"/>
    <w:rsid w:val="00545B3C"/>
    <w:rsid w:val="00547E5B"/>
    <w:rsid w:val="005504C7"/>
    <w:rsid w:val="00551239"/>
    <w:rsid w:val="005524B8"/>
    <w:rsid w:val="00553A22"/>
    <w:rsid w:val="005542F3"/>
    <w:rsid w:val="0055440F"/>
    <w:rsid w:val="00554862"/>
    <w:rsid w:val="00554E7B"/>
    <w:rsid w:val="0055691A"/>
    <w:rsid w:val="00556C45"/>
    <w:rsid w:val="00560000"/>
    <w:rsid w:val="005604D0"/>
    <w:rsid w:val="0056206C"/>
    <w:rsid w:val="00562073"/>
    <w:rsid w:val="005631A4"/>
    <w:rsid w:val="0056380D"/>
    <w:rsid w:val="005647BE"/>
    <w:rsid w:val="0056585D"/>
    <w:rsid w:val="00566B1C"/>
    <w:rsid w:val="00566EFB"/>
    <w:rsid w:val="005674E3"/>
    <w:rsid w:val="005678FD"/>
    <w:rsid w:val="0057120D"/>
    <w:rsid w:val="00571225"/>
    <w:rsid w:val="0057143E"/>
    <w:rsid w:val="005714EC"/>
    <w:rsid w:val="005725E2"/>
    <w:rsid w:val="00572CDF"/>
    <w:rsid w:val="005740FB"/>
    <w:rsid w:val="005747A1"/>
    <w:rsid w:val="00574912"/>
    <w:rsid w:val="00575FF9"/>
    <w:rsid w:val="00577121"/>
    <w:rsid w:val="005814DF"/>
    <w:rsid w:val="00581DF8"/>
    <w:rsid w:val="00581E5C"/>
    <w:rsid w:val="00582C93"/>
    <w:rsid w:val="00582F8D"/>
    <w:rsid w:val="00583BAB"/>
    <w:rsid w:val="00583F51"/>
    <w:rsid w:val="00585974"/>
    <w:rsid w:val="00585E15"/>
    <w:rsid w:val="0058647E"/>
    <w:rsid w:val="00586BCE"/>
    <w:rsid w:val="00587173"/>
    <w:rsid w:val="005876F7"/>
    <w:rsid w:val="00587CE4"/>
    <w:rsid w:val="005909A0"/>
    <w:rsid w:val="00591C88"/>
    <w:rsid w:val="0059408B"/>
    <w:rsid w:val="005941E7"/>
    <w:rsid w:val="0059491D"/>
    <w:rsid w:val="00595CA1"/>
    <w:rsid w:val="005966D0"/>
    <w:rsid w:val="00596D51"/>
    <w:rsid w:val="005971A9"/>
    <w:rsid w:val="005A0600"/>
    <w:rsid w:val="005A07AB"/>
    <w:rsid w:val="005A0818"/>
    <w:rsid w:val="005A09B6"/>
    <w:rsid w:val="005A20F8"/>
    <w:rsid w:val="005A2165"/>
    <w:rsid w:val="005A30FF"/>
    <w:rsid w:val="005A33D2"/>
    <w:rsid w:val="005A6D5C"/>
    <w:rsid w:val="005B072C"/>
    <w:rsid w:val="005B1799"/>
    <w:rsid w:val="005B17A6"/>
    <w:rsid w:val="005B2609"/>
    <w:rsid w:val="005B2644"/>
    <w:rsid w:val="005B41C1"/>
    <w:rsid w:val="005B46B5"/>
    <w:rsid w:val="005B4B8F"/>
    <w:rsid w:val="005B4C79"/>
    <w:rsid w:val="005B5D49"/>
    <w:rsid w:val="005B668A"/>
    <w:rsid w:val="005B70E9"/>
    <w:rsid w:val="005C0ADE"/>
    <w:rsid w:val="005C0EA4"/>
    <w:rsid w:val="005C0FB3"/>
    <w:rsid w:val="005C15BD"/>
    <w:rsid w:val="005C18F9"/>
    <w:rsid w:val="005C1CE1"/>
    <w:rsid w:val="005C3221"/>
    <w:rsid w:val="005C4A8E"/>
    <w:rsid w:val="005C5FDA"/>
    <w:rsid w:val="005D0F48"/>
    <w:rsid w:val="005D119F"/>
    <w:rsid w:val="005D4223"/>
    <w:rsid w:val="005D547A"/>
    <w:rsid w:val="005D5AFA"/>
    <w:rsid w:val="005D687B"/>
    <w:rsid w:val="005D6D78"/>
    <w:rsid w:val="005D742E"/>
    <w:rsid w:val="005D7648"/>
    <w:rsid w:val="005D7A73"/>
    <w:rsid w:val="005D7B4B"/>
    <w:rsid w:val="005E0051"/>
    <w:rsid w:val="005E204A"/>
    <w:rsid w:val="005E2234"/>
    <w:rsid w:val="005E3BA3"/>
    <w:rsid w:val="005E3EAE"/>
    <w:rsid w:val="005E4AA5"/>
    <w:rsid w:val="005E4F63"/>
    <w:rsid w:val="005E5C35"/>
    <w:rsid w:val="005E5F3D"/>
    <w:rsid w:val="005E67B4"/>
    <w:rsid w:val="005E7A7F"/>
    <w:rsid w:val="005E7E25"/>
    <w:rsid w:val="005F0E4A"/>
    <w:rsid w:val="005F27D0"/>
    <w:rsid w:val="005F397E"/>
    <w:rsid w:val="005F481F"/>
    <w:rsid w:val="005F49C9"/>
    <w:rsid w:val="005F4A68"/>
    <w:rsid w:val="005F5C9E"/>
    <w:rsid w:val="005F6509"/>
    <w:rsid w:val="005F6CEF"/>
    <w:rsid w:val="005F6FD9"/>
    <w:rsid w:val="005F7B3E"/>
    <w:rsid w:val="006000A3"/>
    <w:rsid w:val="0060062A"/>
    <w:rsid w:val="006014F7"/>
    <w:rsid w:val="00602B2A"/>
    <w:rsid w:val="0060392B"/>
    <w:rsid w:val="00604341"/>
    <w:rsid w:val="00604A1B"/>
    <w:rsid w:val="00604AF4"/>
    <w:rsid w:val="0060626F"/>
    <w:rsid w:val="006070FE"/>
    <w:rsid w:val="0061022E"/>
    <w:rsid w:val="00610A76"/>
    <w:rsid w:val="00610C2F"/>
    <w:rsid w:val="00612761"/>
    <w:rsid w:val="00613E99"/>
    <w:rsid w:val="0061496F"/>
    <w:rsid w:val="00614AF5"/>
    <w:rsid w:val="00615280"/>
    <w:rsid w:val="00615812"/>
    <w:rsid w:val="0061673A"/>
    <w:rsid w:val="006169AB"/>
    <w:rsid w:val="0062032E"/>
    <w:rsid w:val="006205CA"/>
    <w:rsid w:val="00620C51"/>
    <w:rsid w:val="00621656"/>
    <w:rsid w:val="00621E24"/>
    <w:rsid w:val="006249F3"/>
    <w:rsid w:val="00624BFD"/>
    <w:rsid w:val="00624CB4"/>
    <w:rsid w:val="0062753A"/>
    <w:rsid w:val="00627FB2"/>
    <w:rsid w:val="00631533"/>
    <w:rsid w:val="0063571B"/>
    <w:rsid w:val="0063591A"/>
    <w:rsid w:val="00635A7E"/>
    <w:rsid w:val="00637770"/>
    <w:rsid w:val="006405D9"/>
    <w:rsid w:val="00640D55"/>
    <w:rsid w:val="00640F79"/>
    <w:rsid w:val="0064562B"/>
    <w:rsid w:val="00645FA1"/>
    <w:rsid w:val="00646246"/>
    <w:rsid w:val="00646AD5"/>
    <w:rsid w:val="0064740A"/>
    <w:rsid w:val="006500B8"/>
    <w:rsid w:val="00650111"/>
    <w:rsid w:val="00651482"/>
    <w:rsid w:val="006541B0"/>
    <w:rsid w:val="00656528"/>
    <w:rsid w:val="00656946"/>
    <w:rsid w:val="00656F7B"/>
    <w:rsid w:val="006627AA"/>
    <w:rsid w:val="0066457D"/>
    <w:rsid w:val="00665327"/>
    <w:rsid w:val="00665459"/>
    <w:rsid w:val="006661C1"/>
    <w:rsid w:val="006666C5"/>
    <w:rsid w:val="00667146"/>
    <w:rsid w:val="00670D90"/>
    <w:rsid w:val="00671C9D"/>
    <w:rsid w:val="00672C69"/>
    <w:rsid w:val="00672D8B"/>
    <w:rsid w:val="0067336F"/>
    <w:rsid w:val="00674703"/>
    <w:rsid w:val="00674DB2"/>
    <w:rsid w:val="00675515"/>
    <w:rsid w:val="00675CB1"/>
    <w:rsid w:val="00676116"/>
    <w:rsid w:val="0067685B"/>
    <w:rsid w:val="00677409"/>
    <w:rsid w:val="00677976"/>
    <w:rsid w:val="006805F0"/>
    <w:rsid w:val="00681B3D"/>
    <w:rsid w:val="00682EB7"/>
    <w:rsid w:val="006838B4"/>
    <w:rsid w:val="006844EB"/>
    <w:rsid w:val="00684B09"/>
    <w:rsid w:val="0068518F"/>
    <w:rsid w:val="006852E9"/>
    <w:rsid w:val="00686E96"/>
    <w:rsid w:val="006870D1"/>
    <w:rsid w:val="00690FC4"/>
    <w:rsid w:val="0069124F"/>
    <w:rsid w:val="0069188A"/>
    <w:rsid w:val="00692966"/>
    <w:rsid w:val="00692B22"/>
    <w:rsid w:val="00693351"/>
    <w:rsid w:val="00694538"/>
    <w:rsid w:val="0069549C"/>
    <w:rsid w:val="0069551D"/>
    <w:rsid w:val="00695D55"/>
    <w:rsid w:val="006974EB"/>
    <w:rsid w:val="006978C8"/>
    <w:rsid w:val="006A0B3A"/>
    <w:rsid w:val="006A36D1"/>
    <w:rsid w:val="006A3A0D"/>
    <w:rsid w:val="006A4BA6"/>
    <w:rsid w:val="006A506E"/>
    <w:rsid w:val="006A599F"/>
    <w:rsid w:val="006A5EA2"/>
    <w:rsid w:val="006A63C3"/>
    <w:rsid w:val="006A71A4"/>
    <w:rsid w:val="006B0E41"/>
    <w:rsid w:val="006B1510"/>
    <w:rsid w:val="006B21E7"/>
    <w:rsid w:val="006B38F3"/>
    <w:rsid w:val="006B42FC"/>
    <w:rsid w:val="006B49A4"/>
    <w:rsid w:val="006B51B1"/>
    <w:rsid w:val="006B5587"/>
    <w:rsid w:val="006B6B26"/>
    <w:rsid w:val="006B79B0"/>
    <w:rsid w:val="006B7D98"/>
    <w:rsid w:val="006C07AD"/>
    <w:rsid w:val="006C1696"/>
    <w:rsid w:val="006C1A17"/>
    <w:rsid w:val="006C24E5"/>
    <w:rsid w:val="006C2D4E"/>
    <w:rsid w:val="006C3F34"/>
    <w:rsid w:val="006C4305"/>
    <w:rsid w:val="006C458C"/>
    <w:rsid w:val="006C4594"/>
    <w:rsid w:val="006C63A8"/>
    <w:rsid w:val="006C719B"/>
    <w:rsid w:val="006D0382"/>
    <w:rsid w:val="006D062A"/>
    <w:rsid w:val="006D0E2E"/>
    <w:rsid w:val="006D2FA0"/>
    <w:rsid w:val="006D53CF"/>
    <w:rsid w:val="006D53D1"/>
    <w:rsid w:val="006D5C2E"/>
    <w:rsid w:val="006D673D"/>
    <w:rsid w:val="006E0BD2"/>
    <w:rsid w:val="006E25F8"/>
    <w:rsid w:val="006E2C99"/>
    <w:rsid w:val="006E32C8"/>
    <w:rsid w:val="006E3792"/>
    <w:rsid w:val="006E5E9C"/>
    <w:rsid w:val="006E5F22"/>
    <w:rsid w:val="006E75F7"/>
    <w:rsid w:val="006E765D"/>
    <w:rsid w:val="006E7E86"/>
    <w:rsid w:val="006F16C3"/>
    <w:rsid w:val="006F19BE"/>
    <w:rsid w:val="006F2F76"/>
    <w:rsid w:val="006F2F95"/>
    <w:rsid w:val="006F40A7"/>
    <w:rsid w:val="006F4B15"/>
    <w:rsid w:val="006F5192"/>
    <w:rsid w:val="006F5408"/>
    <w:rsid w:val="006F5647"/>
    <w:rsid w:val="006F5AEE"/>
    <w:rsid w:val="006F65CF"/>
    <w:rsid w:val="006F6E6D"/>
    <w:rsid w:val="00701922"/>
    <w:rsid w:val="00701AB6"/>
    <w:rsid w:val="00701CCF"/>
    <w:rsid w:val="00702875"/>
    <w:rsid w:val="00702940"/>
    <w:rsid w:val="00703882"/>
    <w:rsid w:val="00704671"/>
    <w:rsid w:val="0070705C"/>
    <w:rsid w:val="00710309"/>
    <w:rsid w:val="007114A5"/>
    <w:rsid w:val="00711626"/>
    <w:rsid w:val="00712600"/>
    <w:rsid w:val="00714A63"/>
    <w:rsid w:val="007151F3"/>
    <w:rsid w:val="0071592C"/>
    <w:rsid w:val="0071756E"/>
    <w:rsid w:val="00717C5C"/>
    <w:rsid w:val="00720872"/>
    <w:rsid w:val="00720EBA"/>
    <w:rsid w:val="00721CA5"/>
    <w:rsid w:val="00721DAF"/>
    <w:rsid w:val="00722642"/>
    <w:rsid w:val="00722E8E"/>
    <w:rsid w:val="00722ED3"/>
    <w:rsid w:val="00724A26"/>
    <w:rsid w:val="00724C69"/>
    <w:rsid w:val="00726BC1"/>
    <w:rsid w:val="0072768E"/>
    <w:rsid w:val="00730805"/>
    <w:rsid w:val="007314A7"/>
    <w:rsid w:val="00731602"/>
    <w:rsid w:val="007321BF"/>
    <w:rsid w:val="00733598"/>
    <w:rsid w:val="00733659"/>
    <w:rsid w:val="00733DE4"/>
    <w:rsid w:val="00734140"/>
    <w:rsid w:val="00735068"/>
    <w:rsid w:val="0073685A"/>
    <w:rsid w:val="00736987"/>
    <w:rsid w:val="00736A37"/>
    <w:rsid w:val="00737C43"/>
    <w:rsid w:val="00740D10"/>
    <w:rsid w:val="007426E2"/>
    <w:rsid w:val="00742B26"/>
    <w:rsid w:val="00742DC2"/>
    <w:rsid w:val="007435D9"/>
    <w:rsid w:val="007439B1"/>
    <w:rsid w:val="00743AAB"/>
    <w:rsid w:val="007442B2"/>
    <w:rsid w:val="00744A89"/>
    <w:rsid w:val="007462FB"/>
    <w:rsid w:val="007469C9"/>
    <w:rsid w:val="00747950"/>
    <w:rsid w:val="00747C2C"/>
    <w:rsid w:val="00747E65"/>
    <w:rsid w:val="00750298"/>
    <w:rsid w:val="00751193"/>
    <w:rsid w:val="00752218"/>
    <w:rsid w:val="00754F03"/>
    <w:rsid w:val="00754FB9"/>
    <w:rsid w:val="0075611D"/>
    <w:rsid w:val="00756584"/>
    <w:rsid w:val="0075764D"/>
    <w:rsid w:val="00757F10"/>
    <w:rsid w:val="007601B5"/>
    <w:rsid w:val="00760CBD"/>
    <w:rsid w:val="00762D89"/>
    <w:rsid w:val="00763B74"/>
    <w:rsid w:val="00764747"/>
    <w:rsid w:val="00764C3F"/>
    <w:rsid w:val="00765455"/>
    <w:rsid w:val="00765786"/>
    <w:rsid w:val="00765BAB"/>
    <w:rsid w:val="00765D17"/>
    <w:rsid w:val="00766AA7"/>
    <w:rsid w:val="0076738B"/>
    <w:rsid w:val="007675FF"/>
    <w:rsid w:val="0076788F"/>
    <w:rsid w:val="00767A91"/>
    <w:rsid w:val="00767AC7"/>
    <w:rsid w:val="00767C58"/>
    <w:rsid w:val="00771059"/>
    <w:rsid w:val="007722D6"/>
    <w:rsid w:val="007730B7"/>
    <w:rsid w:val="00773822"/>
    <w:rsid w:val="00773EE4"/>
    <w:rsid w:val="00775486"/>
    <w:rsid w:val="00777328"/>
    <w:rsid w:val="007802A9"/>
    <w:rsid w:val="00781733"/>
    <w:rsid w:val="00781768"/>
    <w:rsid w:val="0078204F"/>
    <w:rsid w:val="007828CC"/>
    <w:rsid w:val="007829AE"/>
    <w:rsid w:val="00782C25"/>
    <w:rsid w:val="00785950"/>
    <w:rsid w:val="00785BF5"/>
    <w:rsid w:val="007861FC"/>
    <w:rsid w:val="0078648D"/>
    <w:rsid w:val="007864E0"/>
    <w:rsid w:val="00791881"/>
    <w:rsid w:val="00792F53"/>
    <w:rsid w:val="00794998"/>
    <w:rsid w:val="007965C7"/>
    <w:rsid w:val="00796DD7"/>
    <w:rsid w:val="007A18D7"/>
    <w:rsid w:val="007A2FBC"/>
    <w:rsid w:val="007A3641"/>
    <w:rsid w:val="007A3D83"/>
    <w:rsid w:val="007A542D"/>
    <w:rsid w:val="007A5FE5"/>
    <w:rsid w:val="007A6835"/>
    <w:rsid w:val="007A77B8"/>
    <w:rsid w:val="007A7E5A"/>
    <w:rsid w:val="007B013D"/>
    <w:rsid w:val="007B096B"/>
    <w:rsid w:val="007B10EC"/>
    <w:rsid w:val="007B183C"/>
    <w:rsid w:val="007B1C9A"/>
    <w:rsid w:val="007B241E"/>
    <w:rsid w:val="007B2F6D"/>
    <w:rsid w:val="007B34FB"/>
    <w:rsid w:val="007B4B7A"/>
    <w:rsid w:val="007B595F"/>
    <w:rsid w:val="007B611E"/>
    <w:rsid w:val="007B6C08"/>
    <w:rsid w:val="007B6FC8"/>
    <w:rsid w:val="007B73B3"/>
    <w:rsid w:val="007B77B5"/>
    <w:rsid w:val="007C0A61"/>
    <w:rsid w:val="007C1D34"/>
    <w:rsid w:val="007C1F7C"/>
    <w:rsid w:val="007C224C"/>
    <w:rsid w:val="007C5D08"/>
    <w:rsid w:val="007C6839"/>
    <w:rsid w:val="007C6924"/>
    <w:rsid w:val="007C6A8E"/>
    <w:rsid w:val="007C6F70"/>
    <w:rsid w:val="007C7951"/>
    <w:rsid w:val="007D04D2"/>
    <w:rsid w:val="007D06FB"/>
    <w:rsid w:val="007D196C"/>
    <w:rsid w:val="007D2090"/>
    <w:rsid w:val="007D3F83"/>
    <w:rsid w:val="007D457A"/>
    <w:rsid w:val="007D4ECA"/>
    <w:rsid w:val="007D6381"/>
    <w:rsid w:val="007D79BD"/>
    <w:rsid w:val="007E040E"/>
    <w:rsid w:val="007E056C"/>
    <w:rsid w:val="007E1448"/>
    <w:rsid w:val="007E17D8"/>
    <w:rsid w:val="007E196A"/>
    <w:rsid w:val="007E288A"/>
    <w:rsid w:val="007E3178"/>
    <w:rsid w:val="007E32B6"/>
    <w:rsid w:val="007E33A9"/>
    <w:rsid w:val="007E3725"/>
    <w:rsid w:val="007E4D97"/>
    <w:rsid w:val="007E51BB"/>
    <w:rsid w:val="007E568B"/>
    <w:rsid w:val="007E59EE"/>
    <w:rsid w:val="007E7C7C"/>
    <w:rsid w:val="007F0552"/>
    <w:rsid w:val="007F21CB"/>
    <w:rsid w:val="007F3418"/>
    <w:rsid w:val="007F47A2"/>
    <w:rsid w:val="007F597F"/>
    <w:rsid w:val="007F79B7"/>
    <w:rsid w:val="00800075"/>
    <w:rsid w:val="00801425"/>
    <w:rsid w:val="0080166C"/>
    <w:rsid w:val="00802470"/>
    <w:rsid w:val="00802FFE"/>
    <w:rsid w:val="0080355F"/>
    <w:rsid w:val="00804533"/>
    <w:rsid w:val="00804BBD"/>
    <w:rsid w:val="00804D1F"/>
    <w:rsid w:val="0080500D"/>
    <w:rsid w:val="00807097"/>
    <w:rsid w:val="00810710"/>
    <w:rsid w:val="008123CA"/>
    <w:rsid w:val="00812B8A"/>
    <w:rsid w:val="0081429E"/>
    <w:rsid w:val="0081542A"/>
    <w:rsid w:val="0081575B"/>
    <w:rsid w:val="00816181"/>
    <w:rsid w:val="00816BB4"/>
    <w:rsid w:val="00822A8D"/>
    <w:rsid w:val="00822B7C"/>
    <w:rsid w:val="00822BE4"/>
    <w:rsid w:val="00822D76"/>
    <w:rsid w:val="00823A58"/>
    <w:rsid w:val="00824574"/>
    <w:rsid w:val="0082620F"/>
    <w:rsid w:val="0082634C"/>
    <w:rsid w:val="00826872"/>
    <w:rsid w:val="00826CA3"/>
    <w:rsid w:val="00827138"/>
    <w:rsid w:val="00827631"/>
    <w:rsid w:val="008277D5"/>
    <w:rsid w:val="008312CA"/>
    <w:rsid w:val="00831CDF"/>
    <w:rsid w:val="00833A4B"/>
    <w:rsid w:val="00833FDD"/>
    <w:rsid w:val="00835B67"/>
    <w:rsid w:val="00835D3E"/>
    <w:rsid w:val="00835D3F"/>
    <w:rsid w:val="008360FC"/>
    <w:rsid w:val="0084017F"/>
    <w:rsid w:val="008411C5"/>
    <w:rsid w:val="00841B55"/>
    <w:rsid w:val="00842B0F"/>
    <w:rsid w:val="00843625"/>
    <w:rsid w:val="0084445A"/>
    <w:rsid w:val="00846082"/>
    <w:rsid w:val="00847693"/>
    <w:rsid w:val="00847D0A"/>
    <w:rsid w:val="00850860"/>
    <w:rsid w:val="00850DC7"/>
    <w:rsid w:val="008516C6"/>
    <w:rsid w:val="00851874"/>
    <w:rsid w:val="00851983"/>
    <w:rsid w:val="00851B8B"/>
    <w:rsid w:val="0085257C"/>
    <w:rsid w:val="008525E3"/>
    <w:rsid w:val="008532E0"/>
    <w:rsid w:val="00853CE5"/>
    <w:rsid w:val="00854B6C"/>
    <w:rsid w:val="00854F44"/>
    <w:rsid w:val="00855540"/>
    <w:rsid w:val="00855B9D"/>
    <w:rsid w:val="00856201"/>
    <w:rsid w:val="008568F9"/>
    <w:rsid w:val="00856F1C"/>
    <w:rsid w:val="00856FAA"/>
    <w:rsid w:val="008600FD"/>
    <w:rsid w:val="008603C0"/>
    <w:rsid w:val="008618CF"/>
    <w:rsid w:val="008629D2"/>
    <w:rsid w:val="0086448E"/>
    <w:rsid w:val="00864535"/>
    <w:rsid w:val="008645A5"/>
    <w:rsid w:val="008664B4"/>
    <w:rsid w:val="00866992"/>
    <w:rsid w:val="00867DF1"/>
    <w:rsid w:val="00867E6F"/>
    <w:rsid w:val="00870984"/>
    <w:rsid w:val="00870BC2"/>
    <w:rsid w:val="0087124F"/>
    <w:rsid w:val="00871F01"/>
    <w:rsid w:val="00872024"/>
    <w:rsid w:val="00872C3C"/>
    <w:rsid w:val="008735A4"/>
    <w:rsid w:val="00873CE1"/>
    <w:rsid w:val="00874ABD"/>
    <w:rsid w:val="00874E1D"/>
    <w:rsid w:val="0087505E"/>
    <w:rsid w:val="00875708"/>
    <w:rsid w:val="008762B6"/>
    <w:rsid w:val="008763AC"/>
    <w:rsid w:val="0087685C"/>
    <w:rsid w:val="00876CB4"/>
    <w:rsid w:val="00877408"/>
    <w:rsid w:val="00881622"/>
    <w:rsid w:val="00882077"/>
    <w:rsid w:val="00882678"/>
    <w:rsid w:val="00884C0C"/>
    <w:rsid w:val="00885330"/>
    <w:rsid w:val="00886CE7"/>
    <w:rsid w:val="00886DA5"/>
    <w:rsid w:val="00887BAB"/>
    <w:rsid w:val="00890847"/>
    <w:rsid w:val="00890A2D"/>
    <w:rsid w:val="00890DA6"/>
    <w:rsid w:val="008913BF"/>
    <w:rsid w:val="008923EC"/>
    <w:rsid w:val="00893FAE"/>
    <w:rsid w:val="00894E76"/>
    <w:rsid w:val="00895EC7"/>
    <w:rsid w:val="008974F6"/>
    <w:rsid w:val="00897ECA"/>
    <w:rsid w:val="008A0454"/>
    <w:rsid w:val="008A1BE2"/>
    <w:rsid w:val="008A1C3B"/>
    <w:rsid w:val="008A388C"/>
    <w:rsid w:val="008A3F22"/>
    <w:rsid w:val="008A4003"/>
    <w:rsid w:val="008A5F7A"/>
    <w:rsid w:val="008B0FDA"/>
    <w:rsid w:val="008B1D90"/>
    <w:rsid w:val="008B21BD"/>
    <w:rsid w:val="008B26BF"/>
    <w:rsid w:val="008B325A"/>
    <w:rsid w:val="008B3583"/>
    <w:rsid w:val="008B36A1"/>
    <w:rsid w:val="008B5622"/>
    <w:rsid w:val="008B5AE2"/>
    <w:rsid w:val="008B5B45"/>
    <w:rsid w:val="008B5E28"/>
    <w:rsid w:val="008C0CC8"/>
    <w:rsid w:val="008C0F12"/>
    <w:rsid w:val="008C230C"/>
    <w:rsid w:val="008C2A6D"/>
    <w:rsid w:val="008C2AE7"/>
    <w:rsid w:val="008C39BF"/>
    <w:rsid w:val="008C3BF9"/>
    <w:rsid w:val="008C406B"/>
    <w:rsid w:val="008C5CFD"/>
    <w:rsid w:val="008C7241"/>
    <w:rsid w:val="008C75BC"/>
    <w:rsid w:val="008D00B4"/>
    <w:rsid w:val="008D01B1"/>
    <w:rsid w:val="008D04DA"/>
    <w:rsid w:val="008D0C31"/>
    <w:rsid w:val="008D1253"/>
    <w:rsid w:val="008D12A5"/>
    <w:rsid w:val="008D3CBB"/>
    <w:rsid w:val="008D43A1"/>
    <w:rsid w:val="008D567B"/>
    <w:rsid w:val="008D6234"/>
    <w:rsid w:val="008D66C9"/>
    <w:rsid w:val="008D6CD6"/>
    <w:rsid w:val="008D6F4F"/>
    <w:rsid w:val="008E07E7"/>
    <w:rsid w:val="008E0E40"/>
    <w:rsid w:val="008E31C5"/>
    <w:rsid w:val="008E40E4"/>
    <w:rsid w:val="008E4CB7"/>
    <w:rsid w:val="008E6E02"/>
    <w:rsid w:val="008E6EEA"/>
    <w:rsid w:val="008E7081"/>
    <w:rsid w:val="008F0EE9"/>
    <w:rsid w:val="008F25FE"/>
    <w:rsid w:val="008F2EFB"/>
    <w:rsid w:val="008F67AC"/>
    <w:rsid w:val="008F7CE2"/>
    <w:rsid w:val="008F7EFA"/>
    <w:rsid w:val="009008A7"/>
    <w:rsid w:val="00900939"/>
    <w:rsid w:val="00900F3F"/>
    <w:rsid w:val="00903061"/>
    <w:rsid w:val="00903384"/>
    <w:rsid w:val="00903B82"/>
    <w:rsid w:val="0090436E"/>
    <w:rsid w:val="009049CC"/>
    <w:rsid w:val="009054AF"/>
    <w:rsid w:val="009055F1"/>
    <w:rsid w:val="00907483"/>
    <w:rsid w:val="00907FDC"/>
    <w:rsid w:val="00910D5F"/>
    <w:rsid w:val="00911E8D"/>
    <w:rsid w:val="00912E28"/>
    <w:rsid w:val="009137FE"/>
    <w:rsid w:val="0091396D"/>
    <w:rsid w:val="00913C1F"/>
    <w:rsid w:val="00914406"/>
    <w:rsid w:val="00915D87"/>
    <w:rsid w:val="00917874"/>
    <w:rsid w:val="0092195F"/>
    <w:rsid w:val="00922526"/>
    <w:rsid w:val="00922699"/>
    <w:rsid w:val="00922925"/>
    <w:rsid w:val="00922AF2"/>
    <w:rsid w:val="009238B7"/>
    <w:rsid w:val="00923C3B"/>
    <w:rsid w:val="00924414"/>
    <w:rsid w:val="009270FF"/>
    <w:rsid w:val="00933475"/>
    <w:rsid w:val="009339C7"/>
    <w:rsid w:val="009359E3"/>
    <w:rsid w:val="00935B31"/>
    <w:rsid w:val="0093654E"/>
    <w:rsid w:val="00936E71"/>
    <w:rsid w:val="00937B8E"/>
    <w:rsid w:val="009407E1"/>
    <w:rsid w:val="00940F0A"/>
    <w:rsid w:val="00942448"/>
    <w:rsid w:val="00942579"/>
    <w:rsid w:val="00942E00"/>
    <w:rsid w:val="0094419B"/>
    <w:rsid w:val="00944378"/>
    <w:rsid w:val="009446D1"/>
    <w:rsid w:val="00944BE5"/>
    <w:rsid w:val="00944CCD"/>
    <w:rsid w:val="009467A1"/>
    <w:rsid w:val="00950CA9"/>
    <w:rsid w:val="00950DE7"/>
    <w:rsid w:val="00950EC9"/>
    <w:rsid w:val="00952093"/>
    <w:rsid w:val="0095398D"/>
    <w:rsid w:val="009540D0"/>
    <w:rsid w:val="00954320"/>
    <w:rsid w:val="00954FFA"/>
    <w:rsid w:val="00955848"/>
    <w:rsid w:val="009567F2"/>
    <w:rsid w:val="00956D4F"/>
    <w:rsid w:val="00957899"/>
    <w:rsid w:val="009601B2"/>
    <w:rsid w:val="0096063E"/>
    <w:rsid w:val="00961187"/>
    <w:rsid w:val="00961245"/>
    <w:rsid w:val="009616A6"/>
    <w:rsid w:val="0096391D"/>
    <w:rsid w:val="00964DF0"/>
    <w:rsid w:val="00966D91"/>
    <w:rsid w:val="00967129"/>
    <w:rsid w:val="00967C4C"/>
    <w:rsid w:val="00967EFB"/>
    <w:rsid w:val="0097037F"/>
    <w:rsid w:val="00970569"/>
    <w:rsid w:val="009708E6"/>
    <w:rsid w:val="00971105"/>
    <w:rsid w:val="00971AFD"/>
    <w:rsid w:val="009727D1"/>
    <w:rsid w:val="00972895"/>
    <w:rsid w:val="0097308A"/>
    <w:rsid w:val="00973857"/>
    <w:rsid w:val="00975553"/>
    <w:rsid w:val="00975868"/>
    <w:rsid w:val="00976ECA"/>
    <w:rsid w:val="009779CC"/>
    <w:rsid w:val="00980105"/>
    <w:rsid w:val="0098052B"/>
    <w:rsid w:val="00982593"/>
    <w:rsid w:val="00982723"/>
    <w:rsid w:val="00985107"/>
    <w:rsid w:val="0098516D"/>
    <w:rsid w:val="009856CA"/>
    <w:rsid w:val="009866C1"/>
    <w:rsid w:val="00987BC5"/>
    <w:rsid w:val="0099030D"/>
    <w:rsid w:val="00990433"/>
    <w:rsid w:val="00991044"/>
    <w:rsid w:val="009925A5"/>
    <w:rsid w:val="00993CEF"/>
    <w:rsid w:val="00993ED5"/>
    <w:rsid w:val="00994094"/>
    <w:rsid w:val="00994367"/>
    <w:rsid w:val="00995A21"/>
    <w:rsid w:val="00995C32"/>
    <w:rsid w:val="0099743F"/>
    <w:rsid w:val="009974C2"/>
    <w:rsid w:val="009A0198"/>
    <w:rsid w:val="009A0EEB"/>
    <w:rsid w:val="009A1CB3"/>
    <w:rsid w:val="009A3E70"/>
    <w:rsid w:val="009A4789"/>
    <w:rsid w:val="009A61F8"/>
    <w:rsid w:val="009A6FB8"/>
    <w:rsid w:val="009A7394"/>
    <w:rsid w:val="009B036C"/>
    <w:rsid w:val="009B06E8"/>
    <w:rsid w:val="009B0D2A"/>
    <w:rsid w:val="009B1F0B"/>
    <w:rsid w:val="009B4D8B"/>
    <w:rsid w:val="009B4E70"/>
    <w:rsid w:val="009B505D"/>
    <w:rsid w:val="009B61F2"/>
    <w:rsid w:val="009B63E8"/>
    <w:rsid w:val="009C2E59"/>
    <w:rsid w:val="009C416F"/>
    <w:rsid w:val="009C49FD"/>
    <w:rsid w:val="009C4FAE"/>
    <w:rsid w:val="009C53A6"/>
    <w:rsid w:val="009C545E"/>
    <w:rsid w:val="009C547C"/>
    <w:rsid w:val="009C5BB7"/>
    <w:rsid w:val="009C5C00"/>
    <w:rsid w:val="009C6115"/>
    <w:rsid w:val="009C6E27"/>
    <w:rsid w:val="009D0D99"/>
    <w:rsid w:val="009D1941"/>
    <w:rsid w:val="009D2476"/>
    <w:rsid w:val="009D3AA2"/>
    <w:rsid w:val="009D5263"/>
    <w:rsid w:val="009D6EC2"/>
    <w:rsid w:val="009D704B"/>
    <w:rsid w:val="009D78BC"/>
    <w:rsid w:val="009D7D8F"/>
    <w:rsid w:val="009E0223"/>
    <w:rsid w:val="009E0366"/>
    <w:rsid w:val="009E045E"/>
    <w:rsid w:val="009E13C8"/>
    <w:rsid w:val="009E1C9A"/>
    <w:rsid w:val="009E292C"/>
    <w:rsid w:val="009E2BF3"/>
    <w:rsid w:val="009E3350"/>
    <w:rsid w:val="009E37B7"/>
    <w:rsid w:val="009E4B98"/>
    <w:rsid w:val="009E629A"/>
    <w:rsid w:val="009E6511"/>
    <w:rsid w:val="009E74B9"/>
    <w:rsid w:val="009E775D"/>
    <w:rsid w:val="009E7A2E"/>
    <w:rsid w:val="009F071E"/>
    <w:rsid w:val="009F1174"/>
    <w:rsid w:val="009F2826"/>
    <w:rsid w:val="009F3856"/>
    <w:rsid w:val="009F3F46"/>
    <w:rsid w:val="009F7D8F"/>
    <w:rsid w:val="00A01317"/>
    <w:rsid w:val="00A014AA"/>
    <w:rsid w:val="00A016D8"/>
    <w:rsid w:val="00A01FEA"/>
    <w:rsid w:val="00A0269E"/>
    <w:rsid w:val="00A0270B"/>
    <w:rsid w:val="00A02F3E"/>
    <w:rsid w:val="00A034F4"/>
    <w:rsid w:val="00A038B1"/>
    <w:rsid w:val="00A04928"/>
    <w:rsid w:val="00A05CD7"/>
    <w:rsid w:val="00A0730E"/>
    <w:rsid w:val="00A0733E"/>
    <w:rsid w:val="00A07D29"/>
    <w:rsid w:val="00A10509"/>
    <w:rsid w:val="00A1098B"/>
    <w:rsid w:val="00A1159C"/>
    <w:rsid w:val="00A116F2"/>
    <w:rsid w:val="00A13CBE"/>
    <w:rsid w:val="00A1426C"/>
    <w:rsid w:val="00A148E4"/>
    <w:rsid w:val="00A14974"/>
    <w:rsid w:val="00A14D92"/>
    <w:rsid w:val="00A15506"/>
    <w:rsid w:val="00A155A4"/>
    <w:rsid w:val="00A162FB"/>
    <w:rsid w:val="00A1701D"/>
    <w:rsid w:val="00A174ED"/>
    <w:rsid w:val="00A17681"/>
    <w:rsid w:val="00A17AE3"/>
    <w:rsid w:val="00A20E67"/>
    <w:rsid w:val="00A20EB9"/>
    <w:rsid w:val="00A211E2"/>
    <w:rsid w:val="00A23032"/>
    <w:rsid w:val="00A230DA"/>
    <w:rsid w:val="00A2321C"/>
    <w:rsid w:val="00A23502"/>
    <w:rsid w:val="00A24629"/>
    <w:rsid w:val="00A25619"/>
    <w:rsid w:val="00A25FAB"/>
    <w:rsid w:val="00A30537"/>
    <w:rsid w:val="00A314CB"/>
    <w:rsid w:val="00A315FB"/>
    <w:rsid w:val="00A31BF7"/>
    <w:rsid w:val="00A32E06"/>
    <w:rsid w:val="00A33511"/>
    <w:rsid w:val="00A3384B"/>
    <w:rsid w:val="00A36111"/>
    <w:rsid w:val="00A36BB4"/>
    <w:rsid w:val="00A37D66"/>
    <w:rsid w:val="00A402BD"/>
    <w:rsid w:val="00A40D3C"/>
    <w:rsid w:val="00A42D75"/>
    <w:rsid w:val="00A44237"/>
    <w:rsid w:val="00A44606"/>
    <w:rsid w:val="00A46099"/>
    <w:rsid w:val="00A47C33"/>
    <w:rsid w:val="00A5003B"/>
    <w:rsid w:val="00A51F30"/>
    <w:rsid w:val="00A5248C"/>
    <w:rsid w:val="00A52A65"/>
    <w:rsid w:val="00A52CFF"/>
    <w:rsid w:val="00A5322C"/>
    <w:rsid w:val="00A53269"/>
    <w:rsid w:val="00A53326"/>
    <w:rsid w:val="00A54213"/>
    <w:rsid w:val="00A5614A"/>
    <w:rsid w:val="00A56891"/>
    <w:rsid w:val="00A57601"/>
    <w:rsid w:val="00A57C9C"/>
    <w:rsid w:val="00A62C6C"/>
    <w:rsid w:val="00A64075"/>
    <w:rsid w:val="00A648FD"/>
    <w:rsid w:val="00A71054"/>
    <w:rsid w:val="00A72715"/>
    <w:rsid w:val="00A729EA"/>
    <w:rsid w:val="00A736FB"/>
    <w:rsid w:val="00A756C9"/>
    <w:rsid w:val="00A7677D"/>
    <w:rsid w:val="00A7709C"/>
    <w:rsid w:val="00A805C1"/>
    <w:rsid w:val="00A80A2E"/>
    <w:rsid w:val="00A80C1A"/>
    <w:rsid w:val="00A81B23"/>
    <w:rsid w:val="00A86442"/>
    <w:rsid w:val="00A87101"/>
    <w:rsid w:val="00A874E6"/>
    <w:rsid w:val="00A9063E"/>
    <w:rsid w:val="00A90A4F"/>
    <w:rsid w:val="00A91584"/>
    <w:rsid w:val="00A93159"/>
    <w:rsid w:val="00A9443D"/>
    <w:rsid w:val="00A9512C"/>
    <w:rsid w:val="00A95275"/>
    <w:rsid w:val="00A953C2"/>
    <w:rsid w:val="00A95A24"/>
    <w:rsid w:val="00A96F6C"/>
    <w:rsid w:val="00A97A06"/>
    <w:rsid w:val="00AA044A"/>
    <w:rsid w:val="00AA0A83"/>
    <w:rsid w:val="00AA0D88"/>
    <w:rsid w:val="00AA1594"/>
    <w:rsid w:val="00AA3FA8"/>
    <w:rsid w:val="00AA463E"/>
    <w:rsid w:val="00AA59F5"/>
    <w:rsid w:val="00AA6C89"/>
    <w:rsid w:val="00AA6E32"/>
    <w:rsid w:val="00AA734D"/>
    <w:rsid w:val="00AA7DD9"/>
    <w:rsid w:val="00AB0A1A"/>
    <w:rsid w:val="00AB1371"/>
    <w:rsid w:val="00AB2575"/>
    <w:rsid w:val="00AB2AB2"/>
    <w:rsid w:val="00AB37F4"/>
    <w:rsid w:val="00AB5BC5"/>
    <w:rsid w:val="00AB6FA9"/>
    <w:rsid w:val="00AB7B41"/>
    <w:rsid w:val="00AB7D18"/>
    <w:rsid w:val="00AB7D8D"/>
    <w:rsid w:val="00AC0658"/>
    <w:rsid w:val="00AC0B08"/>
    <w:rsid w:val="00AC0FF8"/>
    <w:rsid w:val="00AC10E0"/>
    <w:rsid w:val="00AC1EFB"/>
    <w:rsid w:val="00AC313A"/>
    <w:rsid w:val="00AC49CB"/>
    <w:rsid w:val="00AC5B71"/>
    <w:rsid w:val="00AC5CBD"/>
    <w:rsid w:val="00AC6094"/>
    <w:rsid w:val="00AC6877"/>
    <w:rsid w:val="00AC70BB"/>
    <w:rsid w:val="00AD13B7"/>
    <w:rsid w:val="00AD1AD2"/>
    <w:rsid w:val="00AD2DF8"/>
    <w:rsid w:val="00AD356F"/>
    <w:rsid w:val="00AD3F1D"/>
    <w:rsid w:val="00AD49C6"/>
    <w:rsid w:val="00AD4EE3"/>
    <w:rsid w:val="00AD5FCA"/>
    <w:rsid w:val="00AD65A8"/>
    <w:rsid w:val="00AD6F89"/>
    <w:rsid w:val="00AD7970"/>
    <w:rsid w:val="00AD7B09"/>
    <w:rsid w:val="00AE079B"/>
    <w:rsid w:val="00AE0806"/>
    <w:rsid w:val="00AE2740"/>
    <w:rsid w:val="00AE3293"/>
    <w:rsid w:val="00AE373E"/>
    <w:rsid w:val="00AE3892"/>
    <w:rsid w:val="00AE3C6E"/>
    <w:rsid w:val="00AE40BC"/>
    <w:rsid w:val="00AE4C57"/>
    <w:rsid w:val="00AE559A"/>
    <w:rsid w:val="00AE5A4A"/>
    <w:rsid w:val="00AE66DA"/>
    <w:rsid w:val="00AE73EE"/>
    <w:rsid w:val="00AE787D"/>
    <w:rsid w:val="00AF16EB"/>
    <w:rsid w:val="00AF2F9C"/>
    <w:rsid w:val="00AF3552"/>
    <w:rsid w:val="00AF4383"/>
    <w:rsid w:val="00AF504E"/>
    <w:rsid w:val="00AF5FEC"/>
    <w:rsid w:val="00AF6344"/>
    <w:rsid w:val="00AF73C3"/>
    <w:rsid w:val="00AF7F45"/>
    <w:rsid w:val="00B003FD"/>
    <w:rsid w:val="00B007BC"/>
    <w:rsid w:val="00B011AB"/>
    <w:rsid w:val="00B016D4"/>
    <w:rsid w:val="00B023BF"/>
    <w:rsid w:val="00B03752"/>
    <w:rsid w:val="00B037C8"/>
    <w:rsid w:val="00B03BB4"/>
    <w:rsid w:val="00B0411D"/>
    <w:rsid w:val="00B04D8E"/>
    <w:rsid w:val="00B05004"/>
    <w:rsid w:val="00B064CD"/>
    <w:rsid w:val="00B06BC3"/>
    <w:rsid w:val="00B06DD6"/>
    <w:rsid w:val="00B07DD7"/>
    <w:rsid w:val="00B10085"/>
    <w:rsid w:val="00B10E63"/>
    <w:rsid w:val="00B111E5"/>
    <w:rsid w:val="00B1120C"/>
    <w:rsid w:val="00B112F3"/>
    <w:rsid w:val="00B11CB8"/>
    <w:rsid w:val="00B12775"/>
    <w:rsid w:val="00B13073"/>
    <w:rsid w:val="00B133A1"/>
    <w:rsid w:val="00B14835"/>
    <w:rsid w:val="00B15B08"/>
    <w:rsid w:val="00B161B1"/>
    <w:rsid w:val="00B1671F"/>
    <w:rsid w:val="00B16C57"/>
    <w:rsid w:val="00B17CC2"/>
    <w:rsid w:val="00B206A8"/>
    <w:rsid w:val="00B21462"/>
    <w:rsid w:val="00B216C0"/>
    <w:rsid w:val="00B22599"/>
    <w:rsid w:val="00B22F94"/>
    <w:rsid w:val="00B2332D"/>
    <w:rsid w:val="00B24488"/>
    <w:rsid w:val="00B24DEC"/>
    <w:rsid w:val="00B27FB8"/>
    <w:rsid w:val="00B30409"/>
    <w:rsid w:val="00B308E8"/>
    <w:rsid w:val="00B30DCF"/>
    <w:rsid w:val="00B30DFF"/>
    <w:rsid w:val="00B31047"/>
    <w:rsid w:val="00B32DE2"/>
    <w:rsid w:val="00B3356A"/>
    <w:rsid w:val="00B34210"/>
    <w:rsid w:val="00B34303"/>
    <w:rsid w:val="00B3502D"/>
    <w:rsid w:val="00B352C9"/>
    <w:rsid w:val="00B35D81"/>
    <w:rsid w:val="00B36B38"/>
    <w:rsid w:val="00B37E8E"/>
    <w:rsid w:val="00B40C9F"/>
    <w:rsid w:val="00B42A13"/>
    <w:rsid w:val="00B44166"/>
    <w:rsid w:val="00B44445"/>
    <w:rsid w:val="00B477C2"/>
    <w:rsid w:val="00B501EC"/>
    <w:rsid w:val="00B50267"/>
    <w:rsid w:val="00B52E69"/>
    <w:rsid w:val="00B542D8"/>
    <w:rsid w:val="00B561E4"/>
    <w:rsid w:val="00B56F73"/>
    <w:rsid w:val="00B56FEE"/>
    <w:rsid w:val="00B57F36"/>
    <w:rsid w:val="00B61158"/>
    <w:rsid w:val="00B62EF1"/>
    <w:rsid w:val="00B63F51"/>
    <w:rsid w:val="00B640C7"/>
    <w:rsid w:val="00B64C50"/>
    <w:rsid w:val="00B66EBD"/>
    <w:rsid w:val="00B673BE"/>
    <w:rsid w:val="00B70DAB"/>
    <w:rsid w:val="00B70E57"/>
    <w:rsid w:val="00B71020"/>
    <w:rsid w:val="00B7150B"/>
    <w:rsid w:val="00B721FA"/>
    <w:rsid w:val="00B724FA"/>
    <w:rsid w:val="00B72501"/>
    <w:rsid w:val="00B73BF9"/>
    <w:rsid w:val="00B73D95"/>
    <w:rsid w:val="00B77510"/>
    <w:rsid w:val="00B77F94"/>
    <w:rsid w:val="00B80EA9"/>
    <w:rsid w:val="00B81BDC"/>
    <w:rsid w:val="00B830E7"/>
    <w:rsid w:val="00B83455"/>
    <w:rsid w:val="00B83BA6"/>
    <w:rsid w:val="00B8409C"/>
    <w:rsid w:val="00B840B4"/>
    <w:rsid w:val="00B841EE"/>
    <w:rsid w:val="00B8574B"/>
    <w:rsid w:val="00B85C71"/>
    <w:rsid w:val="00B85FFD"/>
    <w:rsid w:val="00B86EF8"/>
    <w:rsid w:val="00B90647"/>
    <w:rsid w:val="00B9091E"/>
    <w:rsid w:val="00B9292D"/>
    <w:rsid w:val="00B9305A"/>
    <w:rsid w:val="00B9478F"/>
    <w:rsid w:val="00B95AA0"/>
    <w:rsid w:val="00B963DE"/>
    <w:rsid w:val="00B96543"/>
    <w:rsid w:val="00B96F65"/>
    <w:rsid w:val="00BA0261"/>
    <w:rsid w:val="00BA0B52"/>
    <w:rsid w:val="00BA0B86"/>
    <w:rsid w:val="00BA11A0"/>
    <w:rsid w:val="00BA24C0"/>
    <w:rsid w:val="00BA3CCF"/>
    <w:rsid w:val="00BA3D54"/>
    <w:rsid w:val="00BA4CED"/>
    <w:rsid w:val="00BA5D63"/>
    <w:rsid w:val="00BA61CD"/>
    <w:rsid w:val="00BA6283"/>
    <w:rsid w:val="00BB2F35"/>
    <w:rsid w:val="00BB5F5B"/>
    <w:rsid w:val="00BB6592"/>
    <w:rsid w:val="00BB6780"/>
    <w:rsid w:val="00BC0FF2"/>
    <w:rsid w:val="00BC116B"/>
    <w:rsid w:val="00BC295A"/>
    <w:rsid w:val="00BC2A81"/>
    <w:rsid w:val="00BC6F3C"/>
    <w:rsid w:val="00BC788F"/>
    <w:rsid w:val="00BD1D39"/>
    <w:rsid w:val="00BD3A70"/>
    <w:rsid w:val="00BD43D4"/>
    <w:rsid w:val="00BD4CC5"/>
    <w:rsid w:val="00BD506E"/>
    <w:rsid w:val="00BD68BD"/>
    <w:rsid w:val="00BD795A"/>
    <w:rsid w:val="00BD7E53"/>
    <w:rsid w:val="00BE1096"/>
    <w:rsid w:val="00BE23BF"/>
    <w:rsid w:val="00BE2F8F"/>
    <w:rsid w:val="00BE39C8"/>
    <w:rsid w:val="00BE3C6C"/>
    <w:rsid w:val="00BE48F3"/>
    <w:rsid w:val="00BE496F"/>
    <w:rsid w:val="00BE4B7D"/>
    <w:rsid w:val="00BE5C0A"/>
    <w:rsid w:val="00BE6C1A"/>
    <w:rsid w:val="00BE71AC"/>
    <w:rsid w:val="00BE7430"/>
    <w:rsid w:val="00BF159F"/>
    <w:rsid w:val="00BF18CA"/>
    <w:rsid w:val="00BF30DC"/>
    <w:rsid w:val="00BF315B"/>
    <w:rsid w:val="00BF3247"/>
    <w:rsid w:val="00BF412F"/>
    <w:rsid w:val="00BF41A5"/>
    <w:rsid w:val="00BF485C"/>
    <w:rsid w:val="00BF4EC4"/>
    <w:rsid w:val="00BF52D4"/>
    <w:rsid w:val="00BF5D0E"/>
    <w:rsid w:val="00BF5E17"/>
    <w:rsid w:val="00BF626A"/>
    <w:rsid w:val="00BF6D55"/>
    <w:rsid w:val="00BF6D90"/>
    <w:rsid w:val="00C00E8A"/>
    <w:rsid w:val="00C0128D"/>
    <w:rsid w:val="00C02400"/>
    <w:rsid w:val="00C031D3"/>
    <w:rsid w:val="00C03EFA"/>
    <w:rsid w:val="00C04659"/>
    <w:rsid w:val="00C0554B"/>
    <w:rsid w:val="00C06357"/>
    <w:rsid w:val="00C07A87"/>
    <w:rsid w:val="00C07BC6"/>
    <w:rsid w:val="00C100E5"/>
    <w:rsid w:val="00C105A5"/>
    <w:rsid w:val="00C117B8"/>
    <w:rsid w:val="00C11A84"/>
    <w:rsid w:val="00C121ED"/>
    <w:rsid w:val="00C127F6"/>
    <w:rsid w:val="00C140F8"/>
    <w:rsid w:val="00C14AE6"/>
    <w:rsid w:val="00C14C2C"/>
    <w:rsid w:val="00C17663"/>
    <w:rsid w:val="00C17CA8"/>
    <w:rsid w:val="00C20048"/>
    <w:rsid w:val="00C201DF"/>
    <w:rsid w:val="00C2078C"/>
    <w:rsid w:val="00C20FA7"/>
    <w:rsid w:val="00C22647"/>
    <w:rsid w:val="00C2345C"/>
    <w:rsid w:val="00C23C0F"/>
    <w:rsid w:val="00C24308"/>
    <w:rsid w:val="00C24343"/>
    <w:rsid w:val="00C24448"/>
    <w:rsid w:val="00C26D37"/>
    <w:rsid w:val="00C27D31"/>
    <w:rsid w:val="00C302F9"/>
    <w:rsid w:val="00C3077C"/>
    <w:rsid w:val="00C30830"/>
    <w:rsid w:val="00C31A05"/>
    <w:rsid w:val="00C34CBD"/>
    <w:rsid w:val="00C36698"/>
    <w:rsid w:val="00C37DB6"/>
    <w:rsid w:val="00C400AB"/>
    <w:rsid w:val="00C40707"/>
    <w:rsid w:val="00C40AD2"/>
    <w:rsid w:val="00C4219D"/>
    <w:rsid w:val="00C42729"/>
    <w:rsid w:val="00C45003"/>
    <w:rsid w:val="00C473FE"/>
    <w:rsid w:val="00C47F5B"/>
    <w:rsid w:val="00C503FC"/>
    <w:rsid w:val="00C51473"/>
    <w:rsid w:val="00C51A58"/>
    <w:rsid w:val="00C52BF5"/>
    <w:rsid w:val="00C53351"/>
    <w:rsid w:val="00C55A54"/>
    <w:rsid w:val="00C55ECB"/>
    <w:rsid w:val="00C563D5"/>
    <w:rsid w:val="00C56815"/>
    <w:rsid w:val="00C56A9F"/>
    <w:rsid w:val="00C56CC2"/>
    <w:rsid w:val="00C56E6D"/>
    <w:rsid w:val="00C57ADC"/>
    <w:rsid w:val="00C60FE5"/>
    <w:rsid w:val="00C62850"/>
    <w:rsid w:val="00C63B8F"/>
    <w:rsid w:val="00C6514E"/>
    <w:rsid w:val="00C6542D"/>
    <w:rsid w:val="00C66267"/>
    <w:rsid w:val="00C663B5"/>
    <w:rsid w:val="00C677BC"/>
    <w:rsid w:val="00C67B1E"/>
    <w:rsid w:val="00C67B2C"/>
    <w:rsid w:val="00C70E26"/>
    <w:rsid w:val="00C70EDA"/>
    <w:rsid w:val="00C713CD"/>
    <w:rsid w:val="00C72B46"/>
    <w:rsid w:val="00C733FC"/>
    <w:rsid w:val="00C73931"/>
    <w:rsid w:val="00C74A24"/>
    <w:rsid w:val="00C751D2"/>
    <w:rsid w:val="00C7529A"/>
    <w:rsid w:val="00C75E23"/>
    <w:rsid w:val="00C7622C"/>
    <w:rsid w:val="00C763B4"/>
    <w:rsid w:val="00C776C2"/>
    <w:rsid w:val="00C804A5"/>
    <w:rsid w:val="00C81D43"/>
    <w:rsid w:val="00C82CEA"/>
    <w:rsid w:val="00C8388B"/>
    <w:rsid w:val="00C838FE"/>
    <w:rsid w:val="00C83F48"/>
    <w:rsid w:val="00C8553B"/>
    <w:rsid w:val="00C8644E"/>
    <w:rsid w:val="00C8653E"/>
    <w:rsid w:val="00C86676"/>
    <w:rsid w:val="00C86767"/>
    <w:rsid w:val="00C86C19"/>
    <w:rsid w:val="00C877E4"/>
    <w:rsid w:val="00C87A4E"/>
    <w:rsid w:val="00C9069A"/>
    <w:rsid w:val="00C90708"/>
    <w:rsid w:val="00C914F6"/>
    <w:rsid w:val="00C91BEE"/>
    <w:rsid w:val="00C938B7"/>
    <w:rsid w:val="00C951C3"/>
    <w:rsid w:val="00C9541A"/>
    <w:rsid w:val="00C969C2"/>
    <w:rsid w:val="00C97107"/>
    <w:rsid w:val="00CA022D"/>
    <w:rsid w:val="00CA0FC0"/>
    <w:rsid w:val="00CA10C5"/>
    <w:rsid w:val="00CA1184"/>
    <w:rsid w:val="00CA1408"/>
    <w:rsid w:val="00CA1F55"/>
    <w:rsid w:val="00CA1F91"/>
    <w:rsid w:val="00CA2751"/>
    <w:rsid w:val="00CA27C9"/>
    <w:rsid w:val="00CA29E5"/>
    <w:rsid w:val="00CA327A"/>
    <w:rsid w:val="00CA3289"/>
    <w:rsid w:val="00CA3A74"/>
    <w:rsid w:val="00CA5026"/>
    <w:rsid w:val="00CA542B"/>
    <w:rsid w:val="00CA5947"/>
    <w:rsid w:val="00CA5F81"/>
    <w:rsid w:val="00CA615F"/>
    <w:rsid w:val="00CA74CE"/>
    <w:rsid w:val="00CA7EC6"/>
    <w:rsid w:val="00CB09AE"/>
    <w:rsid w:val="00CB13E1"/>
    <w:rsid w:val="00CB15E6"/>
    <w:rsid w:val="00CB1F5B"/>
    <w:rsid w:val="00CB4367"/>
    <w:rsid w:val="00CB44C8"/>
    <w:rsid w:val="00CB46C9"/>
    <w:rsid w:val="00CB6EBA"/>
    <w:rsid w:val="00CB7689"/>
    <w:rsid w:val="00CB7FB3"/>
    <w:rsid w:val="00CC0B93"/>
    <w:rsid w:val="00CC0CC5"/>
    <w:rsid w:val="00CC1095"/>
    <w:rsid w:val="00CC120E"/>
    <w:rsid w:val="00CC32BC"/>
    <w:rsid w:val="00CC3A2E"/>
    <w:rsid w:val="00CC49A3"/>
    <w:rsid w:val="00CC5077"/>
    <w:rsid w:val="00CC5B25"/>
    <w:rsid w:val="00CD0176"/>
    <w:rsid w:val="00CD24E2"/>
    <w:rsid w:val="00CD32A8"/>
    <w:rsid w:val="00CD470F"/>
    <w:rsid w:val="00CD5B75"/>
    <w:rsid w:val="00CD5BBF"/>
    <w:rsid w:val="00CD6043"/>
    <w:rsid w:val="00CD77A7"/>
    <w:rsid w:val="00CD7DCB"/>
    <w:rsid w:val="00CD7FA5"/>
    <w:rsid w:val="00CE3F95"/>
    <w:rsid w:val="00CE4226"/>
    <w:rsid w:val="00CE5160"/>
    <w:rsid w:val="00CE51AB"/>
    <w:rsid w:val="00CE759C"/>
    <w:rsid w:val="00CF122B"/>
    <w:rsid w:val="00CF1A60"/>
    <w:rsid w:val="00CF1FCD"/>
    <w:rsid w:val="00CF3E9D"/>
    <w:rsid w:val="00CF46EB"/>
    <w:rsid w:val="00CF4919"/>
    <w:rsid w:val="00CF4D9F"/>
    <w:rsid w:val="00CF5ACF"/>
    <w:rsid w:val="00CF5D27"/>
    <w:rsid w:val="00D00F9A"/>
    <w:rsid w:val="00D0168A"/>
    <w:rsid w:val="00D01D7A"/>
    <w:rsid w:val="00D01F43"/>
    <w:rsid w:val="00D02506"/>
    <w:rsid w:val="00D025F2"/>
    <w:rsid w:val="00D03AB6"/>
    <w:rsid w:val="00D05A66"/>
    <w:rsid w:val="00D06260"/>
    <w:rsid w:val="00D062AE"/>
    <w:rsid w:val="00D10893"/>
    <w:rsid w:val="00D11506"/>
    <w:rsid w:val="00D134E5"/>
    <w:rsid w:val="00D141AB"/>
    <w:rsid w:val="00D161AD"/>
    <w:rsid w:val="00D17C09"/>
    <w:rsid w:val="00D17E4C"/>
    <w:rsid w:val="00D21F79"/>
    <w:rsid w:val="00D22528"/>
    <w:rsid w:val="00D227F7"/>
    <w:rsid w:val="00D22CD9"/>
    <w:rsid w:val="00D2311E"/>
    <w:rsid w:val="00D235DD"/>
    <w:rsid w:val="00D24A9F"/>
    <w:rsid w:val="00D263E8"/>
    <w:rsid w:val="00D26A1C"/>
    <w:rsid w:val="00D26C90"/>
    <w:rsid w:val="00D301FB"/>
    <w:rsid w:val="00D30937"/>
    <w:rsid w:val="00D33F7F"/>
    <w:rsid w:val="00D340AF"/>
    <w:rsid w:val="00D34792"/>
    <w:rsid w:val="00D35035"/>
    <w:rsid w:val="00D35098"/>
    <w:rsid w:val="00D36425"/>
    <w:rsid w:val="00D364CC"/>
    <w:rsid w:val="00D4149A"/>
    <w:rsid w:val="00D436F7"/>
    <w:rsid w:val="00D43FEE"/>
    <w:rsid w:val="00D45DB4"/>
    <w:rsid w:val="00D45E33"/>
    <w:rsid w:val="00D462F0"/>
    <w:rsid w:val="00D469D7"/>
    <w:rsid w:val="00D47287"/>
    <w:rsid w:val="00D475BA"/>
    <w:rsid w:val="00D5086A"/>
    <w:rsid w:val="00D51D2F"/>
    <w:rsid w:val="00D5522C"/>
    <w:rsid w:val="00D556BD"/>
    <w:rsid w:val="00D55729"/>
    <w:rsid w:val="00D561C3"/>
    <w:rsid w:val="00D562E2"/>
    <w:rsid w:val="00D606E8"/>
    <w:rsid w:val="00D609AD"/>
    <w:rsid w:val="00D617B8"/>
    <w:rsid w:val="00D61885"/>
    <w:rsid w:val="00D623E5"/>
    <w:rsid w:val="00D63CCF"/>
    <w:rsid w:val="00D64FB7"/>
    <w:rsid w:val="00D65E5D"/>
    <w:rsid w:val="00D67C74"/>
    <w:rsid w:val="00D70251"/>
    <w:rsid w:val="00D70A1F"/>
    <w:rsid w:val="00D71AA8"/>
    <w:rsid w:val="00D73CC5"/>
    <w:rsid w:val="00D74989"/>
    <w:rsid w:val="00D74CEA"/>
    <w:rsid w:val="00D76495"/>
    <w:rsid w:val="00D77C40"/>
    <w:rsid w:val="00D813B3"/>
    <w:rsid w:val="00D82028"/>
    <w:rsid w:val="00D82A93"/>
    <w:rsid w:val="00D8306A"/>
    <w:rsid w:val="00D849D6"/>
    <w:rsid w:val="00D84EBD"/>
    <w:rsid w:val="00D85119"/>
    <w:rsid w:val="00D85A29"/>
    <w:rsid w:val="00D85A3A"/>
    <w:rsid w:val="00D85FF8"/>
    <w:rsid w:val="00D865D3"/>
    <w:rsid w:val="00D8661D"/>
    <w:rsid w:val="00D86F59"/>
    <w:rsid w:val="00D87963"/>
    <w:rsid w:val="00D879CD"/>
    <w:rsid w:val="00D87EBE"/>
    <w:rsid w:val="00D907A9"/>
    <w:rsid w:val="00D925A0"/>
    <w:rsid w:val="00D92EB1"/>
    <w:rsid w:val="00D93259"/>
    <w:rsid w:val="00D93340"/>
    <w:rsid w:val="00D93937"/>
    <w:rsid w:val="00D942FA"/>
    <w:rsid w:val="00D9524C"/>
    <w:rsid w:val="00D95879"/>
    <w:rsid w:val="00D97233"/>
    <w:rsid w:val="00D974A6"/>
    <w:rsid w:val="00D97B9C"/>
    <w:rsid w:val="00DA0113"/>
    <w:rsid w:val="00DA061A"/>
    <w:rsid w:val="00DA1FC6"/>
    <w:rsid w:val="00DA2108"/>
    <w:rsid w:val="00DA291B"/>
    <w:rsid w:val="00DA347C"/>
    <w:rsid w:val="00DA3769"/>
    <w:rsid w:val="00DA3E81"/>
    <w:rsid w:val="00DA530D"/>
    <w:rsid w:val="00DA5E31"/>
    <w:rsid w:val="00DA64A9"/>
    <w:rsid w:val="00DA6954"/>
    <w:rsid w:val="00DA791F"/>
    <w:rsid w:val="00DB0636"/>
    <w:rsid w:val="00DB117B"/>
    <w:rsid w:val="00DB15A1"/>
    <w:rsid w:val="00DB1E3F"/>
    <w:rsid w:val="00DB21AC"/>
    <w:rsid w:val="00DB4B28"/>
    <w:rsid w:val="00DB4D31"/>
    <w:rsid w:val="00DB6AA0"/>
    <w:rsid w:val="00DB6E2F"/>
    <w:rsid w:val="00DC0046"/>
    <w:rsid w:val="00DC0484"/>
    <w:rsid w:val="00DC0C2E"/>
    <w:rsid w:val="00DC2274"/>
    <w:rsid w:val="00DC43AE"/>
    <w:rsid w:val="00DC5066"/>
    <w:rsid w:val="00DC55FC"/>
    <w:rsid w:val="00DC625C"/>
    <w:rsid w:val="00DC62E3"/>
    <w:rsid w:val="00DC6389"/>
    <w:rsid w:val="00DC6DE5"/>
    <w:rsid w:val="00DD034B"/>
    <w:rsid w:val="00DD0961"/>
    <w:rsid w:val="00DD32D1"/>
    <w:rsid w:val="00DD4C89"/>
    <w:rsid w:val="00DD5591"/>
    <w:rsid w:val="00DD6213"/>
    <w:rsid w:val="00DD69F9"/>
    <w:rsid w:val="00DE0C48"/>
    <w:rsid w:val="00DE16CB"/>
    <w:rsid w:val="00DE1752"/>
    <w:rsid w:val="00DE3801"/>
    <w:rsid w:val="00DE3940"/>
    <w:rsid w:val="00DE4099"/>
    <w:rsid w:val="00DE4E87"/>
    <w:rsid w:val="00DE5B87"/>
    <w:rsid w:val="00DF1C4E"/>
    <w:rsid w:val="00DF2282"/>
    <w:rsid w:val="00DF2B2A"/>
    <w:rsid w:val="00DF2CA1"/>
    <w:rsid w:val="00DF31FB"/>
    <w:rsid w:val="00DF33A8"/>
    <w:rsid w:val="00DF401B"/>
    <w:rsid w:val="00DF5123"/>
    <w:rsid w:val="00DF52CE"/>
    <w:rsid w:val="00DF5379"/>
    <w:rsid w:val="00DF5461"/>
    <w:rsid w:val="00DF6D0A"/>
    <w:rsid w:val="00DF6F75"/>
    <w:rsid w:val="00DF7899"/>
    <w:rsid w:val="00DF7A9F"/>
    <w:rsid w:val="00E005E5"/>
    <w:rsid w:val="00E019B2"/>
    <w:rsid w:val="00E02BF4"/>
    <w:rsid w:val="00E05A2E"/>
    <w:rsid w:val="00E06C2D"/>
    <w:rsid w:val="00E07067"/>
    <w:rsid w:val="00E07DF4"/>
    <w:rsid w:val="00E10145"/>
    <w:rsid w:val="00E106A8"/>
    <w:rsid w:val="00E10B38"/>
    <w:rsid w:val="00E10D12"/>
    <w:rsid w:val="00E12112"/>
    <w:rsid w:val="00E139D4"/>
    <w:rsid w:val="00E13A83"/>
    <w:rsid w:val="00E144BA"/>
    <w:rsid w:val="00E14EF5"/>
    <w:rsid w:val="00E154DD"/>
    <w:rsid w:val="00E15713"/>
    <w:rsid w:val="00E15893"/>
    <w:rsid w:val="00E17BFA"/>
    <w:rsid w:val="00E2034A"/>
    <w:rsid w:val="00E2078F"/>
    <w:rsid w:val="00E209EA"/>
    <w:rsid w:val="00E21E3E"/>
    <w:rsid w:val="00E227AD"/>
    <w:rsid w:val="00E228DB"/>
    <w:rsid w:val="00E22F0F"/>
    <w:rsid w:val="00E23204"/>
    <w:rsid w:val="00E237E8"/>
    <w:rsid w:val="00E238F6"/>
    <w:rsid w:val="00E24BDB"/>
    <w:rsid w:val="00E25903"/>
    <w:rsid w:val="00E27157"/>
    <w:rsid w:val="00E275BF"/>
    <w:rsid w:val="00E27AC3"/>
    <w:rsid w:val="00E3193D"/>
    <w:rsid w:val="00E33F5D"/>
    <w:rsid w:val="00E34A2E"/>
    <w:rsid w:val="00E35ABD"/>
    <w:rsid w:val="00E3714B"/>
    <w:rsid w:val="00E40266"/>
    <w:rsid w:val="00E429D3"/>
    <w:rsid w:val="00E42B06"/>
    <w:rsid w:val="00E42FBF"/>
    <w:rsid w:val="00E44F0D"/>
    <w:rsid w:val="00E456E0"/>
    <w:rsid w:val="00E4661D"/>
    <w:rsid w:val="00E471DF"/>
    <w:rsid w:val="00E50102"/>
    <w:rsid w:val="00E5011B"/>
    <w:rsid w:val="00E5065A"/>
    <w:rsid w:val="00E50F05"/>
    <w:rsid w:val="00E5104F"/>
    <w:rsid w:val="00E5152E"/>
    <w:rsid w:val="00E52C86"/>
    <w:rsid w:val="00E52F3F"/>
    <w:rsid w:val="00E53CFC"/>
    <w:rsid w:val="00E551BB"/>
    <w:rsid w:val="00E555DC"/>
    <w:rsid w:val="00E55979"/>
    <w:rsid w:val="00E56875"/>
    <w:rsid w:val="00E603D8"/>
    <w:rsid w:val="00E6150D"/>
    <w:rsid w:val="00E619D0"/>
    <w:rsid w:val="00E61FEC"/>
    <w:rsid w:val="00E6389E"/>
    <w:rsid w:val="00E64223"/>
    <w:rsid w:val="00E66590"/>
    <w:rsid w:val="00E666BB"/>
    <w:rsid w:val="00E7072C"/>
    <w:rsid w:val="00E712DC"/>
    <w:rsid w:val="00E71A0B"/>
    <w:rsid w:val="00E74471"/>
    <w:rsid w:val="00E748A8"/>
    <w:rsid w:val="00E74AF4"/>
    <w:rsid w:val="00E75E08"/>
    <w:rsid w:val="00E76AF3"/>
    <w:rsid w:val="00E770CA"/>
    <w:rsid w:val="00E81384"/>
    <w:rsid w:val="00E821B4"/>
    <w:rsid w:val="00E82345"/>
    <w:rsid w:val="00E82460"/>
    <w:rsid w:val="00E825CB"/>
    <w:rsid w:val="00E84D41"/>
    <w:rsid w:val="00E84DC4"/>
    <w:rsid w:val="00E85255"/>
    <w:rsid w:val="00E85955"/>
    <w:rsid w:val="00E8636B"/>
    <w:rsid w:val="00E91514"/>
    <w:rsid w:val="00E91620"/>
    <w:rsid w:val="00E92F8F"/>
    <w:rsid w:val="00E931EB"/>
    <w:rsid w:val="00EA0BD4"/>
    <w:rsid w:val="00EA0C46"/>
    <w:rsid w:val="00EA211F"/>
    <w:rsid w:val="00EA26BD"/>
    <w:rsid w:val="00EA45FC"/>
    <w:rsid w:val="00EA472B"/>
    <w:rsid w:val="00EA7B5F"/>
    <w:rsid w:val="00EB004B"/>
    <w:rsid w:val="00EB025F"/>
    <w:rsid w:val="00EB1209"/>
    <w:rsid w:val="00EB1325"/>
    <w:rsid w:val="00EB206A"/>
    <w:rsid w:val="00EB245B"/>
    <w:rsid w:val="00EB51B4"/>
    <w:rsid w:val="00EB51CB"/>
    <w:rsid w:val="00EB75E8"/>
    <w:rsid w:val="00EB771C"/>
    <w:rsid w:val="00EC09C8"/>
    <w:rsid w:val="00EC1224"/>
    <w:rsid w:val="00EC157C"/>
    <w:rsid w:val="00EC2B93"/>
    <w:rsid w:val="00EC2C9C"/>
    <w:rsid w:val="00EC2FAC"/>
    <w:rsid w:val="00EC39B4"/>
    <w:rsid w:val="00EC3D33"/>
    <w:rsid w:val="00EC428F"/>
    <w:rsid w:val="00EC4C41"/>
    <w:rsid w:val="00EC5E42"/>
    <w:rsid w:val="00EC648E"/>
    <w:rsid w:val="00ED0732"/>
    <w:rsid w:val="00ED58FC"/>
    <w:rsid w:val="00ED6198"/>
    <w:rsid w:val="00ED6E0F"/>
    <w:rsid w:val="00ED7665"/>
    <w:rsid w:val="00ED7EB2"/>
    <w:rsid w:val="00ED7F38"/>
    <w:rsid w:val="00EE0420"/>
    <w:rsid w:val="00EE0F07"/>
    <w:rsid w:val="00EE22E1"/>
    <w:rsid w:val="00EE4E30"/>
    <w:rsid w:val="00EE5157"/>
    <w:rsid w:val="00EE5BEC"/>
    <w:rsid w:val="00EE5DFC"/>
    <w:rsid w:val="00EE6024"/>
    <w:rsid w:val="00EE669D"/>
    <w:rsid w:val="00EE6EA4"/>
    <w:rsid w:val="00EE750A"/>
    <w:rsid w:val="00EE7BE8"/>
    <w:rsid w:val="00EF121D"/>
    <w:rsid w:val="00EF1CD4"/>
    <w:rsid w:val="00EF2BB0"/>
    <w:rsid w:val="00EF30E1"/>
    <w:rsid w:val="00EF34E3"/>
    <w:rsid w:val="00EF3CC0"/>
    <w:rsid w:val="00EF4566"/>
    <w:rsid w:val="00EF4A0B"/>
    <w:rsid w:val="00EF5B25"/>
    <w:rsid w:val="00EF5C37"/>
    <w:rsid w:val="00EF6D7A"/>
    <w:rsid w:val="00EF7AF6"/>
    <w:rsid w:val="00EF7BB3"/>
    <w:rsid w:val="00F0036D"/>
    <w:rsid w:val="00F006C7"/>
    <w:rsid w:val="00F006FF"/>
    <w:rsid w:val="00F007ED"/>
    <w:rsid w:val="00F02039"/>
    <w:rsid w:val="00F02198"/>
    <w:rsid w:val="00F02B1C"/>
    <w:rsid w:val="00F02B1E"/>
    <w:rsid w:val="00F032E1"/>
    <w:rsid w:val="00F03486"/>
    <w:rsid w:val="00F03EB4"/>
    <w:rsid w:val="00F0740D"/>
    <w:rsid w:val="00F10BD7"/>
    <w:rsid w:val="00F1290B"/>
    <w:rsid w:val="00F12B44"/>
    <w:rsid w:val="00F13DFA"/>
    <w:rsid w:val="00F155EB"/>
    <w:rsid w:val="00F15945"/>
    <w:rsid w:val="00F1677A"/>
    <w:rsid w:val="00F17AE0"/>
    <w:rsid w:val="00F20311"/>
    <w:rsid w:val="00F20FE4"/>
    <w:rsid w:val="00F223B5"/>
    <w:rsid w:val="00F2491F"/>
    <w:rsid w:val="00F25CD1"/>
    <w:rsid w:val="00F2650C"/>
    <w:rsid w:val="00F2684E"/>
    <w:rsid w:val="00F269D8"/>
    <w:rsid w:val="00F271A7"/>
    <w:rsid w:val="00F27AF9"/>
    <w:rsid w:val="00F27D12"/>
    <w:rsid w:val="00F30209"/>
    <w:rsid w:val="00F30245"/>
    <w:rsid w:val="00F30795"/>
    <w:rsid w:val="00F30C6B"/>
    <w:rsid w:val="00F319DA"/>
    <w:rsid w:val="00F31D90"/>
    <w:rsid w:val="00F32189"/>
    <w:rsid w:val="00F326F7"/>
    <w:rsid w:val="00F33038"/>
    <w:rsid w:val="00F337C7"/>
    <w:rsid w:val="00F33AED"/>
    <w:rsid w:val="00F344F8"/>
    <w:rsid w:val="00F3490B"/>
    <w:rsid w:val="00F34973"/>
    <w:rsid w:val="00F3558F"/>
    <w:rsid w:val="00F35DD7"/>
    <w:rsid w:val="00F36592"/>
    <w:rsid w:val="00F413D7"/>
    <w:rsid w:val="00F45998"/>
    <w:rsid w:val="00F46484"/>
    <w:rsid w:val="00F46EA0"/>
    <w:rsid w:val="00F476BA"/>
    <w:rsid w:val="00F47D41"/>
    <w:rsid w:val="00F505BE"/>
    <w:rsid w:val="00F50C07"/>
    <w:rsid w:val="00F50DA5"/>
    <w:rsid w:val="00F52914"/>
    <w:rsid w:val="00F52BA0"/>
    <w:rsid w:val="00F52D18"/>
    <w:rsid w:val="00F53165"/>
    <w:rsid w:val="00F53C21"/>
    <w:rsid w:val="00F5454A"/>
    <w:rsid w:val="00F54A44"/>
    <w:rsid w:val="00F5669A"/>
    <w:rsid w:val="00F619F2"/>
    <w:rsid w:val="00F61C1A"/>
    <w:rsid w:val="00F634B5"/>
    <w:rsid w:val="00F63659"/>
    <w:rsid w:val="00F6434D"/>
    <w:rsid w:val="00F66BA9"/>
    <w:rsid w:val="00F66C6B"/>
    <w:rsid w:val="00F66F0A"/>
    <w:rsid w:val="00F67841"/>
    <w:rsid w:val="00F67B55"/>
    <w:rsid w:val="00F70F16"/>
    <w:rsid w:val="00F71043"/>
    <w:rsid w:val="00F7122C"/>
    <w:rsid w:val="00F7232C"/>
    <w:rsid w:val="00F72C09"/>
    <w:rsid w:val="00F73EAD"/>
    <w:rsid w:val="00F768D3"/>
    <w:rsid w:val="00F77C7D"/>
    <w:rsid w:val="00F8127C"/>
    <w:rsid w:val="00F81A16"/>
    <w:rsid w:val="00F81C15"/>
    <w:rsid w:val="00F81DF7"/>
    <w:rsid w:val="00F8222F"/>
    <w:rsid w:val="00F840AD"/>
    <w:rsid w:val="00F84243"/>
    <w:rsid w:val="00F85124"/>
    <w:rsid w:val="00F85199"/>
    <w:rsid w:val="00F86F7D"/>
    <w:rsid w:val="00F8767A"/>
    <w:rsid w:val="00F91156"/>
    <w:rsid w:val="00F93B10"/>
    <w:rsid w:val="00F94D3E"/>
    <w:rsid w:val="00F954AB"/>
    <w:rsid w:val="00F969E6"/>
    <w:rsid w:val="00F97326"/>
    <w:rsid w:val="00FA0729"/>
    <w:rsid w:val="00FA11DE"/>
    <w:rsid w:val="00FA1C6C"/>
    <w:rsid w:val="00FA1E87"/>
    <w:rsid w:val="00FA233D"/>
    <w:rsid w:val="00FA2E79"/>
    <w:rsid w:val="00FA2F99"/>
    <w:rsid w:val="00FA3257"/>
    <w:rsid w:val="00FA328C"/>
    <w:rsid w:val="00FA40D7"/>
    <w:rsid w:val="00FA4370"/>
    <w:rsid w:val="00FA5150"/>
    <w:rsid w:val="00FA5314"/>
    <w:rsid w:val="00FA538F"/>
    <w:rsid w:val="00FA5576"/>
    <w:rsid w:val="00FA714C"/>
    <w:rsid w:val="00FB0026"/>
    <w:rsid w:val="00FB0C33"/>
    <w:rsid w:val="00FB0D7B"/>
    <w:rsid w:val="00FB0DFC"/>
    <w:rsid w:val="00FB156C"/>
    <w:rsid w:val="00FB1975"/>
    <w:rsid w:val="00FB1FC5"/>
    <w:rsid w:val="00FB6720"/>
    <w:rsid w:val="00FC11DD"/>
    <w:rsid w:val="00FC12E7"/>
    <w:rsid w:val="00FC169D"/>
    <w:rsid w:val="00FC16BD"/>
    <w:rsid w:val="00FC205E"/>
    <w:rsid w:val="00FC26EA"/>
    <w:rsid w:val="00FC2B01"/>
    <w:rsid w:val="00FC339B"/>
    <w:rsid w:val="00FC3881"/>
    <w:rsid w:val="00FC3E2F"/>
    <w:rsid w:val="00FC3F38"/>
    <w:rsid w:val="00FC41AF"/>
    <w:rsid w:val="00FC4319"/>
    <w:rsid w:val="00FC4494"/>
    <w:rsid w:val="00FC4BF4"/>
    <w:rsid w:val="00FC4DA1"/>
    <w:rsid w:val="00FC5295"/>
    <w:rsid w:val="00FC580B"/>
    <w:rsid w:val="00FC5ACC"/>
    <w:rsid w:val="00FC73D5"/>
    <w:rsid w:val="00FC7611"/>
    <w:rsid w:val="00FC7C0C"/>
    <w:rsid w:val="00FD00FE"/>
    <w:rsid w:val="00FD01F4"/>
    <w:rsid w:val="00FD0832"/>
    <w:rsid w:val="00FD144A"/>
    <w:rsid w:val="00FD15AC"/>
    <w:rsid w:val="00FD167F"/>
    <w:rsid w:val="00FD1B7E"/>
    <w:rsid w:val="00FD1F7F"/>
    <w:rsid w:val="00FD245D"/>
    <w:rsid w:val="00FD2FF9"/>
    <w:rsid w:val="00FD37E3"/>
    <w:rsid w:val="00FD385A"/>
    <w:rsid w:val="00FD4AD2"/>
    <w:rsid w:val="00FD588F"/>
    <w:rsid w:val="00FD5C6C"/>
    <w:rsid w:val="00FD61A6"/>
    <w:rsid w:val="00FD759A"/>
    <w:rsid w:val="00FD7A9B"/>
    <w:rsid w:val="00FE13D6"/>
    <w:rsid w:val="00FE38B4"/>
    <w:rsid w:val="00FE6010"/>
    <w:rsid w:val="00FF07C1"/>
    <w:rsid w:val="00FF086D"/>
    <w:rsid w:val="00FF3043"/>
    <w:rsid w:val="00FF3A79"/>
    <w:rsid w:val="00FF3C32"/>
    <w:rsid w:val="00FF42DC"/>
    <w:rsid w:val="00FF465C"/>
    <w:rsid w:val="00FF5E80"/>
    <w:rsid w:val="00FF64F3"/>
    <w:rsid w:val="00FF6EAE"/>
    <w:rsid w:val="00FF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05A55D67"/>
  <w15:chartTrackingRefBased/>
  <w15:docId w15:val="{A64F17F9-6252-458E-953F-7D5536A5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D7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12600"/>
    <w:pPr>
      <w:keepNext/>
      <w:keepLines/>
      <w:numPr>
        <w:numId w:val="5"/>
      </w:numPr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1497F"/>
    <w:pPr>
      <w:keepNext/>
      <w:keepLines/>
      <w:numPr>
        <w:ilvl w:val="1"/>
        <w:numId w:val="5"/>
      </w:numPr>
      <w:spacing w:before="40"/>
      <w:jc w:val="center"/>
      <w:outlineLvl w:val="1"/>
    </w:pPr>
    <w:rPr>
      <w:rFonts w:ascii="Trebuchet MS" w:hAnsi="Trebuchet MS"/>
      <w:b/>
      <w:sz w:val="20"/>
      <w:szCs w:val="26"/>
    </w:rPr>
  </w:style>
  <w:style w:type="paragraph" w:styleId="Nagwek3">
    <w:name w:val="heading 3"/>
    <w:basedOn w:val="Normalny"/>
    <w:next w:val="Normalny"/>
    <w:link w:val="Nagwek3Znak"/>
    <w:qFormat/>
    <w:rsid w:val="00D8661D"/>
    <w:pPr>
      <w:keepNext/>
      <w:keepLines/>
      <w:numPr>
        <w:ilvl w:val="2"/>
        <w:numId w:val="5"/>
      </w:numPr>
      <w:spacing w:before="40"/>
      <w:outlineLvl w:val="2"/>
    </w:pPr>
    <w:rPr>
      <w:rFonts w:ascii="Calibri Light" w:hAnsi="Calibri Light"/>
      <w:color w:val="1F4D7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8661D"/>
    <w:pPr>
      <w:keepNext/>
      <w:keepLines/>
      <w:numPr>
        <w:ilvl w:val="3"/>
        <w:numId w:val="5"/>
      </w:numPr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8661D"/>
    <w:pPr>
      <w:keepNext/>
      <w:keepLines/>
      <w:numPr>
        <w:ilvl w:val="4"/>
        <w:numId w:val="5"/>
      </w:numPr>
      <w:spacing w:before="40"/>
      <w:outlineLvl w:val="4"/>
    </w:pPr>
    <w:rPr>
      <w:rFonts w:ascii="Calibri Light" w:hAnsi="Calibri Light"/>
      <w:color w:val="2E74B5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8661D"/>
    <w:pPr>
      <w:keepNext/>
      <w:keepLines/>
      <w:numPr>
        <w:ilvl w:val="5"/>
        <w:numId w:val="5"/>
      </w:numPr>
      <w:spacing w:before="40"/>
      <w:outlineLvl w:val="5"/>
    </w:pPr>
    <w:rPr>
      <w:rFonts w:ascii="Calibri Light" w:hAnsi="Calibri Light"/>
      <w:color w:val="1F4D7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8661D"/>
    <w:pPr>
      <w:keepNext/>
      <w:keepLines/>
      <w:numPr>
        <w:ilvl w:val="6"/>
        <w:numId w:val="5"/>
      </w:numPr>
      <w:spacing w:before="40"/>
      <w:outlineLvl w:val="6"/>
    </w:pPr>
    <w:rPr>
      <w:rFonts w:ascii="Calibri Light" w:hAnsi="Calibri Light"/>
      <w:i/>
      <w:iCs/>
      <w:color w:val="1F4D7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8661D"/>
    <w:pPr>
      <w:keepNext/>
      <w:keepLines/>
      <w:numPr>
        <w:ilvl w:val="7"/>
        <w:numId w:val="5"/>
      </w:numPr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8661D"/>
    <w:pPr>
      <w:keepNext/>
      <w:keepLines/>
      <w:numPr>
        <w:ilvl w:val="8"/>
        <w:numId w:val="5"/>
      </w:numPr>
      <w:spacing w:before="4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8510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85107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9851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D74989"/>
  </w:style>
  <w:style w:type="character" w:customStyle="1" w:styleId="NagwekZnak">
    <w:name w:val="Nagłówek Znak"/>
    <w:link w:val="Nagwek"/>
    <w:rsid w:val="00C7529A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7529A"/>
    <w:rPr>
      <w:sz w:val="24"/>
      <w:szCs w:val="24"/>
    </w:rPr>
  </w:style>
  <w:style w:type="paragraph" w:styleId="Tekstprzypisudolnego">
    <w:name w:val="footnote text"/>
    <w:aliases w:val="Znak1,Footnote,Podrozdział,Podrozdzia3, Znak1, Znak Znak,Footnote Text Char1"/>
    <w:basedOn w:val="Normalny"/>
    <w:link w:val="TekstprzypisudolnegoZnak"/>
    <w:unhideWhenUsed/>
    <w:rsid w:val="007601B5"/>
    <w:rPr>
      <w:sz w:val="20"/>
      <w:szCs w:val="20"/>
    </w:rPr>
  </w:style>
  <w:style w:type="character" w:customStyle="1" w:styleId="TekstprzypisudolnegoZnak">
    <w:name w:val="Tekst przypisu dolnego Znak"/>
    <w:aliases w:val="Znak1 Znak,Footnote Znak,Podrozdział Znak,Podrozdzia3 Znak, Znak1 Znak, Znak Znak Znak,Footnote Text Char1 Znak"/>
    <w:basedOn w:val="Domylnaczcionkaakapitu"/>
    <w:link w:val="Tekstprzypisudolnego"/>
    <w:rsid w:val="007601B5"/>
  </w:style>
  <w:style w:type="character" w:styleId="Odwoanieprzypisudolnego">
    <w:name w:val="footnote reference"/>
    <w:aliases w:val="Footnote Reference Number"/>
    <w:unhideWhenUsed/>
    <w:rsid w:val="007601B5"/>
    <w:rPr>
      <w:vertAlign w:val="superscript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3E01AE"/>
    <w:pPr>
      <w:ind w:left="720"/>
      <w:contextualSpacing/>
    </w:pPr>
  </w:style>
  <w:style w:type="character" w:customStyle="1" w:styleId="Nagwek1Znak">
    <w:name w:val="Nagłówek 1 Znak"/>
    <w:link w:val="Nagwek1"/>
    <w:uiPriority w:val="99"/>
    <w:rsid w:val="00D8661D"/>
    <w:rPr>
      <w:rFonts w:ascii="Calibri Light" w:hAnsi="Calibri Light"/>
      <w:color w:val="2E74B5"/>
      <w:sz w:val="32"/>
      <w:szCs w:val="32"/>
    </w:rPr>
  </w:style>
  <w:style w:type="character" w:customStyle="1" w:styleId="Nagwek2Znak">
    <w:name w:val="Nagłówek 2 Znak"/>
    <w:link w:val="Nagwek2"/>
    <w:uiPriority w:val="99"/>
    <w:rsid w:val="0041497F"/>
    <w:rPr>
      <w:rFonts w:ascii="Trebuchet MS" w:hAnsi="Trebuchet MS"/>
      <w:b/>
      <w:szCs w:val="26"/>
    </w:rPr>
  </w:style>
  <w:style w:type="character" w:customStyle="1" w:styleId="Nagwek3Znak">
    <w:name w:val="Nagłówek 3 Znak"/>
    <w:link w:val="Nagwek3"/>
    <w:rsid w:val="00D8661D"/>
    <w:rPr>
      <w:rFonts w:ascii="Calibri Light" w:hAnsi="Calibri Light"/>
      <w:color w:val="1F4D78"/>
      <w:sz w:val="24"/>
      <w:szCs w:val="24"/>
    </w:rPr>
  </w:style>
  <w:style w:type="character" w:customStyle="1" w:styleId="Nagwek4Znak">
    <w:name w:val="Nagłówek 4 Znak"/>
    <w:link w:val="Nagwek4"/>
    <w:uiPriority w:val="99"/>
    <w:rsid w:val="00D8661D"/>
    <w:rPr>
      <w:rFonts w:ascii="Calibri Light" w:hAnsi="Calibri Light"/>
      <w:i/>
      <w:iCs/>
      <w:color w:val="2E74B5"/>
      <w:sz w:val="24"/>
      <w:szCs w:val="24"/>
    </w:rPr>
  </w:style>
  <w:style w:type="character" w:customStyle="1" w:styleId="Nagwek5Znak">
    <w:name w:val="Nagłówek 5 Znak"/>
    <w:link w:val="Nagwek5"/>
    <w:uiPriority w:val="99"/>
    <w:rsid w:val="00D8661D"/>
    <w:rPr>
      <w:rFonts w:ascii="Calibri Light" w:hAnsi="Calibri Light"/>
      <w:color w:val="2E74B5"/>
      <w:sz w:val="24"/>
      <w:szCs w:val="24"/>
    </w:rPr>
  </w:style>
  <w:style w:type="character" w:customStyle="1" w:styleId="Nagwek6Znak">
    <w:name w:val="Nagłówek 6 Znak"/>
    <w:link w:val="Nagwek6"/>
    <w:uiPriority w:val="99"/>
    <w:rsid w:val="00D8661D"/>
    <w:rPr>
      <w:rFonts w:ascii="Calibri Light" w:hAnsi="Calibri Light"/>
      <w:color w:val="1F4D78"/>
      <w:sz w:val="24"/>
      <w:szCs w:val="24"/>
    </w:rPr>
  </w:style>
  <w:style w:type="character" w:customStyle="1" w:styleId="Nagwek7Znak">
    <w:name w:val="Nagłówek 7 Znak"/>
    <w:link w:val="Nagwek7"/>
    <w:uiPriority w:val="99"/>
    <w:rsid w:val="00D8661D"/>
    <w:rPr>
      <w:rFonts w:ascii="Calibri Light" w:hAnsi="Calibri Light"/>
      <w:i/>
      <w:iCs/>
      <w:color w:val="1F4D78"/>
      <w:sz w:val="24"/>
      <w:szCs w:val="24"/>
    </w:rPr>
  </w:style>
  <w:style w:type="character" w:customStyle="1" w:styleId="Nagwek8Znak">
    <w:name w:val="Nagłówek 8 Znak"/>
    <w:link w:val="Nagwek8"/>
    <w:uiPriority w:val="99"/>
    <w:rsid w:val="00D8661D"/>
    <w:rPr>
      <w:rFonts w:ascii="Calibri Light" w:hAnsi="Calibri Light"/>
      <w:color w:val="272727"/>
      <w:sz w:val="21"/>
      <w:szCs w:val="21"/>
    </w:rPr>
  </w:style>
  <w:style w:type="character" w:customStyle="1" w:styleId="Nagwek9Znak">
    <w:name w:val="Nagłówek 9 Znak"/>
    <w:link w:val="Nagwek9"/>
    <w:uiPriority w:val="99"/>
    <w:rsid w:val="00D8661D"/>
    <w:rPr>
      <w:rFonts w:ascii="Calibri Light" w:hAnsi="Calibri Light"/>
      <w:i/>
      <w:iCs/>
      <w:color w:val="272727"/>
      <w:sz w:val="21"/>
      <w:szCs w:val="21"/>
    </w:rPr>
  </w:style>
  <w:style w:type="paragraph" w:styleId="Tekstdymka">
    <w:name w:val="Balloon Text"/>
    <w:basedOn w:val="Normalny"/>
    <w:link w:val="TekstdymkaZnak"/>
    <w:semiHidden/>
    <w:unhideWhenUsed/>
    <w:rsid w:val="00234B7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semiHidden/>
    <w:rsid w:val="00234B7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nhideWhenUsed/>
    <w:rsid w:val="0051297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129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12974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12974"/>
    <w:rPr>
      <w:b/>
      <w:bCs/>
    </w:rPr>
  </w:style>
  <w:style w:type="character" w:customStyle="1" w:styleId="TematkomentarzaZnak">
    <w:name w:val="Temat komentarza Znak"/>
    <w:link w:val="Tematkomentarza"/>
    <w:semiHidden/>
    <w:rsid w:val="00512974"/>
    <w:rPr>
      <w:b/>
      <w:bCs/>
    </w:rPr>
  </w:style>
  <w:style w:type="paragraph" w:customStyle="1" w:styleId="Akapitzlist1">
    <w:name w:val="Akapit z listą1"/>
    <w:basedOn w:val="Normalny"/>
    <w:rsid w:val="00436270"/>
    <w:pPr>
      <w:ind w:left="720"/>
      <w:contextualSpacing/>
    </w:pPr>
    <w:rPr>
      <w:rFonts w:eastAsia="Calibri"/>
      <w:sz w:val="20"/>
      <w:szCs w:val="20"/>
    </w:rPr>
  </w:style>
  <w:style w:type="paragraph" w:customStyle="1" w:styleId="Akapitzlist11">
    <w:name w:val="Akapit z listą11"/>
    <w:basedOn w:val="Normalny"/>
    <w:rsid w:val="00712600"/>
    <w:pPr>
      <w:widowControl w:val="0"/>
      <w:autoSpaceDE w:val="0"/>
      <w:autoSpaceDN w:val="0"/>
      <w:adjustRightInd w:val="0"/>
      <w:ind w:left="720" w:firstLine="260"/>
      <w:contextualSpacing/>
    </w:pPr>
    <w:rPr>
      <w:rFonts w:ascii="Arial" w:hAnsi="Arial" w:cs="Arial"/>
      <w:sz w:val="20"/>
      <w:szCs w:val="20"/>
    </w:rPr>
  </w:style>
  <w:style w:type="character" w:styleId="Hipercze">
    <w:name w:val="Hyperlink"/>
    <w:uiPriority w:val="99"/>
    <w:unhideWhenUsed/>
    <w:rsid w:val="00FA538F"/>
    <w:rPr>
      <w:color w:val="0563C1"/>
      <w:u w:val="single"/>
    </w:rPr>
  </w:style>
  <w:style w:type="paragraph" w:styleId="Poprawka">
    <w:name w:val="Revision"/>
    <w:hidden/>
    <w:uiPriority w:val="99"/>
    <w:semiHidden/>
    <w:rsid w:val="00225BE1"/>
    <w:rPr>
      <w:sz w:val="24"/>
      <w:szCs w:val="24"/>
    </w:rPr>
  </w:style>
  <w:style w:type="paragraph" w:customStyle="1" w:styleId="ust">
    <w:name w:val="ust"/>
    <w:rsid w:val="00106BCD"/>
    <w:pPr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1E0B04"/>
    <w:pPr>
      <w:spacing w:before="60" w:after="60"/>
      <w:ind w:left="851" w:hanging="295"/>
      <w:jc w:val="both"/>
    </w:pPr>
  </w:style>
  <w:style w:type="numbering" w:customStyle="1" w:styleId="Styl1">
    <w:name w:val="Styl1"/>
    <w:uiPriority w:val="99"/>
    <w:rsid w:val="00C91BEE"/>
    <w:pPr>
      <w:numPr>
        <w:numId w:val="17"/>
      </w:numPr>
    </w:pPr>
  </w:style>
  <w:style w:type="numbering" w:customStyle="1" w:styleId="Styl2">
    <w:name w:val="Styl2"/>
    <w:uiPriority w:val="99"/>
    <w:rsid w:val="00C56E6D"/>
    <w:pPr>
      <w:numPr>
        <w:numId w:val="19"/>
      </w:numPr>
    </w:pPr>
  </w:style>
  <w:style w:type="numbering" w:customStyle="1" w:styleId="Styl3">
    <w:name w:val="Styl3"/>
    <w:uiPriority w:val="99"/>
    <w:rsid w:val="005F27D0"/>
    <w:pPr>
      <w:numPr>
        <w:numId w:val="20"/>
      </w:numPr>
    </w:pPr>
  </w:style>
  <w:style w:type="numbering" w:customStyle="1" w:styleId="Styl4">
    <w:name w:val="Styl4"/>
    <w:uiPriority w:val="99"/>
    <w:rsid w:val="009974C2"/>
    <w:pPr>
      <w:numPr>
        <w:numId w:val="132"/>
      </w:numPr>
    </w:pPr>
  </w:style>
  <w:style w:type="character" w:styleId="UyteHipercze">
    <w:name w:val="FollowedHyperlink"/>
    <w:uiPriority w:val="99"/>
    <w:semiHidden/>
    <w:unhideWhenUsed/>
    <w:rsid w:val="00E82460"/>
    <w:rPr>
      <w:color w:val="954F72"/>
      <w:u w:val="single"/>
    </w:rPr>
  </w:style>
  <w:style w:type="paragraph" w:customStyle="1" w:styleId="Tekstpodstawowy21">
    <w:name w:val="Tekst podstawowy 21"/>
    <w:basedOn w:val="Normalny"/>
    <w:uiPriority w:val="99"/>
    <w:rsid w:val="00585E15"/>
    <w:pPr>
      <w:suppressAutoHyphens/>
      <w:spacing w:after="120" w:line="480" w:lineRule="auto"/>
    </w:pPr>
    <w:rPr>
      <w:lang w:eastAsia="ar-SA"/>
    </w:rPr>
  </w:style>
  <w:style w:type="paragraph" w:styleId="Tekstpodstawowy">
    <w:name w:val="Body Text"/>
    <w:basedOn w:val="Normalny"/>
    <w:link w:val="TekstpodstawowyZnak"/>
    <w:rsid w:val="00487695"/>
    <w:pPr>
      <w:jc w:val="both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87695"/>
    <w:rPr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A038B1"/>
    <w:pPr>
      <w:widowControl w:val="0"/>
      <w:suppressAutoHyphens/>
      <w:spacing w:after="120" w:line="480" w:lineRule="auto"/>
    </w:pPr>
    <w:rPr>
      <w:rFonts w:eastAsia="SimSun" w:cs="Mangal"/>
      <w:kern w:val="1"/>
      <w:lang w:eastAsia="hi-IN" w:bidi="hi-IN"/>
    </w:rPr>
  </w:style>
  <w:style w:type="character" w:customStyle="1" w:styleId="Znakiprzypiswdolnych">
    <w:name w:val="Znaki przypisów dolnych"/>
    <w:uiPriority w:val="99"/>
    <w:rsid w:val="00FA4370"/>
    <w:rPr>
      <w:vertAlign w:val="superscript"/>
    </w:rPr>
  </w:style>
  <w:style w:type="paragraph" w:customStyle="1" w:styleId="CM4">
    <w:name w:val="CM4"/>
    <w:basedOn w:val="Normalny"/>
    <w:rsid w:val="00DE1752"/>
    <w:pPr>
      <w:autoSpaceDE w:val="0"/>
      <w:autoSpaceDN w:val="0"/>
      <w:spacing w:line="240" w:lineRule="atLeast"/>
    </w:pPr>
    <w:rPr>
      <w:rFonts w:ascii="Tahoma" w:eastAsiaTheme="minorHAnsi" w:hAnsi="Tahoma" w:cs="Tahoma"/>
    </w:rPr>
  </w:style>
  <w:style w:type="paragraph" w:customStyle="1" w:styleId="cm40">
    <w:name w:val="cm40"/>
    <w:basedOn w:val="Normalny"/>
    <w:uiPriority w:val="99"/>
    <w:rsid w:val="00DE1752"/>
    <w:pPr>
      <w:autoSpaceDE w:val="0"/>
      <w:autoSpaceDN w:val="0"/>
      <w:spacing w:line="240" w:lineRule="atLeast"/>
    </w:pPr>
    <w:rPr>
      <w:rFonts w:ascii="Tahoma" w:eastAsiaTheme="minorHAnsi" w:hAnsi="Tahoma" w:cs="Tahoma"/>
    </w:rPr>
  </w:style>
  <w:style w:type="paragraph" w:customStyle="1" w:styleId="Podstawowyakapitowy">
    <w:name w:val="[Podstawowy akapitowy]"/>
    <w:basedOn w:val="Normalny"/>
    <w:uiPriority w:val="99"/>
    <w:rsid w:val="00DE1752"/>
    <w:pPr>
      <w:autoSpaceDE w:val="0"/>
      <w:autoSpaceDN w:val="0"/>
      <w:adjustRightInd w:val="0"/>
      <w:spacing w:line="288" w:lineRule="auto"/>
      <w:textAlignment w:val="center"/>
    </w:pPr>
    <w:rPr>
      <w:rFonts w:eastAsiaTheme="minorHAnsi"/>
      <w:color w:val="000000"/>
      <w:lang w:eastAsia="en-US"/>
    </w:rPr>
  </w:style>
  <w:style w:type="paragraph" w:customStyle="1" w:styleId="CM34">
    <w:name w:val="CM34"/>
    <w:basedOn w:val="Normalny"/>
    <w:next w:val="Normalny"/>
    <w:rsid w:val="00CB15E6"/>
    <w:pPr>
      <w:widowControl w:val="0"/>
      <w:autoSpaceDE w:val="0"/>
      <w:autoSpaceDN w:val="0"/>
      <w:adjustRightInd w:val="0"/>
    </w:pPr>
    <w:rPr>
      <w:rFonts w:ascii="Tahoma" w:hAnsi="Tahoma"/>
    </w:rPr>
  </w:style>
  <w:style w:type="paragraph" w:customStyle="1" w:styleId="Brakstyluakapitowego">
    <w:name w:val="[Brak stylu akapitowego]"/>
    <w:rsid w:val="00CB15E6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numbering" w:customStyle="1" w:styleId="Styl5">
    <w:name w:val="Styl5"/>
    <w:uiPriority w:val="99"/>
    <w:rsid w:val="00CC0B93"/>
    <w:pPr>
      <w:numPr>
        <w:numId w:val="25"/>
      </w:numPr>
    </w:pPr>
  </w:style>
  <w:style w:type="paragraph" w:customStyle="1" w:styleId="Standard">
    <w:name w:val="Standard"/>
    <w:rsid w:val="00B11CB8"/>
    <w:pPr>
      <w:shd w:val="clear" w:color="auto" w:fill="FFFFFF"/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szCs w:val="22"/>
      <w:lang w:eastAsia="zh-CN" w:bidi="hi-IN"/>
    </w:rPr>
  </w:style>
  <w:style w:type="numbering" w:customStyle="1" w:styleId="WWNum3">
    <w:name w:val="WWNum3"/>
    <w:basedOn w:val="Bezlisty"/>
    <w:rsid w:val="00117F8F"/>
    <w:pPr>
      <w:numPr>
        <w:numId w:val="26"/>
      </w:numPr>
    </w:pPr>
  </w:style>
  <w:style w:type="character" w:customStyle="1" w:styleId="AkapitzlistZnak">
    <w:name w:val="Akapit z listą Znak"/>
    <w:aliases w:val="sw tekst Znak"/>
    <w:link w:val="Akapitzlist"/>
    <w:uiPriority w:val="34"/>
    <w:rsid w:val="00BA61CD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C06357"/>
    <w:rPr>
      <w:rFonts w:eastAsiaTheme="minorHAnsi"/>
    </w:rPr>
  </w:style>
  <w:style w:type="numbering" w:customStyle="1" w:styleId="Styl21">
    <w:name w:val="Styl21"/>
    <w:uiPriority w:val="99"/>
    <w:rsid w:val="008F25FE"/>
  </w:style>
  <w:style w:type="numbering" w:customStyle="1" w:styleId="Styl22">
    <w:name w:val="Styl22"/>
    <w:uiPriority w:val="99"/>
    <w:rsid w:val="008F25FE"/>
    <w:pPr>
      <w:numPr>
        <w:numId w:val="8"/>
      </w:numPr>
    </w:pPr>
  </w:style>
  <w:style w:type="numbering" w:customStyle="1" w:styleId="Styl211">
    <w:name w:val="Styl211"/>
    <w:uiPriority w:val="99"/>
    <w:rsid w:val="00FC7C0C"/>
    <w:pPr>
      <w:numPr>
        <w:numId w:val="55"/>
      </w:numPr>
    </w:pPr>
  </w:style>
  <w:style w:type="paragraph" w:customStyle="1" w:styleId="xl66">
    <w:name w:val="xl66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7">
    <w:name w:val="xl67"/>
    <w:basedOn w:val="Normalny"/>
    <w:rsid w:val="00E75E08"/>
    <w:pPr>
      <w:spacing w:before="100" w:beforeAutospacing="1" w:after="100" w:afterAutospacing="1"/>
    </w:pPr>
    <w:rPr>
      <w:sz w:val="18"/>
      <w:szCs w:val="18"/>
    </w:rPr>
  </w:style>
  <w:style w:type="paragraph" w:customStyle="1" w:styleId="xl68">
    <w:name w:val="xl68"/>
    <w:basedOn w:val="Normalny"/>
    <w:rsid w:val="00E75E08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9">
    <w:name w:val="xl69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2">
    <w:name w:val="xl72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3">
    <w:name w:val="xl73"/>
    <w:basedOn w:val="Normalny"/>
    <w:rsid w:val="00E75E0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4">
    <w:name w:val="xl74"/>
    <w:basedOn w:val="Normalny"/>
    <w:rsid w:val="00E75E0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5">
    <w:name w:val="xl75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8">
    <w:name w:val="xl78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79">
    <w:name w:val="xl79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80">
    <w:name w:val="xl80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81">
    <w:name w:val="xl81"/>
    <w:basedOn w:val="Normalny"/>
    <w:rsid w:val="00E75E0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82">
    <w:name w:val="xl82"/>
    <w:basedOn w:val="Normalny"/>
    <w:rsid w:val="00E75E0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3">
    <w:name w:val="xl83"/>
    <w:basedOn w:val="Normalny"/>
    <w:rsid w:val="00E7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4">
    <w:name w:val="xl84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6">
    <w:name w:val="xl86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7">
    <w:name w:val="xl87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88">
    <w:name w:val="xl88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89">
    <w:name w:val="xl89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90">
    <w:name w:val="xl90"/>
    <w:basedOn w:val="Normalny"/>
    <w:rsid w:val="00E75E08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1">
    <w:name w:val="xl91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92">
    <w:name w:val="xl92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93">
    <w:name w:val="xl93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94">
    <w:name w:val="xl94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5">
    <w:name w:val="xl95"/>
    <w:basedOn w:val="Normalny"/>
    <w:rsid w:val="00E75E0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6">
    <w:name w:val="xl96"/>
    <w:basedOn w:val="Normalny"/>
    <w:rsid w:val="00E75E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7">
    <w:name w:val="xl97"/>
    <w:basedOn w:val="Normalny"/>
    <w:rsid w:val="00E75E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8">
    <w:name w:val="xl98"/>
    <w:basedOn w:val="Normalny"/>
    <w:rsid w:val="00E75E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9">
    <w:name w:val="xl99"/>
    <w:basedOn w:val="Normalny"/>
    <w:rsid w:val="00E75E0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Normalny"/>
    <w:rsid w:val="00E75E08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1">
    <w:name w:val="xl101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2">
    <w:name w:val="xl102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3">
    <w:name w:val="xl103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4">
    <w:name w:val="xl104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5">
    <w:name w:val="xl105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6">
    <w:name w:val="xl106"/>
    <w:basedOn w:val="Normalny"/>
    <w:rsid w:val="00E75E0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Normalny"/>
    <w:rsid w:val="00E75E08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8">
    <w:name w:val="xl108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9">
    <w:name w:val="xl109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0">
    <w:name w:val="xl110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1">
    <w:name w:val="xl111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2">
    <w:name w:val="xl112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3">
    <w:name w:val="xl113"/>
    <w:basedOn w:val="Normalny"/>
    <w:rsid w:val="00E75E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4">
    <w:name w:val="xl114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5">
    <w:name w:val="xl115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6">
    <w:name w:val="xl116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7">
    <w:name w:val="xl117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8">
    <w:name w:val="xl118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9">
    <w:name w:val="xl119"/>
    <w:basedOn w:val="Normalny"/>
    <w:rsid w:val="00E75E0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0">
    <w:name w:val="xl120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1">
    <w:name w:val="xl121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2">
    <w:name w:val="xl122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3">
    <w:name w:val="xl123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4">
    <w:name w:val="xl124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5">
    <w:name w:val="xl125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6">
    <w:name w:val="xl126"/>
    <w:basedOn w:val="Normalny"/>
    <w:rsid w:val="00E75E0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7">
    <w:name w:val="xl127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8">
    <w:name w:val="xl128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9">
    <w:name w:val="xl129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0">
    <w:name w:val="xl130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1">
    <w:name w:val="xl131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2">
    <w:name w:val="xl132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3">
    <w:name w:val="xl133"/>
    <w:basedOn w:val="Normalny"/>
    <w:rsid w:val="00E75E0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4">
    <w:name w:val="xl134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5">
    <w:name w:val="xl135"/>
    <w:basedOn w:val="Normalny"/>
    <w:rsid w:val="00E75E08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6">
    <w:name w:val="xl136"/>
    <w:basedOn w:val="Normalny"/>
    <w:rsid w:val="00E75E08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7">
    <w:name w:val="xl137"/>
    <w:basedOn w:val="Normalny"/>
    <w:rsid w:val="00E75E0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8">
    <w:name w:val="xl138"/>
    <w:basedOn w:val="Normalny"/>
    <w:rsid w:val="00E75E0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9">
    <w:name w:val="xl139"/>
    <w:basedOn w:val="Normalny"/>
    <w:rsid w:val="00E75E0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0">
    <w:name w:val="xl140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1">
    <w:name w:val="xl141"/>
    <w:basedOn w:val="Normalny"/>
    <w:rsid w:val="00E75E0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2">
    <w:name w:val="xl142"/>
    <w:basedOn w:val="Normalny"/>
    <w:rsid w:val="00E75E0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3">
    <w:name w:val="xl143"/>
    <w:basedOn w:val="Normalny"/>
    <w:rsid w:val="00E75E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144">
    <w:name w:val="xl144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5">
    <w:name w:val="xl145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146">
    <w:name w:val="xl146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7">
    <w:name w:val="xl147"/>
    <w:basedOn w:val="Normalny"/>
    <w:rsid w:val="00E75E08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8">
    <w:name w:val="xl148"/>
    <w:basedOn w:val="Normalny"/>
    <w:rsid w:val="00E75E0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9">
    <w:name w:val="xl149"/>
    <w:basedOn w:val="Normalny"/>
    <w:rsid w:val="00E75E0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0">
    <w:name w:val="xl150"/>
    <w:basedOn w:val="Normalny"/>
    <w:rsid w:val="00E75E08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1">
    <w:name w:val="xl151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2">
    <w:name w:val="xl152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3">
    <w:name w:val="xl153"/>
    <w:basedOn w:val="Normalny"/>
    <w:rsid w:val="00E75E0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4">
    <w:name w:val="xl154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5">
    <w:name w:val="xl155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6">
    <w:name w:val="xl156"/>
    <w:basedOn w:val="Normalny"/>
    <w:rsid w:val="00E75E08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7">
    <w:name w:val="xl157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8">
    <w:name w:val="xl158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9">
    <w:name w:val="xl159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0">
    <w:name w:val="xl160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1">
    <w:name w:val="xl161"/>
    <w:basedOn w:val="Normalny"/>
    <w:rsid w:val="00E75E0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Normalny"/>
    <w:rsid w:val="00E75E0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5">
    <w:name w:val="xl165"/>
    <w:basedOn w:val="Normalny"/>
    <w:rsid w:val="00E75E0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6">
    <w:name w:val="xl166"/>
    <w:basedOn w:val="Normalny"/>
    <w:rsid w:val="00E75E0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167">
    <w:name w:val="xl167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8">
    <w:name w:val="xl168"/>
    <w:basedOn w:val="Normalny"/>
    <w:rsid w:val="00E7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9">
    <w:name w:val="xl169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170">
    <w:name w:val="xl170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1">
    <w:name w:val="xl171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Normalny"/>
    <w:rsid w:val="00E75E0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3">
    <w:name w:val="xl173"/>
    <w:basedOn w:val="Normalny"/>
    <w:rsid w:val="00E75E0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Normalny"/>
    <w:rsid w:val="00E75E08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6">
    <w:name w:val="xl176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7">
    <w:name w:val="xl177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8">
    <w:name w:val="xl178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9">
    <w:name w:val="xl179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0">
    <w:name w:val="xl180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1">
    <w:name w:val="xl181"/>
    <w:basedOn w:val="Normalny"/>
    <w:rsid w:val="00E75E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2">
    <w:name w:val="xl182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3">
    <w:name w:val="xl183"/>
    <w:basedOn w:val="Normalny"/>
    <w:rsid w:val="00E75E08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4">
    <w:name w:val="xl184"/>
    <w:basedOn w:val="Normalny"/>
    <w:rsid w:val="00E75E08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5">
    <w:name w:val="xl185"/>
    <w:basedOn w:val="Normalny"/>
    <w:rsid w:val="00E75E08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6">
    <w:name w:val="xl186"/>
    <w:basedOn w:val="Normalny"/>
    <w:rsid w:val="00E75E08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7">
    <w:name w:val="xl187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88">
    <w:name w:val="xl188"/>
    <w:basedOn w:val="Normalny"/>
    <w:rsid w:val="00E75E0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9">
    <w:name w:val="xl189"/>
    <w:basedOn w:val="Normalny"/>
    <w:rsid w:val="00E75E0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Normalny"/>
    <w:rsid w:val="00E75E08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1">
    <w:name w:val="xl191"/>
    <w:basedOn w:val="Normalny"/>
    <w:rsid w:val="00E75E08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2">
    <w:name w:val="xl192"/>
    <w:basedOn w:val="Normalny"/>
    <w:rsid w:val="00E75E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3">
    <w:name w:val="xl193"/>
    <w:basedOn w:val="Normalny"/>
    <w:rsid w:val="00E75E08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4">
    <w:name w:val="xl194"/>
    <w:basedOn w:val="Normalny"/>
    <w:rsid w:val="00E75E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5">
    <w:name w:val="xl195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6">
    <w:name w:val="xl196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7">
    <w:name w:val="xl197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8">
    <w:name w:val="xl198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9">
    <w:name w:val="xl199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0">
    <w:name w:val="xl200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1">
    <w:name w:val="xl201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2">
    <w:name w:val="xl202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3">
    <w:name w:val="xl203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4">
    <w:name w:val="xl204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5">
    <w:name w:val="xl205"/>
    <w:basedOn w:val="Normalny"/>
    <w:rsid w:val="00E75E0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6">
    <w:name w:val="xl206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7">
    <w:name w:val="xl207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8">
    <w:name w:val="xl208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9">
    <w:name w:val="xl209"/>
    <w:basedOn w:val="Normalny"/>
    <w:rsid w:val="00E75E0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0">
    <w:name w:val="xl210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1">
    <w:name w:val="xl211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2">
    <w:name w:val="xl212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3">
    <w:name w:val="xl213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4">
    <w:name w:val="xl214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5">
    <w:name w:val="xl215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6">
    <w:name w:val="xl216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7">
    <w:name w:val="xl217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8">
    <w:name w:val="xl218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9">
    <w:name w:val="xl219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0">
    <w:name w:val="xl220"/>
    <w:basedOn w:val="Normalny"/>
    <w:rsid w:val="00E75E08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1">
    <w:name w:val="xl221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22">
    <w:name w:val="xl222"/>
    <w:basedOn w:val="Normalny"/>
    <w:rsid w:val="00E75E08"/>
    <w:pPr>
      <w:pBdr>
        <w:left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3">
    <w:name w:val="xl223"/>
    <w:basedOn w:val="Normalny"/>
    <w:rsid w:val="00E75E08"/>
    <w:pPr>
      <w:pBdr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4">
    <w:name w:val="xl224"/>
    <w:basedOn w:val="Normalny"/>
    <w:rsid w:val="00E75E0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5">
    <w:name w:val="xl225"/>
    <w:basedOn w:val="Normalny"/>
    <w:rsid w:val="00E75E08"/>
    <w:pPr>
      <w:pBdr>
        <w:left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6">
    <w:name w:val="xl226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7">
    <w:name w:val="xl227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8">
    <w:name w:val="xl228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29">
    <w:name w:val="xl229"/>
    <w:basedOn w:val="Normalny"/>
    <w:rsid w:val="00E75E0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0">
    <w:name w:val="xl230"/>
    <w:basedOn w:val="Normalny"/>
    <w:rsid w:val="00E75E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1">
    <w:name w:val="xl231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2">
    <w:name w:val="xl232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3">
    <w:name w:val="xl233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4">
    <w:name w:val="xl234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5">
    <w:name w:val="xl235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6">
    <w:name w:val="xl236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7">
    <w:name w:val="xl237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8">
    <w:name w:val="xl238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9">
    <w:name w:val="xl239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0">
    <w:name w:val="xl240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1">
    <w:name w:val="xl241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2">
    <w:name w:val="xl242"/>
    <w:basedOn w:val="Normalny"/>
    <w:rsid w:val="00E75E0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43">
    <w:name w:val="xl243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4">
    <w:name w:val="xl244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5">
    <w:name w:val="xl245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6">
    <w:name w:val="xl246"/>
    <w:basedOn w:val="Normalny"/>
    <w:rsid w:val="00E75E0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7">
    <w:name w:val="xl247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8">
    <w:name w:val="xl248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9">
    <w:name w:val="xl249"/>
    <w:basedOn w:val="Normalny"/>
    <w:rsid w:val="00E75E0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50">
    <w:name w:val="xl250"/>
    <w:basedOn w:val="Normalny"/>
    <w:rsid w:val="00E75E08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1">
    <w:name w:val="xl251"/>
    <w:basedOn w:val="Normalny"/>
    <w:rsid w:val="00E75E08"/>
    <w:pPr>
      <w:pBdr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2">
    <w:name w:val="xl252"/>
    <w:basedOn w:val="Normalny"/>
    <w:rsid w:val="00E75E08"/>
    <w:pPr>
      <w:pBdr>
        <w:top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253">
    <w:name w:val="xl253"/>
    <w:basedOn w:val="Normalny"/>
    <w:rsid w:val="00E75E08"/>
    <w:pPr>
      <w:pBdr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254">
    <w:name w:val="xl254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5">
    <w:name w:val="xl255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6">
    <w:name w:val="xl256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7">
    <w:name w:val="xl257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8">
    <w:name w:val="xl258"/>
    <w:basedOn w:val="Normalny"/>
    <w:rsid w:val="00E75E0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9">
    <w:name w:val="xl259"/>
    <w:basedOn w:val="Normalny"/>
    <w:rsid w:val="00E75E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0">
    <w:name w:val="xl260"/>
    <w:basedOn w:val="Normalny"/>
    <w:rsid w:val="00E75E08"/>
    <w:pPr>
      <w:pBdr>
        <w:top w:val="single" w:sz="4" w:space="0" w:color="auto"/>
        <w:lef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1">
    <w:name w:val="xl261"/>
    <w:basedOn w:val="Normalny"/>
    <w:rsid w:val="00E75E08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2">
    <w:name w:val="xl262"/>
    <w:basedOn w:val="Normalny"/>
    <w:rsid w:val="00E75E08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3">
    <w:name w:val="xl263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4">
    <w:name w:val="xl264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5">
    <w:name w:val="xl265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6">
    <w:name w:val="xl266"/>
    <w:basedOn w:val="Normalny"/>
    <w:rsid w:val="00E75E08"/>
    <w:pPr>
      <w:pBdr>
        <w:top w:val="single" w:sz="4" w:space="0" w:color="auto"/>
        <w:lef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7">
    <w:name w:val="xl267"/>
    <w:basedOn w:val="Normalny"/>
    <w:rsid w:val="00E75E08"/>
    <w:pPr>
      <w:pBdr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8">
    <w:name w:val="xl268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9">
    <w:name w:val="xl269"/>
    <w:basedOn w:val="Normalny"/>
    <w:rsid w:val="00E75E08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0">
    <w:name w:val="xl270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1">
    <w:name w:val="xl271"/>
    <w:basedOn w:val="Normalny"/>
    <w:rsid w:val="00E75E0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2">
    <w:name w:val="xl272"/>
    <w:basedOn w:val="Normalny"/>
    <w:rsid w:val="00E75E08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273">
    <w:name w:val="xl273"/>
    <w:basedOn w:val="Normalny"/>
    <w:rsid w:val="00E75E08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4">
    <w:name w:val="xl274"/>
    <w:basedOn w:val="Normalny"/>
    <w:rsid w:val="00E75E08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5">
    <w:name w:val="xl275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76">
    <w:name w:val="xl276"/>
    <w:basedOn w:val="Normalny"/>
    <w:rsid w:val="00E75E0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77">
    <w:name w:val="xl277"/>
    <w:basedOn w:val="Normalny"/>
    <w:rsid w:val="00E75E0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78">
    <w:name w:val="xl278"/>
    <w:basedOn w:val="Normalny"/>
    <w:rsid w:val="00E75E0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9">
    <w:name w:val="xl279"/>
    <w:basedOn w:val="Normalny"/>
    <w:rsid w:val="00E75E0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0">
    <w:name w:val="xl280"/>
    <w:basedOn w:val="Normalny"/>
    <w:rsid w:val="00E75E0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81">
    <w:name w:val="xl281"/>
    <w:basedOn w:val="Normalny"/>
    <w:rsid w:val="00E75E0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2">
    <w:name w:val="xl282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83">
    <w:name w:val="xl283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84">
    <w:name w:val="xl284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85">
    <w:name w:val="xl285"/>
    <w:basedOn w:val="Normalny"/>
    <w:rsid w:val="00E75E0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86">
    <w:name w:val="xl286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87">
    <w:name w:val="xl287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8">
    <w:name w:val="xl288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9">
    <w:name w:val="xl289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0">
    <w:name w:val="xl290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91">
    <w:name w:val="xl291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92">
    <w:name w:val="xl292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93">
    <w:name w:val="xl293"/>
    <w:basedOn w:val="Normalny"/>
    <w:rsid w:val="00E75E0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94">
    <w:name w:val="xl294"/>
    <w:basedOn w:val="Normalny"/>
    <w:rsid w:val="00E75E0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5">
    <w:name w:val="xl295"/>
    <w:basedOn w:val="Normalny"/>
    <w:rsid w:val="00E75E08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6">
    <w:name w:val="xl296"/>
    <w:basedOn w:val="Normalny"/>
    <w:rsid w:val="00E75E0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97">
    <w:name w:val="xl297"/>
    <w:basedOn w:val="Normalny"/>
    <w:rsid w:val="00E75E0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98">
    <w:name w:val="xl298"/>
    <w:basedOn w:val="Normalny"/>
    <w:rsid w:val="00E75E0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99">
    <w:name w:val="xl299"/>
    <w:basedOn w:val="Normalny"/>
    <w:rsid w:val="00E75E0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00">
    <w:name w:val="xl300"/>
    <w:basedOn w:val="Normalny"/>
    <w:rsid w:val="00E75E0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1">
    <w:name w:val="xl301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02">
    <w:name w:val="xl302"/>
    <w:basedOn w:val="Normalny"/>
    <w:rsid w:val="00E75E0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03">
    <w:name w:val="xl303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304">
    <w:name w:val="xl304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305">
    <w:name w:val="xl305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306">
    <w:name w:val="xl306"/>
    <w:basedOn w:val="Normalny"/>
    <w:rsid w:val="00E75E0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7">
    <w:name w:val="xl307"/>
    <w:basedOn w:val="Normalny"/>
    <w:rsid w:val="00E75E0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8">
    <w:name w:val="xl308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09">
    <w:name w:val="xl309"/>
    <w:basedOn w:val="Normalny"/>
    <w:rsid w:val="00E75E08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10">
    <w:name w:val="xl310"/>
    <w:basedOn w:val="Normalny"/>
    <w:rsid w:val="00E75E08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numbering" w:customStyle="1" w:styleId="Styl41">
    <w:name w:val="Styl41"/>
    <w:uiPriority w:val="99"/>
    <w:rsid w:val="00401C3D"/>
    <w:pPr>
      <w:numPr>
        <w:numId w:val="5"/>
      </w:numPr>
    </w:pPr>
  </w:style>
  <w:style w:type="character" w:styleId="Odwoaniedelikatne">
    <w:name w:val="Subtle Reference"/>
    <w:basedOn w:val="Domylnaczcionkaakapitu"/>
    <w:uiPriority w:val="31"/>
    <w:qFormat/>
    <w:rsid w:val="007F47A2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ojciech.walczak\Desktop\Dokumenty%20M&#346;\Papier%20firmowy\Wzor%20pisma%20MS%20-%20NORW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7B349-4240-4A27-A800-27603DF0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Wzor pisma MS - NORW</Template>
  <TotalTime>0</TotalTime>
  <Pages>3</Pages>
  <Words>429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Dziekan Wydziału Artystycznego</vt:lpstr>
    </vt:vector>
  </TitlesOfParts>
  <Company>Muzeum Śląskie w Katowicach</Company>
  <LinksUpToDate>false</LinksUpToDate>
  <CharactersWithSpaces>2906</CharactersWithSpaces>
  <SharedDoc>false</SharedDoc>
  <HLinks>
    <vt:vector size="54" baseType="variant">
      <vt:variant>
        <vt:i4>7536721</vt:i4>
      </vt:variant>
      <vt:variant>
        <vt:i4>24</vt:i4>
      </vt:variant>
      <vt:variant>
        <vt:i4>0</vt:i4>
      </vt:variant>
      <vt:variant>
        <vt:i4>5</vt:i4>
      </vt:variant>
      <vt:variant>
        <vt:lpwstr>http://bip.muzeumslaskie.pl/kategoria_8.html</vt:lpwstr>
      </vt:variant>
      <vt:variant>
        <vt:lpwstr/>
      </vt:variant>
      <vt:variant>
        <vt:i4>3997768</vt:i4>
      </vt:variant>
      <vt:variant>
        <vt:i4>21</vt:i4>
      </vt:variant>
      <vt:variant>
        <vt:i4>0</vt:i4>
      </vt:variant>
      <vt:variant>
        <vt:i4>5</vt:i4>
      </vt:variant>
      <vt:variant>
        <vt:lpwstr>mailto:zamowienia.publiczne@muzeumslaskie.pl</vt:lpwstr>
      </vt:variant>
      <vt:variant>
        <vt:lpwstr/>
      </vt:variant>
      <vt:variant>
        <vt:i4>8126554</vt:i4>
      </vt:variant>
      <vt:variant>
        <vt:i4>18</vt:i4>
      </vt:variant>
      <vt:variant>
        <vt:i4>0</vt:i4>
      </vt:variant>
      <vt:variant>
        <vt:i4>5</vt:i4>
      </vt:variant>
      <vt:variant>
        <vt:lpwstr>mailto:dyrekcja@muzeumslaskie.pl</vt:lpwstr>
      </vt:variant>
      <vt:variant>
        <vt:lpwstr/>
      </vt:variant>
      <vt:variant>
        <vt:i4>7536721</vt:i4>
      </vt:variant>
      <vt:variant>
        <vt:i4>15</vt:i4>
      </vt:variant>
      <vt:variant>
        <vt:i4>0</vt:i4>
      </vt:variant>
      <vt:variant>
        <vt:i4>5</vt:i4>
      </vt:variant>
      <vt:variant>
        <vt:lpwstr>http://bip.muzeumslaskie.pl/kategoria_8.html</vt:lpwstr>
      </vt:variant>
      <vt:variant>
        <vt:lpwstr/>
      </vt:variant>
      <vt:variant>
        <vt:i4>6946928</vt:i4>
      </vt:variant>
      <vt:variant>
        <vt:i4>12</vt:i4>
      </vt:variant>
      <vt:variant>
        <vt:i4>0</vt:i4>
      </vt:variant>
      <vt:variant>
        <vt:i4>5</vt:i4>
      </vt:variant>
      <vt:variant>
        <vt:lpwstr>http://www.nbp.pl/</vt:lpwstr>
      </vt:variant>
      <vt:variant>
        <vt:lpwstr/>
      </vt:variant>
      <vt:variant>
        <vt:i4>983128</vt:i4>
      </vt:variant>
      <vt:variant>
        <vt:i4>9</vt:i4>
      </vt:variant>
      <vt:variant>
        <vt:i4>0</vt:i4>
      </vt:variant>
      <vt:variant>
        <vt:i4>5</vt:i4>
      </vt:variant>
      <vt:variant>
        <vt:lpwstr>https://ec.europa.eu/growth/tools-databases/espd/</vt:lpwstr>
      </vt:variant>
      <vt:variant>
        <vt:lpwstr/>
      </vt:variant>
      <vt:variant>
        <vt:i4>2949183</vt:i4>
      </vt:variant>
      <vt:variant>
        <vt:i4>6</vt:i4>
      </vt:variant>
      <vt:variant>
        <vt:i4>0</vt:i4>
      </vt:variant>
      <vt:variant>
        <vt:i4>5</vt:i4>
      </vt:variant>
      <vt:variant>
        <vt:lpwstr>https://www.uzp.gov.pl/baza-wiedzy/jednolity-europejski-dokument-zamowienia</vt:lpwstr>
      </vt:variant>
      <vt:variant>
        <vt:lpwstr/>
      </vt:variant>
      <vt:variant>
        <vt:i4>8126554</vt:i4>
      </vt:variant>
      <vt:variant>
        <vt:i4>3</vt:i4>
      </vt:variant>
      <vt:variant>
        <vt:i4>0</vt:i4>
      </vt:variant>
      <vt:variant>
        <vt:i4>5</vt:i4>
      </vt:variant>
      <vt:variant>
        <vt:lpwstr>mailto:dyrekcja@muzeumslaskie.pl</vt:lpwstr>
      </vt:variant>
      <vt:variant>
        <vt:lpwstr/>
      </vt:variant>
      <vt:variant>
        <vt:i4>655385</vt:i4>
      </vt:variant>
      <vt:variant>
        <vt:i4>0</vt:i4>
      </vt:variant>
      <vt:variant>
        <vt:i4>0</vt:i4>
      </vt:variant>
      <vt:variant>
        <vt:i4>5</vt:i4>
      </vt:variant>
      <vt:variant>
        <vt:lpwstr>http://www.muzeumslaskie.pl/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Dziekan Wydziału Artystycznego</dc:title>
  <dc:subject/>
  <dc:creator>Wojciech Walczak</dc:creator>
  <cp:keywords/>
  <dc:description/>
  <cp:lastModifiedBy>Wojciech Walczak</cp:lastModifiedBy>
  <cp:revision>4</cp:revision>
  <cp:lastPrinted>2018-12-07T11:44:00Z</cp:lastPrinted>
  <dcterms:created xsi:type="dcterms:W3CDTF">2018-12-07T15:01:00Z</dcterms:created>
  <dcterms:modified xsi:type="dcterms:W3CDTF">2018-12-07T15:24:00Z</dcterms:modified>
</cp:coreProperties>
</file>